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73D" w:rsidRPr="00273AB6" w:rsidRDefault="00A0373D" w:rsidP="00273AB6">
      <w:pPr>
        <w:spacing w:after="0" w:line="240" w:lineRule="auto"/>
        <w:jc w:val="right"/>
        <w:rPr>
          <w:rFonts w:ascii="Times New Roman" w:hAnsi="Times New Roman"/>
          <w:bCs/>
        </w:rPr>
      </w:pPr>
    </w:p>
    <w:p w:rsidR="00A0373D" w:rsidRPr="00805642" w:rsidRDefault="00A0373D" w:rsidP="008056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A0373D" w:rsidRPr="00631551" w:rsidRDefault="00A0373D" w:rsidP="00631551">
      <w:pPr>
        <w:jc w:val="center"/>
      </w:pPr>
      <w: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49909422" r:id="rId8"/>
        </w:object>
      </w:r>
    </w:p>
    <w:p w:rsidR="00A0373D" w:rsidRPr="001C2F8D" w:rsidRDefault="00A0373D" w:rsidP="001C2F8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1C2F8D">
        <w:rPr>
          <w:rFonts w:ascii="Times New Roman" w:hAnsi="Times New Roman"/>
          <w:b/>
          <w:sz w:val="36"/>
          <w:szCs w:val="36"/>
        </w:rPr>
        <w:t xml:space="preserve">АДМИНИСТРАЦИЯ  </w:t>
      </w:r>
    </w:p>
    <w:p w:rsidR="00A0373D" w:rsidRPr="001C2F8D" w:rsidRDefault="00A0373D" w:rsidP="001C2F8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1C2F8D">
        <w:rPr>
          <w:rFonts w:ascii="Times New Roman" w:hAnsi="Times New Roman"/>
          <w:b/>
          <w:sz w:val="36"/>
          <w:szCs w:val="36"/>
        </w:rPr>
        <w:t>РЖЕВСКОГО МУНИЦИПАЛЬНОГО ОКРУГА</w:t>
      </w:r>
    </w:p>
    <w:p w:rsidR="00A0373D" w:rsidRPr="001C2F8D" w:rsidRDefault="00A0373D" w:rsidP="001C2F8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1C2F8D">
        <w:rPr>
          <w:rFonts w:ascii="Times New Roman" w:hAnsi="Times New Roman"/>
          <w:b/>
          <w:sz w:val="36"/>
          <w:szCs w:val="36"/>
        </w:rPr>
        <w:t xml:space="preserve"> ТВЕРСКОЙ ОБЛАСТИ</w:t>
      </w:r>
    </w:p>
    <w:p w:rsidR="00A0373D" w:rsidRPr="001C2F8D" w:rsidRDefault="00A0373D" w:rsidP="001C2F8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0373D" w:rsidRPr="001C2F8D" w:rsidRDefault="00A0373D" w:rsidP="001C2F8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1C2F8D">
        <w:rPr>
          <w:rFonts w:ascii="Times New Roman" w:hAnsi="Times New Roman"/>
          <w:b/>
          <w:sz w:val="32"/>
          <w:szCs w:val="32"/>
        </w:rPr>
        <w:t>П О С Т А Н О В Л Е Н И Е</w:t>
      </w:r>
    </w:p>
    <w:p w:rsidR="00A0373D" w:rsidRPr="001C2F8D" w:rsidRDefault="00A0373D" w:rsidP="001C2F8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0373D" w:rsidRPr="001C2F8D" w:rsidRDefault="00A0373D" w:rsidP="001C2F8D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09.06.2023</w:t>
      </w:r>
      <w:r w:rsidRPr="001C2F8D">
        <w:rPr>
          <w:rFonts w:ascii="Times New Roman" w:hAnsi="Times New Roman"/>
          <w:sz w:val="28"/>
        </w:rPr>
        <w:tab/>
      </w:r>
      <w:r w:rsidRPr="001C2F8D">
        <w:rPr>
          <w:rFonts w:ascii="Times New Roman" w:hAnsi="Times New Roman"/>
          <w:sz w:val="28"/>
        </w:rPr>
        <w:tab/>
        <w:t xml:space="preserve">           </w:t>
      </w:r>
      <w:r w:rsidRPr="001C2F8D">
        <w:rPr>
          <w:rFonts w:ascii="Times New Roman" w:hAnsi="Times New Roman"/>
          <w:sz w:val="28"/>
        </w:rPr>
        <w:tab/>
      </w:r>
      <w:r w:rsidRPr="001C2F8D">
        <w:rPr>
          <w:rFonts w:ascii="Times New Roman" w:hAnsi="Times New Roman"/>
          <w:sz w:val="28"/>
        </w:rPr>
        <w:tab/>
      </w:r>
      <w:r w:rsidRPr="001C2F8D">
        <w:rPr>
          <w:rFonts w:ascii="Times New Roman" w:hAnsi="Times New Roman"/>
          <w:sz w:val="28"/>
        </w:rPr>
        <w:tab/>
      </w:r>
      <w:r w:rsidRPr="001C2F8D">
        <w:rPr>
          <w:rFonts w:ascii="Times New Roman" w:hAnsi="Times New Roman"/>
          <w:sz w:val="28"/>
        </w:rPr>
        <w:tab/>
      </w:r>
      <w:r w:rsidRPr="001C2F8D">
        <w:rPr>
          <w:rFonts w:ascii="Times New Roman" w:hAnsi="Times New Roman"/>
          <w:sz w:val="28"/>
        </w:rPr>
        <w:tab/>
      </w:r>
      <w:r w:rsidRPr="001C2F8D">
        <w:rPr>
          <w:rFonts w:ascii="Times New Roman" w:hAnsi="Times New Roman"/>
          <w:sz w:val="28"/>
        </w:rPr>
        <w:tab/>
        <w:t xml:space="preserve">  №  </w:t>
      </w:r>
      <w:r>
        <w:rPr>
          <w:rFonts w:ascii="Times New Roman" w:hAnsi="Times New Roman"/>
          <w:sz w:val="28"/>
        </w:rPr>
        <w:t>586</w:t>
      </w:r>
    </w:p>
    <w:p w:rsidR="00A0373D" w:rsidRDefault="00A0373D" w:rsidP="001C2F8D">
      <w:pPr>
        <w:jc w:val="both"/>
        <w:rPr>
          <w:sz w:val="16"/>
          <w:szCs w:val="16"/>
        </w:rPr>
      </w:pPr>
    </w:p>
    <w:p w:rsidR="00A0373D" w:rsidRPr="00EB2951" w:rsidRDefault="00A0373D" w:rsidP="001C2F8D">
      <w:pPr>
        <w:jc w:val="both"/>
        <w:rPr>
          <w:sz w:val="16"/>
          <w:szCs w:val="16"/>
        </w:rPr>
      </w:pPr>
    </w:p>
    <w:p w:rsidR="00A0373D" w:rsidRDefault="00A0373D" w:rsidP="00D553F0">
      <w:pPr>
        <w:tabs>
          <w:tab w:val="left" w:pos="252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5642">
        <w:rPr>
          <w:rFonts w:ascii="Times New Roman" w:hAnsi="Times New Roman"/>
          <w:b/>
          <w:sz w:val="24"/>
          <w:szCs w:val="24"/>
        </w:rPr>
        <w:t xml:space="preserve">Об утверждении Административного регламента </w:t>
      </w:r>
    </w:p>
    <w:p w:rsidR="00A0373D" w:rsidRDefault="00A0373D" w:rsidP="00D553F0">
      <w:pPr>
        <w:tabs>
          <w:tab w:val="left" w:pos="252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5642">
        <w:rPr>
          <w:rFonts w:ascii="Times New Roman" w:hAnsi="Times New Roman"/>
          <w:b/>
          <w:sz w:val="24"/>
          <w:szCs w:val="24"/>
        </w:rPr>
        <w:t xml:space="preserve">предоставления муниципальной услуги «Выдача </w:t>
      </w:r>
    </w:p>
    <w:p w:rsidR="00A0373D" w:rsidRDefault="00A0373D" w:rsidP="00D553F0">
      <w:pPr>
        <w:tabs>
          <w:tab w:val="left" w:pos="252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5642">
        <w:rPr>
          <w:rFonts w:ascii="Times New Roman" w:hAnsi="Times New Roman"/>
          <w:b/>
          <w:sz w:val="24"/>
          <w:szCs w:val="24"/>
        </w:rPr>
        <w:t xml:space="preserve">разрешений на выполнение авиационных работ, </w:t>
      </w:r>
    </w:p>
    <w:p w:rsidR="00A0373D" w:rsidRDefault="00A0373D" w:rsidP="00D553F0">
      <w:pPr>
        <w:tabs>
          <w:tab w:val="left" w:pos="252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5642">
        <w:rPr>
          <w:rFonts w:ascii="Times New Roman" w:hAnsi="Times New Roman"/>
          <w:b/>
          <w:sz w:val="24"/>
          <w:szCs w:val="24"/>
        </w:rPr>
        <w:t xml:space="preserve">парашютных прыжков, демонстрационных полетов </w:t>
      </w:r>
    </w:p>
    <w:p w:rsidR="00A0373D" w:rsidRDefault="00A0373D" w:rsidP="00D553F0">
      <w:pPr>
        <w:tabs>
          <w:tab w:val="left" w:pos="252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5642">
        <w:rPr>
          <w:rFonts w:ascii="Times New Roman" w:hAnsi="Times New Roman"/>
          <w:b/>
          <w:sz w:val="24"/>
          <w:szCs w:val="24"/>
        </w:rPr>
        <w:t xml:space="preserve">воздушных судов, полеты беспилотных воздушных судов </w:t>
      </w:r>
    </w:p>
    <w:p w:rsidR="00A0373D" w:rsidRDefault="00A0373D" w:rsidP="00D553F0">
      <w:pPr>
        <w:tabs>
          <w:tab w:val="left" w:pos="252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5642">
        <w:rPr>
          <w:rFonts w:ascii="Times New Roman" w:hAnsi="Times New Roman"/>
          <w:b/>
          <w:sz w:val="24"/>
          <w:szCs w:val="24"/>
        </w:rPr>
        <w:t xml:space="preserve">(за исключением полетов беспилотных воздушных судов </w:t>
      </w:r>
    </w:p>
    <w:p w:rsidR="00A0373D" w:rsidRDefault="00A0373D" w:rsidP="00D553F0">
      <w:pPr>
        <w:tabs>
          <w:tab w:val="left" w:pos="252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5642">
        <w:rPr>
          <w:rFonts w:ascii="Times New Roman" w:hAnsi="Times New Roman"/>
          <w:b/>
          <w:sz w:val="24"/>
          <w:szCs w:val="24"/>
        </w:rPr>
        <w:t xml:space="preserve">с максимальной взлетной массой менее </w:t>
      </w:r>
      <w:smartTag w:uri="urn:schemas-microsoft-com:office:smarttags" w:element="metricconverter">
        <w:smartTagPr>
          <w:attr w:name="ProductID" w:val="0,25 кг"/>
        </w:smartTagPr>
        <w:r w:rsidRPr="00805642">
          <w:rPr>
            <w:rFonts w:ascii="Times New Roman" w:hAnsi="Times New Roman"/>
            <w:b/>
            <w:sz w:val="24"/>
            <w:szCs w:val="24"/>
          </w:rPr>
          <w:t>0,25 кг</w:t>
        </w:r>
      </w:smartTag>
      <w:r w:rsidRPr="00805642">
        <w:rPr>
          <w:rFonts w:ascii="Times New Roman" w:hAnsi="Times New Roman"/>
          <w:b/>
          <w:sz w:val="24"/>
          <w:szCs w:val="24"/>
        </w:rPr>
        <w:t xml:space="preserve">), подъема </w:t>
      </w:r>
    </w:p>
    <w:p w:rsidR="00A0373D" w:rsidRDefault="00A0373D" w:rsidP="00D553F0">
      <w:pPr>
        <w:tabs>
          <w:tab w:val="left" w:pos="252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5642">
        <w:rPr>
          <w:rFonts w:ascii="Times New Roman" w:hAnsi="Times New Roman"/>
          <w:b/>
          <w:sz w:val="24"/>
          <w:szCs w:val="24"/>
        </w:rPr>
        <w:t>привязных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05642">
        <w:rPr>
          <w:rFonts w:ascii="Times New Roman" w:hAnsi="Times New Roman"/>
          <w:b/>
          <w:sz w:val="24"/>
          <w:szCs w:val="24"/>
        </w:rPr>
        <w:t xml:space="preserve">аэростатов над территорией </w:t>
      </w:r>
      <w:r>
        <w:rPr>
          <w:rFonts w:ascii="Times New Roman" w:hAnsi="Times New Roman"/>
          <w:b/>
          <w:sz w:val="24"/>
          <w:szCs w:val="24"/>
        </w:rPr>
        <w:t xml:space="preserve">Ржевского </w:t>
      </w:r>
    </w:p>
    <w:p w:rsidR="00A0373D" w:rsidRDefault="00A0373D" w:rsidP="00D553F0">
      <w:pPr>
        <w:tabs>
          <w:tab w:val="left" w:pos="252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округа</w:t>
      </w:r>
      <w:r w:rsidRPr="00805642">
        <w:rPr>
          <w:rFonts w:ascii="Times New Roman" w:hAnsi="Times New Roman"/>
          <w:b/>
          <w:sz w:val="24"/>
          <w:szCs w:val="24"/>
        </w:rPr>
        <w:t xml:space="preserve"> Тверской области, а также посадка </w:t>
      </w:r>
    </w:p>
    <w:p w:rsidR="00A0373D" w:rsidRDefault="00A0373D" w:rsidP="00D553F0">
      <w:pPr>
        <w:tabs>
          <w:tab w:val="left" w:pos="252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5642">
        <w:rPr>
          <w:rFonts w:ascii="Times New Roman" w:hAnsi="Times New Roman"/>
          <w:b/>
          <w:sz w:val="24"/>
          <w:szCs w:val="24"/>
        </w:rPr>
        <w:t>(взлет) на расположенные в границах</w:t>
      </w:r>
      <w:r>
        <w:rPr>
          <w:rFonts w:ascii="Times New Roman" w:hAnsi="Times New Roman"/>
          <w:b/>
          <w:sz w:val="24"/>
          <w:szCs w:val="24"/>
        </w:rPr>
        <w:t xml:space="preserve"> Ржевского </w:t>
      </w:r>
    </w:p>
    <w:p w:rsidR="00A0373D" w:rsidRDefault="00A0373D" w:rsidP="00D553F0">
      <w:pPr>
        <w:tabs>
          <w:tab w:val="left" w:pos="252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округа</w:t>
      </w:r>
      <w:r w:rsidRPr="00805642">
        <w:rPr>
          <w:rFonts w:ascii="Times New Roman" w:hAnsi="Times New Roman"/>
          <w:b/>
          <w:sz w:val="24"/>
          <w:szCs w:val="24"/>
        </w:rPr>
        <w:t xml:space="preserve"> Тверской области площадки, </w:t>
      </w:r>
    </w:p>
    <w:p w:rsidR="00A0373D" w:rsidRDefault="00A0373D" w:rsidP="00D553F0">
      <w:pPr>
        <w:tabs>
          <w:tab w:val="left" w:pos="252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5642">
        <w:rPr>
          <w:rFonts w:ascii="Times New Roman" w:hAnsi="Times New Roman"/>
          <w:b/>
          <w:sz w:val="24"/>
          <w:szCs w:val="24"/>
        </w:rPr>
        <w:t xml:space="preserve">сведения о которых не опубликованы в документах </w:t>
      </w:r>
    </w:p>
    <w:p w:rsidR="00A0373D" w:rsidRPr="00805642" w:rsidRDefault="00A0373D" w:rsidP="00D553F0">
      <w:pPr>
        <w:tabs>
          <w:tab w:val="left" w:pos="252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5642">
        <w:rPr>
          <w:rFonts w:ascii="Times New Roman" w:hAnsi="Times New Roman"/>
          <w:b/>
          <w:sz w:val="24"/>
          <w:szCs w:val="24"/>
        </w:rPr>
        <w:t>аэронавигационной информации»</w:t>
      </w:r>
    </w:p>
    <w:p w:rsidR="00A0373D" w:rsidRDefault="00A0373D" w:rsidP="00273AB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A0373D" w:rsidRDefault="00A0373D" w:rsidP="00273AB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A0373D" w:rsidRPr="00273AB6" w:rsidRDefault="00A0373D" w:rsidP="00273AB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A0373D" w:rsidRPr="00631551" w:rsidRDefault="00A0373D" w:rsidP="006315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242424"/>
          <w:sz w:val="24"/>
          <w:szCs w:val="24"/>
        </w:rPr>
        <w:tab/>
      </w:r>
      <w:r w:rsidRPr="008B70F0">
        <w:rPr>
          <w:rFonts w:ascii="Times New Roman" w:hAnsi="Times New Roman"/>
          <w:color w:val="242424"/>
          <w:sz w:val="24"/>
          <w:szCs w:val="24"/>
        </w:rPr>
        <w:t>В соответствии с Федеральным законом от 27.07.2010 № 210-ФЗ «Оборганизации</w:t>
      </w:r>
      <w:r>
        <w:rPr>
          <w:rFonts w:ascii="Times New Roman" w:hAnsi="Times New Roman"/>
          <w:color w:val="242424"/>
          <w:sz w:val="24"/>
          <w:szCs w:val="24"/>
        </w:rPr>
        <w:t xml:space="preserve"> </w:t>
      </w:r>
      <w:r w:rsidRPr="008B70F0">
        <w:rPr>
          <w:rFonts w:ascii="Times New Roman" w:hAnsi="Times New Roman"/>
          <w:color w:val="242424"/>
          <w:sz w:val="24"/>
          <w:szCs w:val="24"/>
        </w:rPr>
        <w:t>предоставления</w:t>
      </w:r>
      <w:r>
        <w:rPr>
          <w:rFonts w:ascii="Times New Roman" w:hAnsi="Times New Roman"/>
          <w:color w:val="242424"/>
          <w:sz w:val="24"/>
          <w:szCs w:val="24"/>
        </w:rPr>
        <w:t xml:space="preserve"> </w:t>
      </w:r>
      <w:r w:rsidRPr="008B70F0">
        <w:rPr>
          <w:rFonts w:ascii="Times New Roman" w:hAnsi="Times New Roman"/>
          <w:color w:val="242424"/>
          <w:sz w:val="24"/>
          <w:szCs w:val="24"/>
        </w:rPr>
        <w:t>государственных</w:t>
      </w:r>
      <w:r>
        <w:rPr>
          <w:rFonts w:ascii="Times New Roman" w:hAnsi="Times New Roman"/>
          <w:color w:val="242424"/>
          <w:sz w:val="24"/>
          <w:szCs w:val="24"/>
        </w:rPr>
        <w:t xml:space="preserve"> </w:t>
      </w:r>
      <w:r w:rsidRPr="008B70F0">
        <w:rPr>
          <w:rFonts w:ascii="Times New Roman" w:hAnsi="Times New Roman"/>
          <w:color w:val="242424"/>
          <w:sz w:val="24"/>
          <w:szCs w:val="24"/>
        </w:rPr>
        <w:t>и</w:t>
      </w:r>
      <w:r>
        <w:rPr>
          <w:rFonts w:ascii="Times New Roman" w:hAnsi="Times New Roman"/>
          <w:color w:val="242424"/>
          <w:sz w:val="24"/>
          <w:szCs w:val="24"/>
        </w:rPr>
        <w:t xml:space="preserve"> </w:t>
      </w:r>
      <w:r w:rsidRPr="008B70F0">
        <w:rPr>
          <w:rFonts w:ascii="Times New Roman" w:hAnsi="Times New Roman"/>
          <w:color w:val="242424"/>
          <w:sz w:val="24"/>
          <w:szCs w:val="24"/>
        </w:rPr>
        <w:t>муниципальных</w:t>
      </w:r>
      <w:r>
        <w:rPr>
          <w:rFonts w:ascii="Times New Roman" w:hAnsi="Times New Roman"/>
          <w:color w:val="242424"/>
          <w:sz w:val="24"/>
          <w:szCs w:val="24"/>
        </w:rPr>
        <w:t xml:space="preserve"> </w:t>
      </w:r>
      <w:r w:rsidRPr="008B70F0">
        <w:rPr>
          <w:rFonts w:ascii="Times New Roman" w:hAnsi="Times New Roman"/>
          <w:color w:val="242424"/>
          <w:sz w:val="24"/>
          <w:szCs w:val="24"/>
        </w:rPr>
        <w:t>услуг», пунктом 49 Правил использования воздушного пространства Российской Федерации, утвержденных Постановлением Правительства Российской Федерации от 11.03.2010</w:t>
      </w:r>
      <w:r>
        <w:rPr>
          <w:rFonts w:ascii="Times New Roman" w:hAnsi="Times New Roman"/>
          <w:color w:val="242424"/>
          <w:sz w:val="24"/>
          <w:szCs w:val="24"/>
        </w:rPr>
        <w:t xml:space="preserve"> </w:t>
      </w:r>
      <w:r w:rsidRPr="008B70F0">
        <w:rPr>
          <w:rFonts w:ascii="Times New Roman" w:hAnsi="Times New Roman"/>
          <w:color w:val="242424"/>
          <w:sz w:val="24"/>
          <w:szCs w:val="24"/>
        </w:rPr>
        <w:t>№ 138</w:t>
      </w:r>
      <w:r>
        <w:rPr>
          <w:rFonts w:ascii="Times New Roman" w:hAnsi="Times New Roman"/>
          <w:color w:val="242424"/>
          <w:sz w:val="24"/>
          <w:szCs w:val="24"/>
        </w:rPr>
        <w:t xml:space="preserve"> </w:t>
      </w:r>
      <w:r w:rsidRPr="008B70F0">
        <w:rPr>
          <w:rFonts w:ascii="Times New Roman" w:hAnsi="Times New Roman"/>
          <w:color w:val="242424"/>
          <w:sz w:val="24"/>
          <w:szCs w:val="24"/>
        </w:rPr>
        <w:t>«</w:t>
      </w:r>
      <w:r w:rsidRPr="008B70F0">
        <w:rPr>
          <w:rFonts w:ascii="Times New Roman" w:hAnsi="Times New Roman"/>
          <w:color w:val="22272F"/>
          <w:sz w:val="24"/>
          <w:szCs w:val="24"/>
          <w:shd w:val="clear" w:color="auto" w:fill="FFFFFF"/>
        </w:rPr>
        <w:t>Об утверждении Федеральных правил использования воздушного пространства Российской Федерации»</w:t>
      </w:r>
      <w:r>
        <w:rPr>
          <w:rFonts w:ascii="Times New Roman" w:hAnsi="Times New Roman"/>
          <w:color w:val="22272F"/>
          <w:sz w:val="24"/>
          <w:szCs w:val="24"/>
          <w:shd w:val="clear" w:color="auto" w:fill="FFFFFF"/>
        </w:rPr>
        <w:t xml:space="preserve"> (с изменениями и дополнениями)</w:t>
      </w:r>
      <w:r w:rsidRPr="008B70F0">
        <w:rPr>
          <w:rFonts w:ascii="Times New Roman" w:hAnsi="Times New Roman"/>
          <w:color w:val="22272F"/>
          <w:sz w:val="24"/>
          <w:szCs w:val="24"/>
          <w:shd w:val="clear" w:color="auto" w:fill="FFFFFF"/>
        </w:rPr>
        <w:t xml:space="preserve">, </w:t>
      </w:r>
      <w:r w:rsidRPr="00FB307D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  <w:r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Pr="00FB307D">
        <w:rPr>
          <w:rFonts w:ascii="Times New Roman" w:hAnsi="Times New Roman"/>
          <w:sz w:val="24"/>
          <w:szCs w:val="24"/>
        </w:rPr>
        <w:t xml:space="preserve"> Тверской области </w:t>
      </w:r>
      <w:r w:rsidRPr="00527DF7">
        <w:rPr>
          <w:rFonts w:ascii="Times New Roman" w:hAnsi="Times New Roman"/>
          <w:sz w:val="24"/>
        </w:rPr>
        <w:t>от 17.04.2023 № 374 «Об утверждении Порядка разработки и утверждения административных регламентов предоставления муниципальных услуг Администрации Ржевского муниципального округа Тверской области»</w:t>
      </w:r>
      <w:r w:rsidRPr="00FB307D">
        <w:rPr>
          <w:rFonts w:ascii="Times New Roman" w:hAnsi="Times New Roman"/>
          <w:sz w:val="24"/>
          <w:szCs w:val="24"/>
        </w:rPr>
        <w:t xml:space="preserve">, </w:t>
      </w:r>
      <w:r w:rsidRPr="00631551">
        <w:rPr>
          <w:rFonts w:ascii="Times New Roman" w:hAnsi="Times New Roman"/>
          <w:sz w:val="24"/>
          <w:szCs w:val="24"/>
        </w:rPr>
        <w:t>руководствуясь статьями 37, 40 Устава Ржевского муниципального округа Тверской области, Администрация Ржевского муниципального округа Тверской области</w:t>
      </w:r>
    </w:p>
    <w:p w:rsidR="00A0373D" w:rsidRDefault="00A0373D" w:rsidP="00527DF7">
      <w:pPr>
        <w:spacing w:after="0" w:line="360" w:lineRule="auto"/>
        <w:jc w:val="both"/>
      </w:pPr>
    </w:p>
    <w:p w:rsidR="00A0373D" w:rsidRDefault="00A0373D" w:rsidP="00527DF7">
      <w:pPr>
        <w:spacing w:after="0" w:line="360" w:lineRule="auto"/>
        <w:jc w:val="both"/>
      </w:pPr>
    </w:p>
    <w:p w:rsidR="00A0373D" w:rsidRDefault="00A0373D" w:rsidP="00527DF7">
      <w:pPr>
        <w:spacing w:after="0" w:line="360" w:lineRule="auto"/>
        <w:jc w:val="both"/>
      </w:pPr>
    </w:p>
    <w:p w:rsidR="00A0373D" w:rsidRDefault="00A0373D" w:rsidP="00527DF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273AB6">
        <w:rPr>
          <w:rFonts w:ascii="Times New Roman" w:hAnsi="Times New Roman"/>
          <w:sz w:val="24"/>
          <w:szCs w:val="24"/>
        </w:rPr>
        <w:t>П О С Т А Н О В Л Я Е Т:</w:t>
      </w:r>
    </w:p>
    <w:p w:rsidR="00A0373D" w:rsidRPr="00273AB6" w:rsidRDefault="00A0373D" w:rsidP="00527DF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A0373D" w:rsidRDefault="00A0373D" w:rsidP="003A5AC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412C">
        <w:rPr>
          <w:rFonts w:ascii="Times New Roman" w:hAnsi="Times New Roman"/>
          <w:sz w:val="24"/>
          <w:szCs w:val="24"/>
        </w:rPr>
        <w:t xml:space="preserve">1. </w:t>
      </w:r>
      <w:r w:rsidRPr="005E412C">
        <w:rPr>
          <w:rFonts w:ascii="Times New Roman" w:hAnsi="Times New Roman"/>
          <w:sz w:val="24"/>
          <w:szCs w:val="24"/>
          <w:highlight w:val="white"/>
        </w:rPr>
        <w:t xml:space="preserve">Утвердить </w:t>
      </w:r>
      <w:r>
        <w:rPr>
          <w:rFonts w:ascii="Times New Roman" w:hAnsi="Times New Roman"/>
          <w:sz w:val="24"/>
          <w:szCs w:val="24"/>
          <w:highlight w:val="white"/>
        </w:rPr>
        <w:t>А</w:t>
      </w:r>
      <w:r w:rsidRPr="005E412C">
        <w:rPr>
          <w:rFonts w:ascii="Times New Roman" w:hAnsi="Times New Roman"/>
          <w:sz w:val="24"/>
          <w:szCs w:val="24"/>
          <w:highlight w:val="white"/>
        </w:rPr>
        <w:t xml:space="preserve">дминистративный регламент предоставления муниципальной услуги </w:t>
      </w:r>
      <w:r w:rsidRPr="005E412C">
        <w:rPr>
          <w:rFonts w:ascii="Times New Roman" w:hAnsi="Times New Roman"/>
          <w:sz w:val="24"/>
          <w:szCs w:val="24"/>
        </w:rPr>
        <w:t>«</w:t>
      </w:r>
      <w:r w:rsidRPr="005E412C">
        <w:rPr>
          <w:rFonts w:ascii="Times New Roman" w:hAnsi="Times New Roman"/>
          <w:bCs/>
          <w:sz w:val="24"/>
          <w:szCs w:val="24"/>
        </w:rPr>
        <w:t xml:space="preserve"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</w:t>
      </w:r>
      <w:smartTag w:uri="urn:schemas-microsoft-com:office:smarttags" w:element="metricconverter">
        <w:smartTagPr>
          <w:attr w:name="ProductID" w:val="0,25 кг"/>
        </w:smartTagPr>
        <w:r w:rsidRPr="005E412C">
          <w:rPr>
            <w:rFonts w:ascii="Times New Roman" w:hAnsi="Times New Roman"/>
            <w:bCs/>
            <w:sz w:val="24"/>
            <w:szCs w:val="24"/>
          </w:rPr>
          <w:t>0,25 кг</w:t>
        </w:r>
      </w:smartTag>
      <w:r w:rsidRPr="005E412C">
        <w:rPr>
          <w:rFonts w:ascii="Times New Roman" w:hAnsi="Times New Roman"/>
          <w:bCs/>
          <w:sz w:val="24"/>
          <w:szCs w:val="24"/>
        </w:rPr>
        <w:t xml:space="preserve">), подъемов привязных аэростатов над территорией </w:t>
      </w:r>
      <w:r>
        <w:rPr>
          <w:rFonts w:ascii="Times New Roman" w:hAnsi="Times New Roman"/>
          <w:bCs/>
          <w:sz w:val="24"/>
          <w:szCs w:val="24"/>
        </w:rPr>
        <w:t>Ржевского муниципального округа Тверской области</w:t>
      </w:r>
      <w:r w:rsidRPr="005E412C">
        <w:rPr>
          <w:rFonts w:ascii="Times New Roman" w:hAnsi="Times New Roman"/>
          <w:bCs/>
          <w:sz w:val="24"/>
          <w:szCs w:val="24"/>
        </w:rPr>
        <w:t xml:space="preserve">, а также на посадку (взлет) на площадки, расположенные в границах </w:t>
      </w:r>
      <w:r>
        <w:rPr>
          <w:rFonts w:ascii="Times New Roman" w:hAnsi="Times New Roman"/>
          <w:bCs/>
          <w:sz w:val="24"/>
          <w:szCs w:val="24"/>
        </w:rPr>
        <w:t>Ржевского муниципального округа Тверской области</w:t>
      </w:r>
      <w:r w:rsidRPr="005E412C">
        <w:rPr>
          <w:rFonts w:ascii="Times New Roman" w:hAnsi="Times New Roman"/>
          <w:bCs/>
          <w:sz w:val="24"/>
          <w:szCs w:val="24"/>
        </w:rPr>
        <w:t>, сведения о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5E412C">
        <w:rPr>
          <w:rFonts w:ascii="Times New Roman" w:hAnsi="Times New Roman"/>
          <w:bCs/>
          <w:sz w:val="24"/>
          <w:szCs w:val="24"/>
        </w:rPr>
        <w:t>которых не опубликованы в документах аэронавигационной информации</w:t>
      </w:r>
      <w:r w:rsidRPr="005E412C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highlight w:val="white"/>
        </w:rPr>
        <w:t xml:space="preserve"> (П</w:t>
      </w:r>
      <w:r w:rsidRPr="005E412C">
        <w:rPr>
          <w:rFonts w:ascii="Times New Roman" w:hAnsi="Times New Roman"/>
          <w:sz w:val="24"/>
          <w:szCs w:val="24"/>
          <w:highlight w:val="white"/>
        </w:rPr>
        <w:t>риложение)</w:t>
      </w:r>
      <w:r w:rsidRPr="005E412C">
        <w:rPr>
          <w:rFonts w:ascii="Times New Roman" w:hAnsi="Times New Roman"/>
          <w:sz w:val="24"/>
          <w:szCs w:val="24"/>
        </w:rPr>
        <w:t>.</w:t>
      </w:r>
    </w:p>
    <w:p w:rsidR="00A0373D" w:rsidRPr="00631551" w:rsidRDefault="00A0373D" w:rsidP="0063155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B13CC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Признать утратившим силу постановление Администрации города Ржева Тверской области от 01.03.2021 № 145 «</w:t>
      </w:r>
      <w:r w:rsidRPr="00527DF7">
        <w:rPr>
          <w:rFonts w:ascii="Times New Roman" w:hAnsi="Times New Roman"/>
          <w:color w:val="1A1A1A"/>
          <w:sz w:val="24"/>
          <w:szCs w:val="23"/>
        </w:rPr>
        <w:t>Об утверждении Административного регламента предоставления муниципальной услуги «Выдача разрешений на выполнение авиационных работ, парашютных прыжков, демонстрационных</w:t>
      </w:r>
      <w:r>
        <w:rPr>
          <w:rFonts w:ascii="Times New Roman" w:hAnsi="Times New Roman"/>
          <w:color w:val="1A1A1A"/>
          <w:sz w:val="24"/>
          <w:szCs w:val="23"/>
        </w:rPr>
        <w:t xml:space="preserve"> </w:t>
      </w:r>
      <w:r w:rsidRPr="00527DF7">
        <w:rPr>
          <w:rFonts w:ascii="Times New Roman" w:hAnsi="Times New Roman"/>
          <w:color w:val="1A1A1A"/>
          <w:sz w:val="24"/>
          <w:szCs w:val="23"/>
        </w:rPr>
        <w:t xml:space="preserve">полетов воздушных судов, полеты беспилотных воздушных судов (за исключением полетов беспилотных воздушных судов с максимальной взлетной массой менее </w:t>
      </w:r>
      <w:smartTag w:uri="urn:schemas-microsoft-com:office:smarttags" w:element="metricconverter">
        <w:smartTagPr>
          <w:attr w:name="ProductID" w:val="0,25 кг"/>
        </w:smartTagPr>
        <w:r w:rsidRPr="00527DF7">
          <w:rPr>
            <w:rFonts w:ascii="Times New Roman" w:hAnsi="Times New Roman"/>
            <w:color w:val="1A1A1A"/>
            <w:sz w:val="24"/>
            <w:szCs w:val="23"/>
          </w:rPr>
          <w:t>0,25 кг</w:t>
        </w:r>
      </w:smartTag>
      <w:r w:rsidRPr="00527DF7">
        <w:rPr>
          <w:rFonts w:ascii="Times New Roman" w:hAnsi="Times New Roman"/>
          <w:color w:val="1A1A1A"/>
          <w:sz w:val="24"/>
          <w:szCs w:val="23"/>
        </w:rPr>
        <w:t>), подъема привязных аэростатов над территорией города Ржева Тверской области, а также посадка (взлет) на расположенные в границах города Ржева Тверской области площадки, сведения о которых не опубликованы в документах аэронавигационной информации»</w:t>
      </w:r>
      <w:r>
        <w:rPr>
          <w:rFonts w:ascii="Times New Roman" w:hAnsi="Times New Roman"/>
          <w:color w:val="1A1A1A"/>
          <w:sz w:val="24"/>
          <w:szCs w:val="23"/>
        </w:rPr>
        <w:t>.</w:t>
      </w:r>
    </w:p>
    <w:p w:rsidR="00A0373D" w:rsidRDefault="00A0373D" w:rsidP="003A5AC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3. Н</w:t>
      </w:r>
      <w:r w:rsidRPr="00B13CCA">
        <w:rPr>
          <w:rFonts w:ascii="Times New Roman" w:eastAsia="TimesNewRoman" w:hAnsi="Times New Roman"/>
          <w:sz w:val="24"/>
          <w:szCs w:val="24"/>
        </w:rPr>
        <w:t>астоящее постановление</w:t>
      </w:r>
      <w:r>
        <w:rPr>
          <w:rFonts w:ascii="Times New Roman" w:eastAsia="TimesNewRoman" w:hAnsi="Times New Roman"/>
          <w:sz w:val="24"/>
          <w:szCs w:val="24"/>
        </w:rPr>
        <w:t xml:space="preserve"> вступает в силу со дня его подписания и подлежит размещению на сайте муниципального образования Ржевский муниципальный округ Тверской области </w:t>
      </w:r>
      <w:hyperlink r:id="rId9" w:history="1">
        <w:r w:rsidRPr="008251A2">
          <w:rPr>
            <w:rStyle w:val="Hyperlink"/>
            <w:rFonts w:ascii="Times New Roman" w:eastAsia="TimesNewRoman" w:hAnsi="Times New Roman"/>
            <w:sz w:val="24"/>
            <w:szCs w:val="24"/>
            <w:lang w:val="en-US"/>
          </w:rPr>
          <w:t>www</w:t>
        </w:r>
        <w:r w:rsidRPr="008251A2">
          <w:rPr>
            <w:rStyle w:val="Hyperlink"/>
            <w:rFonts w:ascii="Times New Roman" w:eastAsia="TimesNewRoman" w:hAnsi="Times New Roman"/>
            <w:sz w:val="24"/>
            <w:szCs w:val="24"/>
          </w:rPr>
          <w:t>.городржев,рф</w:t>
        </w:r>
      </w:hyperlink>
      <w:r w:rsidRPr="002A09C6">
        <w:rPr>
          <w:rFonts w:ascii="Times New Roman" w:eastAsia="TimesNewRoman" w:hAnsi="Times New Roman"/>
          <w:sz w:val="24"/>
          <w:szCs w:val="24"/>
        </w:rPr>
        <w:t xml:space="preserve">  </w:t>
      </w:r>
      <w:r w:rsidRPr="00B13CCA">
        <w:rPr>
          <w:rFonts w:ascii="Times New Roman" w:eastAsia="TimesNewRoman" w:hAnsi="Times New Roman"/>
          <w:sz w:val="24"/>
          <w:szCs w:val="24"/>
        </w:rPr>
        <w:t xml:space="preserve">в информационно-телекоммуникационной сети </w:t>
      </w:r>
      <w:r>
        <w:rPr>
          <w:rFonts w:ascii="Times New Roman" w:eastAsia="TimesNewRoman" w:hAnsi="Times New Roman"/>
          <w:sz w:val="24"/>
          <w:szCs w:val="24"/>
        </w:rPr>
        <w:t>«</w:t>
      </w:r>
      <w:r w:rsidRPr="00B13CCA">
        <w:rPr>
          <w:rFonts w:ascii="Times New Roman" w:eastAsia="TimesNewRoman" w:hAnsi="Times New Roman"/>
          <w:sz w:val="24"/>
          <w:szCs w:val="24"/>
        </w:rPr>
        <w:t>Интернет</w:t>
      </w:r>
      <w:r>
        <w:rPr>
          <w:rFonts w:ascii="Times New Roman" w:eastAsia="TimesNewRoman" w:hAnsi="Times New Roman"/>
          <w:sz w:val="24"/>
          <w:szCs w:val="24"/>
        </w:rPr>
        <w:t>»</w:t>
      </w:r>
      <w:r w:rsidRPr="00B13CCA">
        <w:rPr>
          <w:rFonts w:ascii="Times New Roman" w:hAnsi="Times New Roman"/>
          <w:sz w:val="24"/>
          <w:szCs w:val="24"/>
        </w:rPr>
        <w:t>.</w:t>
      </w:r>
    </w:p>
    <w:p w:rsidR="00A0373D" w:rsidRPr="00B13CCA" w:rsidRDefault="00A0373D" w:rsidP="003A5AC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4</w:t>
      </w:r>
      <w:r w:rsidRPr="00B13CCA">
        <w:rPr>
          <w:rFonts w:ascii="Times New Roman" w:eastAsia="TimesNewRoman" w:hAnsi="Times New Roman"/>
          <w:sz w:val="24"/>
          <w:szCs w:val="24"/>
        </w:rPr>
        <w:t xml:space="preserve">. Контроль за исполнением настоящего постановления возложить на заместителя Главы </w:t>
      </w:r>
      <w:r>
        <w:rPr>
          <w:rFonts w:ascii="Times New Roman" w:eastAsia="TimesNewRoman" w:hAnsi="Times New Roman"/>
          <w:sz w:val="24"/>
          <w:szCs w:val="24"/>
        </w:rPr>
        <w:t>А</w:t>
      </w:r>
      <w:r w:rsidRPr="00B13CCA">
        <w:rPr>
          <w:rFonts w:ascii="Times New Roman" w:eastAsia="TimesNewRoman" w:hAnsi="Times New Roman"/>
          <w:sz w:val="24"/>
          <w:szCs w:val="24"/>
        </w:rPr>
        <w:t xml:space="preserve">дминистрации </w:t>
      </w:r>
      <w:r>
        <w:rPr>
          <w:rFonts w:ascii="Times New Roman" w:eastAsia="TimesNewRoman" w:hAnsi="Times New Roman"/>
          <w:sz w:val="24"/>
          <w:szCs w:val="24"/>
        </w:rPr>
        <w:t>Ржевского муниципального округа Тверской области Цветкова Е.В.</w:t>
      </w:r>
    </w:p>
    <w:p w:rsidR="00A0373D" w:rsidRPr="00B13CCA" w:rsidRDefault="00A0373D" w:rsidP="00D46812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B13CCA">
        <w:rPr>
          <w:rFonts w:ascii="Times New Roman" w:hAnsi="Times New Roman"/>
          <w:sz w:val="24"/>
          <w:szCs w:val="24"/>
        </w:rPr>
        <w:tab/>
      </w:r>
    </w:p>
    <w:p w:rsidR="00A0373D" w:rsidRPr="00B13CCA" w:rsidRDefault="00A0373D" w:rsidP="00D468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0373D" w:rsidRPr="00B13CCA" w:rsidRDefault="00A0373D" w:rsidP="00D468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0373D" w:rsidRPr="002A09C6" w:rsidRDefault="00A0373D" w:rsidP="002A09C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0373D" w:rsidRPr="002A09C6" w:rsidRDefault="00A0373D" w:rsidP="002A09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A09C6">
        <w:rPr>
          <w:rFonts w:ascii="Times New Roman" w:hAnsi="Times New Roman"/>
          <w:b/>
          <w:sz w:val="24"/>
          <w:szCs w:val="24"/>
        </w:rPr>
        <w:t xml:space="preserve">Глава Ржевского муниципального </w:t>
      </w:r>
    </w:p>
    <w:p w:rsidR="00A0373D" w:rsidRPr="002A09C6" w:rsidRDefault="00A0373D" w:rsidP="002A09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A09C6">
        <w:rPr>
          <w:rFonts w:ascii="Times New Roman" w:hAnsi="Times New Roman"/>
          <w:b/>
          <w:sz w:val="24"/>
          <w:szCs w:val="24"/>
        </w:rPr>
        <w:t xml:space="preserve">округа Тверской области </w:t>
      </w:r>
      <w:r w:rsidRPr="002A09C6">
        <w:rPr>
          <w:rFonts w:ascii="Times New Roman" w:hAnsi="Times New Roman"/>
          <w:b/>
          <w:sz w:val="24"/>
          <w:szCs w:val="24"/>
        </w:rPr>
        <w:tab/>
      </w:r>
      <w:r w:rsidRPr="002A09C6">
        <w:rPr>
          <w:rFonts w:ascii="Times New Roman" w:hAnsi="Times New Roman"/>
          <w:b/>
          <w:sz w:val="24"/>
          <w:szCs w:val="24"/>
        </w:rPr>
        <w:tab/>
      </w:r>
      <w:r w:rsidRPr="002A09C6">
        <w:rPr>
          <w:rFonts w:ascii="Times New Roman" w:hAnsi="Times New Roman"/>
          <w:b/>
          <w:sz w:val="24"/>
          <w:szCs w:val="24"/>
        </w:rPr>
        <w:tab/>
      </w:r>
      <w:r w:rsidRPr="002A09C6">
        <w:rPr>
          <w:rFonts w:ascii="Times New Roman" w:hAnsi="Times New Roman"/>
          <w:b/>
          <w:sz w:val="24"/>
          <w:szCs w:val="24"/>
        </w:rPr>
        <w:tab/>
      </w:r>
      <w:r w:rsidRPr="002A09C6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Р.С. Крылов</w:t>
      </w:r>
    </w:p>
    <w:p w:rsidR="00A0373D" w:rsidRPr="002A09C6" w:rsidRDefault="00A0373D" w:rsidP="002A0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373D" w:rsidRPr="002A09C6" w:rsidRDefault="00A0373D" w:rsidP="002A0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373D" w:rsidRPr="002A09C6" w:rsidRDefault="00A0373D" w:rsidP="002A0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373D" w:rsidRDefault="00A0373D" w:rsidP="001006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373D" w:rsidRDefault="00A0373D" w:rsidP="00273A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373D" w:rsidRDefault="00A0373D" w:rsidP="00273A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373D" w:rsidRDefault="00A0373D" w:rsidP="00273A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373D" w:rsidRDefault="00A0373D" w:rsidP="00273A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373D" w:rsidRDefault="00A0373D" w:rsidP="00273A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373D" w:rsidRDefault="00A0373D" w:rsidP="00273A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373D" w:rsidRDefault="00A0373D" w:rsidP="002A09C6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Pr="002A09C6" w:rsidRDefault="00A0373D" w:rsidP="002A09C6">
      <w:pPr>
        <w:spacing w:after="0" w:line="240" w:lineRule="auto"/>
        <w:textAlignment w:val="baseline"/>
        <w:rPr>
          <w:rFonts w:ascii="Times New Roman" w:hAnsi="Times New Roman"/>
        </w:rPr>
      </w:pPr>
    </w:p>
    <w:p w:rsidR="00A0373D" w:rsidRDefault="00A0373D" w:rsidP="00CC16AD">
      <w:pPr>
        <w:spacing w:after="0" w:line="240" w:lineRule="auto"/>
        <w:jc w:val="right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jc w:val="right"/>
        <w:textAlignment w:val="baseline"/>
        <w:rPr>
          <w:rFonts w:ascii="Times New Roman" w:hAnsi="Times New Roman"/>
          <w:sz w:val="24"/>
          <w:szCs w:val="24"/>
        </w:rPr>
      </w:pPr>
    </w:p>
    <w:p w:rsidR="00A0373D" w:rsidRPr="002A09C6" w:rsidRDefault="00A0373D" w:rsidP="00CC16AD">
      <w:pPr>
        <w:spacing w:after="0" w:line="240" w:lineRule="auto"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2A09C6">
        <w:rPr>
          <w:rFonts w:ascii="Times New Roman" w:hAnsi="Times New Roman"/>
          <w:sz w:val="24"/>
          <w:szCs w:val="24"/>
        </w:rPr>
        <w:t>Приложение к постановлению</w:t>
      </w:r>
    </w:p>
    <w:p w:rsidR="00A0373D" w:rsidRPr="002A09C6" w:rsidRDefault="00A0373D" w:rsidP="00527DF7">
      <w:pPr>
        <w:spacing w:after="0" w:line="240" w:lineRule="auto"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2A09C6">
        <w:rPr>
          <w:rFonts w:ascii="Times New Roman" w:hAnsi="Times New Roman"/>
          <w:sz w:val="24"/>
          <w:szCs w:val="24"/>
        </w:rPr>
        <w:t>Администрации Ржевского</w:t>
      </w:r>
    </w:p>
    <w:p w:rsidR="00A0373D" w:rsidRPr="002A09C6" w:rsidRDefault="00A0373D" w:rsidP="00527DF7">
      <w:pPr>
        <w:spacing w:after="0" w:line="240" w:lineRule="auto"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2A09C6">
        <w:rPr>
          <w:rFonts w:ascii="Times New Roman" w:hAnsi="Times New Roman"/>
          <w:sz w:val="24"/>
          <w:szCs w:val="24"/>
        </w:rPr>
        <w:t>муниципального округа</w:t>
      </w:r>
    </w:p>
    <w:p w:rsidR="00A0373D" w:rsidRPr="002A09C6" w:rsidRDefault="00A0373D" w:rsidP="00CC16AD">
      <w:pPr>
        <w:spacing w:after="0" w:line="240" w:lineRule="auto"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2A09C6">
        <w:rPr>
          <w:rFonts w:ascii="Times New Roman" w:hAnsi="Times New Roman"/>
          <w:sz w:val="24"/>
          <w:szCs w:val="24"/>
        </w:rPr>
        <w:t xml:space="preserve">Тверской области </w:t>
      </w:r>
      <w:r w:rsidRPr="002A09C6">
        <w:rPr>
          <w:rFonts w:ascii="Times New Roman" w:hAnsi="Times New Roman"/>
          <w:sz w:val="24"/>
          <w:szCs w:val="24"/>
        </w:rPr>
        <w:br/>
        <w:t xml:space="preserve">от </w:t>
      </w:r>
      <w:r>
        <w:rPr>
          <w:rFonts w:ascii="Times New Roman" w:hAnsi="Times New Roman"/>
          <w:sz w:val="24"/>
          <w:szCs w:val="24"/>
        </w:rPr>
        <w:t xml:space="preserve">09.06.2023 </w:t>
      </w:r>
      <w:r w:rsidRPr="002A09C6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586</w:t>
      </w:r>
    </w:p>
    <w:p w:rsidR="00A0373D" w:rsidRPr="002A09C6" w:rsidRDefault="00A0373D" w:rsidP="00CC16AD">
      <w:pPr>
        <w:spacing w:after="0" w:line="240" w:lineRule="auto"/>
        <w:jc w:val="right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88" w:lineRule="atLeast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722213">
        <w:rPr>
          <w:rFonts w:ascii="Times New Roman" w:hAnsi="Times New Roman"/>
          <w:b/>
          <w:sz w:val="24"/>
          <w:szCs w:val="24"/>
        </w:rPr>
        <w:t>АДМИНИСТРАТИВНЫЙ РЕГЛАМЕНТ</w:t>
      </w:r>
      <w:r w:rsidRPr="00722213">
        <w:rPr>
          <w:rFonts w:ascii="Times New Roman" w:hAnsi="Times New Roman"/>
          <w:b/>
          <w:sz w:val="41"/>
          <w:szCs w:val="41"/>
        </w:rPr>
        <w:br/>
      </w:r>
      <w:r w:rsidRPr="001475B7">
        <w:rPr>
          <w:rFonts w:ascii="Times New Roman" w:hAnsi="Times New Roman"/>
          <w:b/>
          <w:sz w:val="24"/>
          <w:szCs w:val="24"/>
          <w:highlight w:val="white"/>
        </w:rPr>
        <w:t xml:space="preserve">предоставления муниципальной услуги </w:t>
      </w:r>
    </w:p>
    <w:p w:rsidR="00A0373D" w:rsidRDefault="00A0373D" w:rsidP="002A09C6">
      <w:pPr>
        <w:spacing w:after="0" w:line="288" w:lineRule="atLeast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1475B7">
        <w:rPr>
          <w:rFonts w:ascii="Times New Roman" w:hAnsi="Times New Roman"/>
          <w:b/>
          <w:sz w:val="24"/>
          <w:szCs w:val="24"/>
        </w:rPr>
        <w:t>«</w:t>
      </w:r>
      <w:r w:rsidRPr="001475B7">
        <w:rPr>
          <w:rFonts w:ascii="Times New Roman" w:hAnsi="Times New Roman"/>
          <w:b/>
          <w:bCs/>
          <w:sz w:val="24"/>
          <w:szCs w:val="24"/>
        </w:rPr>
        <w:t xml:space="preserve"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</w:t>
      </w:r>
    </w:p>
    <w:p w:rsidR="00A0373D" w:rsidRDefault="00A0373D" w:rsidP="002A09C6">
      <w:pPr>
        <w:spacing w:after="0" w:line="288" w:lineRule="atLeast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1475B7">
        <w:rPr>
          <w:rFonts w:ascii="Times New Roman" w:hAnsi="Times New Roman"/>
          <w:b/>
          <w:bCs/>
          <w:sz w:val="24"/>
          <w:szCs w:val="24"/>
        </w:rPr>
        <w:t xml:space="preserve">(за исключением полетов беспилотных воздушных судов с максимальной взлетной </w:t>
      </w:r>
    </w:p>
    <w:p w:rsidR="00A0373D" w:rsidRDefault="00A0373D" w:rsidP="002A09C6">
      <w:pPr>
        <w:spacing w:after="0" w:line="288" w:lineRule="atLeast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1475B7">
        <w:rPr>
          <w:rFonts w:ascii="Times New Roman" w:hAnsi="Times New Roman"/>
          <w:b/>
          <w:bCs/>
          <w:sz w:val="24"/>
          <w:szCs w:val="24"/>
        </w:rPr>
        <w:t xml:space="preserve">массой менее </w:t>
      </w:r>
      <w:smartTag w:uri="urn:schemas-microsoft-com:office:smarttags" w:element="metricconverter">
        <w:smartTagPr>
          <w:attr w:name="ProductID" w:val="0,25 кг"/>
        </w:smartTagPr>
        <w:r w:rsidRPr="001475B7">
          <w:rPr>
            <w:rFonts w:ascii="Times New Roman" w:hAnsi="Times New Roman"/>
            <w:b/>
            <w:bCs/>
            <w:sz w:val="24"/>
            <w:szCs w:val="24"/>
          </w:rPr>
          <w:t>0,25 кг</w:t>
        </w:r>
      </w:smartTag>
      <w:r w:rsidRPr="001475B7">
        <w:rPr>
          <w:rFonts w:ascii="Times New Roman" w:hAnsi="Times New Roman"/>
          <w:b/>
          <w:bCs/>
          <w:sz w:val="24"/>
          <w:szCs w:val="24"/>
        </w:rPr>
        <w:t xml:space="preserve">), подъемов привязных аэростатов над территорией </w:t>
      </w:r>
    </w:p>
    <w:p w:rsidR="00A0373D" w:rsidRDefault="00A0373D" w:rsidP="002A09C6">
      <w:pPr>
        <w:spacing w:after="0" w:line="288" w:lineRule="atLeast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Ржевского муниципального округа</w:t>
      </w:r>
      <w:r w:rsidRPr="001475B7">
        <w:rPr>
          <w:rFonts w:ascii="Times New Roman" w:hAnsi="Times New Roman"/>
          <w:b/>
          <w:bCs/>
          <w:sz w:val="24"/>
          <w:szCs w:val="24"/>
        </w:rPr>
        <w:t xml:space="preserve"> Тверской области, а также на посадку (взлет) </w:t>
      </w:r>
    </w:p>
    <w:p w:rsidR="00A0373D" w:rsidRDefault="00A0373D" w:rsidP="002A09C6">
      <w:pPr>
        <w:spacing w:after="0" w:line="288" w:lineRule="atLeast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1475B7">
        <w:rPr>
          <w:rFonts w:ascii="Times New Roman" w:hAnsi="Times New Roman"/>
          <w:b/>
          <w:bCs/>
          <w:sz w:val="24"/>
          <w:szCs w:val="24"/>
        </w:rPr>
        <w:t xml:space="preserve">на площадки, расположенные в границах </w:t>
      </w:r>
      <w:r>
        <w:rPr>
          <w:rFonts w:ascii="Times New Roman" w:hAnsi="Times New Roman"/>
          <w:b/>
          <w:bCs/>
          <w:sz w:val="24"/>
          <w:szCs w:val="24"/>
        </w:rPr>
        <w:t>Ржевского муниципального округа</w:t>
      </w:r>
      <w:r w:rsidRPr="001475B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A0373D" w:rsidRDefault="00A0373D" w:rsidP="002A09C6">
      <w:pPr>
        <w:spacing w:after="0" w:line="288" w:lineRule="atLeast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1475B7">
        <w:rPr>
          <w:rFonts w:ascii="Times New Roman" w:hAnsi="Times New Roman"/>
          <w:b/>
          <w:bCs/>
          <w:sz w:val="24"/>
          <w:szCs w:val="24"/>
        </w:rPr>
        <w:t>Тверской области, сведения о которых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475B7">
        <w:rPr>
          <w:rFonts w:ascii="Times New Roman" w:hAnsi="Times New Roman"/>
          <w:b/>
          <w:bCs/>
          <w:sz w:val="24"/>
          <w:szCs w:val="24"/>
        </w:rPr>
        <w:t xml:space="preserve">не опубликованы в документах </w:t>
      </w:r>
    </w:p>
    <w:p w:rsidR="00A0373D" w:rsidRDefault="00A0373D" w:rsidP="002A09C6">
      <w:pPr>
        <w:spacing w:after="0" w:line="288" w:lineRule="atLeast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1475B7">
        <w:rPr>
          <w:rFonts w:ascii="Times New Roman" w:hAnsi="Times New Roman"/>
          <w:b/>
          <w:bCs/>
          <w:sz w:val="24"/>
          <w:szCs w:val="24"/>
        </w:rPr>
        <w:t>аэронавигационной информации</w:t>
      </w:r>
      <w:r w:rsidRPr="001475B7">
        <w:rPr>
          <w:rFonts w:ascii="Times New Roman" w:hAnsi="Times New Roman"/>
          <w:b/>
          <w:sz w:val="24"/>
          <w:szCs w:val="24"/>
        </w:rPr>
        <w:t>»</w:t>
      </w:r>
    </w:p>
    <w:p w:rsidR="00A0373D" w:rsidRPr="002A09C6" w:rsidRDefault="00A0373D" w:rsidP="002A09C6">
      <w:pPr>
        <w:spacing w:after="0" w:line="288" w:lineRule="atLeast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:rsidR="00A0373D" w:rsidRDefault="00A0373D" w:rsidP="002A09C6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1. Общие положения.</w:t>
      </w:r>
    </w:p>
    <w:p w:rsidR="00A0373D" w:rsidRPr="005945FD" w:rsidRDefault="00A0373D" w:rsidP="002A09C6">
      <w:pPr>
        <w:pStyle w:val="ConsPlusNormal"/>
        <w:ind w:firstLine="0"/>
        <w:jc w:val="center"/>
      </w:pPr>
    </w:p>
    <w:p w:rsidR="00A0373D" w:rsidRDefault="00A0373D" w:rsidP="002A09C6">
      <w:pPr>
        <w:pStyle w:val="ConsPlusNormal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945FD">
        <w:rPr>
          <w:rFonts w:ascii="Times New Roman" w:hAnsi="Times New Roman" w:cs="Times New Roman"/>
          <w:b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1. Предмет регулирования А</w:t>
      </w:r>
      <w:r w:rsidRPr="005945FD">
        <w:rPr>
          <w:rFonts w:ascii="Times New Roman" w:hAnsi="Times New Roman" w:cs="Times New Roman"/>
          <w:b/>
          <w:color w:val="000000"/>
          <w:sz w:val="24"/>
          <w:szCs w:val="24"/>
        </w:rPr>
        <w:t>дминистративного регламента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A0373D" w:rsidRDefault="00A0373D" w:rsidP="00FC57A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Административный регламент предоставления муниципальной услуги «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Выдача разрешений на выполнение авиационных работ, парашютных прыжков, демонстрационных полётов воздушных судов, полетов беспилотных воздушных судов (за исключением полетов беспилотных воздушных судов с максимальной взлетной массой менее </w:t>
      </w:r>
      <w:smartTag w:uri="urn:schemas-microsoft-com:office:smarttags" w:element="metricconverter">
        <w:smartTagPr>
          <w:attr w:name="ProductID" w:val="0,25 кг"/>
        </w:smartTagPr>
        <w:r>
          <w:rPr>
            <w:rFonts w:ascii="Times New Roman" w:hAnsi="Times New Roman" w:cs="Times New Roman"/>
            <w:bCs/>
            <w:color w:val="000000"/>
            <w:sz w:val="24"/>
            <w:szCs w:val="24"/>
          </w:rPr>
          <w:t>0,25 кг</w:t>
        </w:r>
      </w:smartTag>
      <w:r>
        <w:rPr>
          <w:rFonts w:ascii="Times New Roman" w:hAnsi="Times New Roman" w:cs="Times New Roman"/>
          <w:bCs/>
          <w:color w:val="000000"/>
          <w:sz w:val="24"/>
          <w:szCs w:val="24"/>
        </w:rPr>
        <w:t>),  подъемов привязных аэростатов над территорией Ржевского муниципального округа Тверской области, а также на посадку (взлет) на площадки, расположенные в границах Ржевского муниципального округа Тверской области, сведения о которых не опубликованы в документах аэронавигационной информации»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(далее – Административный регламент) устанавливает порядок предоставления муниципальной услуги «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</w:t>
      </w:r>
      <w:smartTag w:uri="urn:schemas-microsoft-com:office:smarttags" w:element="metricconverter">
        <w:smartTagPr>
          <w:attr w:name="ProductID" w:val="0,25 кг"/>
        </w:smartTagPr>
        <w:r>
          <w:rPr>
            <w:rFonts w:ascii="Times New Roman" w:hAnsi="Times New Roman" w:cs="Times New Roman"/>
            <w:bCs/>
            <w:color w:val="000000"/>
            <w:sz w:val="24"/>
            <w:szCs w:val="24"/>
          </w:rPr>
          <w:t>0,25 кг</w:t>
        </w:r>
      </w:smartTag>
      <w:r>
        <w:rPr>
          <w:rFonts w:ascii="Times New Roman" w:hAnsi="Times New Roman" w:cs="Times New Roman"/>
          <w:bCs/>
          <w:color w:val="000000"/>
          <w:sz w:val="24"/>
          <w:szCs w:val="24"/>
        </w:rPr>
        <w:t>),  подъемов привязных аэростатов над территорией Ржевского муниципального округа Тверской области, а также на посадку (взлет) на площадки, расположенные в границах Ржевского муниципального округа Тверской области, сведения о которых не опубликованы в документах аэронавигационной информации» (далее – муниципальная услуга)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стандарт предоставления муниципальной услуги.</w:t>
      </w:r>
    </w:p>
    <w:p w:rsidR="00A0373D" w:rsidRPr="005945FD" w:rsidRDefault="00A0373D" w:rsidP="002A09C6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1.</w:t>
      </w:r>
      <w:r w:rsidRPr="005945FD">
        <w:rPr>
          <w:rFonts w:ascii="Times New Roman" w:hAnsi="Times New Roman" w:cs="Times New Roman"/>
          <w:b/>
          <w:color w:val="000000"/>
          <w:sz w:val="24"/>
          <w:szCs w:val="24"/>
        </w:rPr>
        <w:t>2. Круг заявителей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A0373D" w:rsidRDefault="00A0373D" w:rsidP="00B02A4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Заявителями на предоставление муниципальной услуги являются </w:t>
      </w:r>
      <w:bookmarkStart w:id="0" w:name="P45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физические или юридические лица, наделенные в установленном порядке правом на осуществление деятельности по использованию воздушного пространства (пользователи воздушного пространства), либо их представители по доверенности, оформленной в соответствии с действующим законодательством (далее – заявители).</w:t>
      </w:r>
      <w:bookmarkStart w:id="1" w:name="P49"/>
      <w:bookmarkEnd w:id="1"/>
    </w:p>
    <w:p w:rsidR="00A0373D" w:rsidRDefault="00A0373D" w:rsidP="002A09C6">
      <w:pPr>
        <w:tabs>
          <w:tab w:val="left" w:pos="-2552"/>
        </w:tabs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5945FD">
        <w:rPr>
          <w:rFonts w:ascii="Times New Roman" w:hAnsi="Times New Roman"/>
          <w:b/>
          <w:sz w:val="24"/>
          <w:szCs w:val="24"/>
        </w:rPr>
        <w:t>3. 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Администрацией Ржевского муниципального округа Тверской области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945FD">
        <w:rPr>
          <w:rFonts w:ascii="Times New Roman" w:hAnsi="Times New Roman"/>
          <w:b/>
          <w:sz w:val="24"/>
          <w:szCs w:val="24"/>
        </w:rPr>
        <w:t>(далее</w:t>
      </w:r>
      <w:r>
        <w:rPr>
          <w:rFonts w:ascii="Times New Roman" w:hAnsi="Times New Roman"/>
          <w:b/>
          <w:sz w:val="24"/>
          <w:szCs w:val="24"/>
        </w:rPr>
        <w:t xml:space="preserve"> – </w:t>
      </w:r>
      <w:r w:rsidRPr="005945FD">
        <w:rPr>
          <w:rFonts w:ascii="Times New Roman" w:hAnsi="Times New Roman"/>
          <w:b/>
          <w:sz w:val="24"/>
          <w:szCs w:val="24"/>
        </w:rPr>
        <w:t>профилирование), а также результата, за предоставлением которого обратился заявитель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A0373D" w:rsidRPr="005945FD" w:rsidRDefault="00A0373D" w:rsidP="004E6A8A">
      <w:pPr>
        <w:tabs>
          <w:tab w:val="left" w:pos="-255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1.3.1. </w:t>
      </w:r>
      <w:r w:rsidRPr="005945FD">
        <w:rPr>
          <w:rFonts w:ascii="Times New Roman" w:hAnsi="Times New Roman"/>
          <w:sz w:val="24"/>
          <w:szCs w:val="24"/>
        </w:rPr>
        <w:t xml:space="preserve">Муниципальная услуга должна быть предоставлена заявителю в соответствии с вариантом предоставления муниципальной </w:t>
      </w:r>
      <w:r>
        <w:rPr>
          <w:rFonts w:ascii="Times New Roman" w:hAnsi="Times New Roman"/>
          <w:sz w:val="24"/>
          <w:szCs w:val="24"/>
        </w:rPr>
        <w:t>услуги</w:t>
      </w:r>
      <w:r w:rsidRPr="005945FD">
        <w:rPr>
          <w:rFonts w:ascii="Times New Roman" w:hAnsi="Times New Roman"/>
          <w:sz w:val="24"/>
          <w:szCs w:val="24"/>
        </w:rPr>
        <w:t>.</w:t>
      </w:r>
    </w:p>
    <w:p w:rsidR="00A0373D" w:rsidRPr="005945FD" w:rsidRDefault="00A0373D" w:rsidP="004E6A8A">
      <w:pPr>
        <w:tabs>
          <w:tab w:val="left" w:pos="-255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</w:t>
      </w:r>
      <w:r w:rsidRPr="005945FD">
        <w:rPr>
          <w:rFonts w:ascii="Times New Roman" w:hAnsi="Times New Roman"/>
          <w:sz w:val="24"/>
          <w:szCs w:val="24"/>
        </w:rPr>
        <w:t xml:space="preserve">3.2. </w:t>
      </w:r>
      <w:r w:rsidRPr="006B76A2">
        <w:rPr>
          <w:rFonts w:ascii="Times New Roman" w:hAnsi="Times New Roman"/>
          <w:sz w:val="24"/>
          <w:szCs w:val="24"/>
        </w:rPr>
        <w:t>Вариант предоставления муниципальной услуги определяется</w:t>
      </w:r>
      <w:r>
        <w:rPr>
          <w:rFonts w:ascii="Times New Roman" w:hAnsi="Times New Roman"/>
          <w:sz w:val="24"/>
          <w:szCs w:val="24"/>
        </w:rPr>
        <w:t xml:space="preserve"> в соответствии с приложением </w:t>
      </w:r>
      <w:r w:rsidRPr="006B76A2">
        <w:rPr>
          <w:rFonts w:ascii="Times New Roman" w:hAnsi="Times New Roman"/>
          <w:sz w:val="24"/>
          <w:szCs w:val="24"/>
        </w:rPr>
        <w:t>5</w:t>
      </w:r>
      <w:r w:rsidRPr="005945FD">
        <w:rPr>
          <w:rFonts w:ascii="Times New Roman" w:hAnsi="Times New Roman"/>
          <w:sz w:val="24"/>
          <w:szCs w:val="24"/>
        </w:rPr>
        <w:t xml:space="preserve"> к настоящему Административному регламенту</w:t>
      </w:r>
      <w:r>
        <w:rPr>
          <w:rFonts w:ascii="Times New Roman" w:hAnsi="Times New Roman"/>
          <w:sz w:val="24"/>
          <w:szCs w:val="24"/>
        </w:rPr>
        <w:t>,</w:t>
      </w:r>
      <w:r w:rsidRPr="005945FD">
        <w:rPr>
          <w:rFonts w:ascii="Times New Roman" w:hAnsi="Times New Roman"/>
          <w:sz w:val="24"/>
          <w:szCs w:val="24"/>
        </w:rPr>
        <w:t xml:space="preserve"> исходя из установленных признаков заявителя, а также из результата предоставления муниципальной услуги, за предоставлением которой обратился заявитель.</w:t>
      </w:r>
    </w:p>
    <w:p w:rsidR="00A0373D" w:rsidRDefault="00A0373D" w:rsidP="004E6A8A">
      <w:pPr>
        <w:tabs>
          <w:tab w:val="left" w:pos="-255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</w:t>
      </w:r>
      <w:r w:rsidRPr="005945FD">
        <w:rPr>
          <w:rFonts w:ascii="Times New Roman" w:hAnsi="Times New Roman"/>
          <w:sz w:val="24"/>
          <w:szCs w:val="24"/>
        </w:rPr>
        <w:t>3.3.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A0373D" w:rsidRDefault="00A0373D" w:rsidP="004E6A8A">
      <w:pPr>
        <w:tabs>
          <w:tab w:val="left" w:pos="-255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373D" w:rsidRDefault="00A0373D" w:rsidP="004E6A8A">
      <w:pPr>
        <w:tabs>
          <w:tab w:val="left" w:pos="-2552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Pr="004E6A8A">
        <w:rPr>
          <w:rFonts w:ascii="Times New Roman" w:hAnsi="Times New Roman"/>
          <w:b/>
          <w:bCs/>
          <w:sz w:val="24"/>
          <w:szCs w:val="24"/>
        </w:rPr>
        <w:t>Стандарт предоставления муниципальной услуги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A0373D" w:rsidRDefault="00A0373D" w:rsidP="004E6A8A">
      <w:pPr>
        <w:tabs>
          <w:tab w:val="left" w:pos="-2552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0373D" w:rsidRPr="006630B1" w:rsidRDefault="00A0373D" w:rsidP="006630B1">
      <w:pPr>
        <w:tabs>
          <w:tab w:val="left" w:pos="-2552"/>
        </w:tabs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2.1.</w:t>
      </w:r>
      <w:r w:rsidRPr="004E6A8A">
        <w:rPr>
          <w:rFonts w:ascii="Times New Roman" w:hAnsi="Times New Roman"/>
          <w:b/>
          <w:bCs/>
          <w:sz w:val="24"/>
          <w:szCs w:val="24"/>
        </w:rPr>
        <w:t xml:space="preserve"> Наименование муниципальной услуги</w:t>
      </w:r>
      <w:r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4E6A8A">
        <w:rPr>
          <w:rFonts w:ascii="Times New Roman" w:hAnsi="Times New Roman"/>
          <w:color w:val="000000"/>
          <w:sz w:val="24"/>
          <w:szCs w:val="24"/>
        </w:rPr>
        <w:t>«</w:t>
      </w:r>
      <w:r w:rsidRPr="004E6A8A">
        <w:rPr>
          <w:rFonts w:ascii="Times New Roman" w:hAnsi="Times New Roman"/>
          <w:bCs/>
          <w:color w:val="000000"/>
          <w:sz w:val="24"/>
          <w:szCs w:val="24"/>
        </w:rPr>
        <w:t xml:space="preserve"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</w:t>
      </w:r>
      <w:smartTag w:uri="urn:schemas-microsoft-com:office:smarttags" w:element="metricconverter">
        <w:smartTagPr>
          <w:attr w:name="ProductID" w:val="0,25 кг"/>
        </w:smartTagPr>
        <w:r w:rsidRPr="004E6A8A">
          <w:rPr>
            <w:rFonts w:ascii="Times New Roman" w:hAnsi="Times New Roman"/>
            <w:bCs/>
            <w:color w:val="000000"/>
            <w:sz w:val="24"/>
            <w:szCs w:val="24"/>
          </w:rPr>
          <w:t>0,25 кг</w:t>
        </w:r>
      </w:smartTag>
      <w:r w:rsidRPr="004E6A8A">
        <w:rPr>
          <w:rFonts w:ascii="Times New Roman" w:hAnsi="Times New Roman"/>
          <w:bCs/>
          <w:color w:val="000000"/>
          <w:sz w:val="24"/>
          <w:szCs w:val="24"/>
        </w:rPr>
        <w:t>),  подъемов привязных аэростатов над территорией Ржевского муниципального округа Тверской области, а также на посадку (взлет) на площадки</w:t>
      </w:r>
      <w:r w:rsidRPr="006630B1">
        <w:rPr>
          <w:rFonts w:ascii="Times New Roman" w:hAnsi="Times New Roman"/>
          <w:bCs/>
          <w:color w:val="000000"/>
          <w:sz w:val="24"/>
          <w:szCs w:val="24"/>
        </w:rPr>
        <w:t>, расположенные в границах Ржевского муниципального округа Тверской области, сведения о которых не опубликованы в документах аэронавигационной информации».</w:t>
      </w:r>
    </w:p>
    <w:p w:rsidR="00A0373D" w:rsidRPr="006630B1" w:rsidRDefault="00A0373D" w:rsidP="006630B1">
      <w:pPr>
        <w:tabs>
          <w:tab w:val="left" w:pos="-2552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630B1">
        <w:rPr>
          <w:rFonts w:ascii="Times New Roman" w:hAnsi="Times New Roman"/>
          <w:sz w:val="24"/>
          <w:szCs w:val="24"/>
        </w:rPr>
        <w:tab/>
      </w:r>
      <w:r w:rsidRPr="006630B1">
        <w:rPr>
          <w:rFonts w:ascii="Times New Roman" w:hAnsi="Times New Roman"/>
          <w:b/>
          <w:sz w:val="24"/>
          <w:szCs w:val="24"/>
        </w:rPr>
        <w:t>2.2. Наименование органа местного самоуправления муниципального образования Тверской области, предоставляющего муниципальную услугу:</w:t>
      </w:r>
      <w:r w:rsidRPr="006630B1">
        <w:rPr>
          <w:rFonts w:ascii="Times New Roman" w:hAnsi="Times New Roman"/>
          <w:sz w:val="24"/>
          <w:szCs w:val="24"/>
        </w:rPr>
        <w:t xml:space="preserve"> Администрация </w:t>
      </w:r>
      <w:r w:rsidRPr="006630B1">
        <w:rPr>
          <w:rFonts w:ascii="Times New Roman" w:hAnsi="Times New Roman"/>
          <w:bCs/>
          <w:color w:val="000000"/>
          <w:sz w:val="24"/>
          <w:szCs w:val="24"/>
        </w:rPr>
        <w:t xml:space="preserve">Ржевского муниципального округа Тверской области </w:t>
      </w:r>
      <w:r w:rsidRPr="006630B1">
        <w:rPr>
          <w:rFonts w:ascii="Times New Roman" w:hAnsi="Times New Roman"/>
          <w:sz w:val="24"/>
          <w:szCs w:val="24"/>
        </w:rPr>
        <w:t xml:space="preserve">в лице структурного подразделения – Отдела транспорта и дорожного хозяйства Администрации </w:t>
      </w:r>
      <w:r w:rsidRPr="006630B1">
        <w:rPr>
          <w:rFonts w:ascii="Times New Roman" w:hAnsi="Times New Roman"/>
          <w:bCs/>
          <w:color w:val="000000"/>
          <w:sz w:val="24"/>
          <w:szCs w:val="24"/>
        </w:rPr>
        <w:t>Ржевского муниципального округа</w:t>
      </w:r>
      <w:r w:rsidRPr="006630B1">
        <w:rPr>
          <w:rFonts w:ascii="Times New Roman" w:hAnsi="Times New Roman"/>
          <w:sz w:val="24"/>
          <w:szCs w:val="24"/>
        </w:rPr>
        <w:t xml:space="preserve"> Тверской области (далее – Отдел)</w:t>
      </w:r>
      <w:r w:rsidRPr="006630B1">
        <w:rPr>
          <w:rFonts w:ascii="Times New Roman" w:hAnsi="Times New Roman"/>
          <w:color w:val="000000"/>
          <w:sz w:val="24"/>
          <w:szCs w:val="24"/>
        </w:rPr>
        <w:t>.</w:t>
      </w:r>
    </w:p>
    <w:p w:rsidR="00A0373D" w:rsidRPr="006630B1" w:rsidRDefault="00A0373D" w:rsidP="00B02A47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630B1">
        <w:rPr>
          <w:rFonts w:ascii="Times New Roman" w:hAnsi="Times New Roman" w:cs="Times New Roman"/>
          <w:b/>
          <w:color w:val="000000"/>
          <w:sz w:val="24"/>
          <w:szCs w:val="24"/>
        </w:rPr>
        <w:t>2.3. Результат предоставления муниципальной услуги.</w:t>
      </w:r>
    </w:p>
    <w:p w:rsidR="00A0373D" w:rsidRDefault="00A0373D" w:rsidP="00C71F6F">
      <w:pPr>
        <w:pStyle w:val="ConsPlusNormal"/>
        <w:ind w:firstLine="709"/>
        <w:jc w:val="both"/>
      </w:pPr>
      <w:r w:rsidRPr="006630B1">
        <w:rPr>
          <w:rFonts w:ascii="Times New Roman" w:hAnsi="Times New Roman" w:cs="Times New Roman"/>
          <w:color w:val="000000"/>
          <w:sz w:val="24"/>
          <w:szCs w:val="24"/>
        </w:rPr>
        <w:t xml:space="preserve">Результатом предоставления муниципальной услуги является выдача разрешения </w:t>
      </w:r>
      <w:r w:rsidRPr="006630B1">
        <w:rPr>
          <w:rFonts w:ascii="Times New Roman" w:hAnsi="Times New Roman" w:cs="Times New Roman"/>
          <w:bCs/>
          <w:color w:val="000000"/>
          <w:sz w:val="24"/>
          <w:szCs w:val="24"/>
        </w:rPr>
        <w:t>на выполнение авиационных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 подъемов привязных аэростатов над территорией Ржевского муниципального округа Тверской области, а также на посадку (взлет) на площадки, расположенные в границах Ржевского муниципального округа Тверской области, сведения о которых не опубликованы в документах аэронавигационной информации, в форме письма.</w:t>
      </w:r>
    </w:p>
    <w:p w:rsidR="00A0373D" w:rsidRDefault="00A0373D" w:rsidP="00C71F6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случае наличия оснований для отказа в предоставлении муниципальной услуги, предусмотренных пунктом 2.8.2 настоящего Административного регламента заявителю направляется мотивированный письменный отказ в предоставлении муниципальной услуги.</w:t>
      </w:r>
    </w:p>
    <w:p w:rsidR="00A0373D" w:rsidRDefault="00A0373D" w:rsidP="00B02A4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2.4.</w:t>
      </w:r>
      <w:r w:rsidRPr="003A2E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Срок предоставления муниципальной услуги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A0373D" w:rsidRDefault="00A0373D" w:rsidP="002C522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Срок предоставления муниципальной услуги – 10 рабочих дней со дня регистрации заявления на предоставление муниципальной услуги.</w:t>
      </w:r>
    </w:p>
    <w:p w:rsidR="00A0373D" w:rsidRPr="003A2E6F" w:rsidRDefault="00A0373D" w:rsidP="00B02A47">
      <w:pPr>
        <w:pStyle w:val="ConsPlusNormal"/>
        <w:ind w:firstLine="709"/>
        <w:jc w:val="both"/>
        <w:rPr>
          <w:b/>
        </w:rPr>
      </w:pPr>
      <w:bookmarkStart w:id="2" w:name="P83"/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</w:rPr>
        <w:t>2.5.</w:t>
      </w:r>
      <w:r w:rsidRPr="003A2E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Правовые основания для предоставления муниципальной услуги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A0373D" w:rsidRDefault="00A0373D" w:rsidP="00C71F6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2.5.1. </w:t>
      </w:r>
      <w:r w:rsidRPr="008B0508">
        <w:rPr>
          <w:rFonts w:ascii="Times New Roman" w:hAnsi="Times New Roman" w:cs="Times New Roman"/>
          <w:color w:val="000000"/>
          <w:sz w:val="24"/>
          <w:szCs w:val="24"/>
        </w:rPr>
        <w:t xml:space="preserve">Перечень нормативных правовых актов, регулирующих предоставление муниципальной  услуги, информация о порядке досудебного (внесудебного) обжалования решений и действий (бездействия) Органа власти, а также его должностных лиц размещаются на официальном сайте муниципального образования Ржевский муниципальный округ Тверской области </w:t>
      </w:r>
      <w:hyperlink r:id="rId10" w:history="1">
        <w:r w:rsidRPr="008251A2">
          <w:rPr>
            <w:rStyle w:val="Hyperlink"/>
            <w:rFonts w:ascii="Times New Roman" w:hAnsi="Times New Roman" w:cs="Arial"/>
            <w:sz w:val="24"/>
            <w:szCs w:val="24"/>
          </w:rPr>
          <w:t>www.городржев.рф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B0508">
        <w:rPr>
          <w:rFonts w:ascii="Times New Roman" w:hAnsi="Times New Roman" w:cs="Times New Roman"/>
          <w:color w:val="000000"/>
          <w:sz w:val="24"/>
          <w:szCs w:val="24"/>
        </w:rPr>
        <w:t xml:space="preserve"> в информационно-телекоммуникационной сети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8B0508">
        <w:rPr>
          <w:rFonts w:ascii="Times New Roman" w:hAnsi="Times New Roman" w:cs="Times New Roman"/>
          <w:color w:val="000000"/>
          <w:sz w:val="24"/>
          <w:szCs w:val="24"/>
        </w:rPr>
        <w:t>Интернет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8B0508">
        <w:rPr>
          <w:rFonts w:ascii="Times New Roman" w:hAnsi="Times New Roman" w:cs="Times New Roman"/>
          <w:color w:val="000000"/>
          <w:sz w:val="24"/>
          <w:szCs w:val="24"/>
        </w:rPr>
        <w:t>, а также в федеральной государств</w:t>
      </w:r>
      <w:r>
        <w:rPr>
          <w:rFonts w:ascii="Times New Roman" w:hAnsi="Times New Roman" w:cs="Times New Roman"/>
          <w:color w:val="000000"/>
          <w:sz w:val="24"/>
          <w:szCs w:val="24"/>
        </w:rPr>
        <w:t>енной информационной системе «</w:t>
      </w:r>
      <w:r w:rsidRPr="008B0508">
        <w:rPr>
          <w:rFonts w:ascii="Times New Roman" w:hAnsi="Times New Roman" w:cs="Times New Roman"/>
          <w:color w:val="000000"/>
          <w:sz w:val="24"/>
          <w:szCs w:val="24"/>
        </w:rPr>
        <w:t xml:space="preserve">Единый портал государственных </w:t>
      </w:r>
      <w:r>
        <w:rPr>
          <w:rFonts w:ascii="Times New Roman" w:hAnsi="Times New Roman" w:cs="Times New Roman"/>
          <w:color w:val="000000"/>
          <w:sz w:val="24"/>
          <w:szCs w:val="24"/>
        </w:rPr>
        <w:t>и муниципальных услуг (функций)»</w:t>
      </w:r>
      <w:r w:rsidRPr="008B050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0373D" w:rsidRDefault="00A0373D" w:rsidP="00C71F6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522F">
        <w:rPr>
          <w:rFonts w:ascii="Times New Roman" w:hAnsi="Times New Roman" w:cs="Times New Roman"/>
          <w:color w:val="000000"/>
          <w:sz w:val="24"/>
          <w:szCs w:val="24"/>
        </w:rPr>
        <w:t>Предоставление муниципальной услуги осуществляется в соответствии с:</w:t>
      </w:r>
    </w:p>
    <w:p w:rsidR="00A0373D" w:rsidRDefault="00A0373D" w:rsidP="00243D1A">
      <w:pPr>
        <w:pStyle w:val="ConsPlusNormal"/>
        <w:numPr>
          <w:ilvl w:val="1"/>
          <w:numId w:val="9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Воздушным кодексом Российской Федерации;</w:t>
      </w:r>
    </w:p>
    <w:p w:rsidR="00A0373D" w:rsidRDefault="00A0373D" w:rsidP="00243D1A">
      <w:pPr>
        <w:pStyle w:val="ConsPlusNormal"/>
        <w:numPr>
          <w:ilvl w:val="1"/>
          <w:numId w:val="9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A0373D" w:rsidRDefault="00A0373D" w:rsidP="00243D1A">
      <w:pPr>
        <w:pStyle w:val="ConsPlusNormal"/>
        <w:numPr>
          <w:ilvl w:val="1"/>
          <w:numId w:val="9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A0373D" w:rsidRDefault="00A0373D" w:rsidP="005D399D">
      <w:pPr>
        <w:pStyle w:val="ConsPlusNormal"/>
        <w:numPr>
          <w:ilvl w:val="1"/>
          <w:numId w:val="9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Постановлением Правительства Российской Федерации от 11.03.2010 № 138 «Об утверждении Федеральных правил использования воздушного пространства Российской Федерации»;</w:t>
      </w:r>
    </w:p>
    <w:p w:rsidR="00A0373D" w:rsidRDefault="00A0373D" w:rsidP="00243D1A">
      <w:pPr>
        <w:pStyle w:val="ConsPlusNormal"/>
        <w:numPr>
          <w:ilvl w:val="1"/>
          <w:numId w:val="9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приказом Министерства транспорта Российской Федерации от 16.01.2012 № 6 «Об утверждении Федеральных авиационных правил «Организация планирования и использования воздушного пространства Российской Федерации»;</w:t>
      </w:r>
    </w:p>
    <w:p w:rsidR="00A0373D" w:rsidRDefault="00A0373D" w:rsidP="005D399D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0373D" w:rsidRDefault="00A0373D" w:rsidP="005D399D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0373D" w:rsidRPr="006630B1" w:rsidRDefault="00A0373D" w:rsidP="00243D1A">
      <w:pPr>
        <w:pStyle w:val="ConsPlusNormal"/>
        <w:numPr>
          <w:ilvl w:val="1"/>
          <w:numId w:val="9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0B1">
        <w:rPr>
          <w:rFonts w:ascii="Times New Roman" w:hAnsi="Times New Roman" w:cs="Times New Roman"/>
          <w:color w:val="000000"/>
          <w:sz w:val="24"/>
          <w:szCs w:val="24"/>
        </w:rPr>
        <w:t>приказом Министерства транспорта Российской Федерации от 06.09.2011 № 237 «Об установлении запретных зон»;</w:t>
      </w:r>
    </w:p>
    <w:p w:rsidR="00A0373D" w:rsidRDefault="00A0373D" w:rsidP="00243D1A">
      <w:pPr>
        <w:pStyle w:val="ConsPlusNormal"/>
        <w:numPr>
          <w:ilvl w:val="1"/>
          <w:numId w:val="9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1" w:history="1">
        <w:r w:rsidRPr="006630B1">
          <w:rPr>
            <w:rStyle w:val="Hyperlink"/>
            <w:rFonts w:ascii="Times New Roman" w:hAnsi="Times New Roman"/>
            <w:color w:val="000000"/>
            <w:sz w:val="24"/>
            <w:szCs w:val="24"/>
            <w:u w:val="none"/>
          </w:rPr>
          <w:t>Устав</w:t>
        </w:r>
      </w:hyperlink>
      <w:r w:rsidRPr="006630B1">
        <w:rPr>
          <w:rFonts w:ascii="Times New Roman" w:hAnsi="Times New Roman" w:cs="Times New Roman"/>
          <w:sz w:val="24"/>
          <w:szCs w:val="24"/>
        </w:rPr>
        <w:t>ом</w:t>
      </w:r>
      <w:r w:rsidRPr="006630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630B1">
        <w:rPr>
          <w:rFonts w:ascii="Times New Roman" w:hAnsi="Times New Roman" w:cs="Times New Roman"/>
          <w:bCs/>
          <w:color w:val="000000"/>
          <w:sz w:val="24"/>
          <w:szCs w:val="24"/>
        </w:rPr>
        <w:t>Ржевского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муниципального округа Тверской области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0373D" w:rsidRDefault="00A0373D" w:rsidP="00243D1A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0373D" w:rsidRDefault="00A0373D" w:rsidP="00243D1A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2.6.</w:t>
      </w:r>
      <w:r w:rsidRPr="002C52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Исчерпывающий перечень документов, необходимых для предоставления муниципальной услуги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A0373D" w:rsidRPr="00E82C1D" w:rsidRDefault="00A0373D" w:rsidP="00243D1A">
      <w:pPr>
        <w:pStyle w:val="ConsPlusNormal"/>
        <w:ind w:firstLine="708"/>
        <w:jc w:val="both"/>
      </w:pPr>
      <w:r w:rsidRPr="00E82C1D">
        <w:rPr>
          <w:rFonts w:ascii="Times New Roman" w:hAnsi="Times New Roman" w:cs="Times New Roman"/>
          <w:color w:val="000000"/>
          <w:sz w:val="24"/>
          <w:szCs w:val="24"/>
        </w:rPr>
        <w:t>2.6.1. Для предоставления муниципальной услуги заявитель представляет следующие документы:</w:t>
      </w:r>
    </w:p>
    <w:p w:rsidR="00A0373D" w:rsidRDefault="00A0373D" w:rsidP="00243D1A">
      <w:pPr>
        <w:pStyle w:val="ConsPlusNormal"/>
        <w:numPr>
          <w:ilvl w:val="1"/>
          <w:numId w:val="9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заявление на предоставление муниципальной услуги по форме в соответствии с приложением 1 к настоящему Административному регламенту;</w:t>
      </w:r>
    </w:p>
    <w:p w:rsidR="00A0373D" w:rsidRDefault="00A0373D" w:rsidP="00243D1A">
      <w:pPr>
        <w:pStyle w:val="ConsPlusNormal"/>
        <w:numPr>
          <w:ilvl w:val="1"/>
          <w:numId w:val="9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документ, удостоверяющий личность заявителя;</w:t>
      </w:r>
    </w:p>
    <w:p w:rsidR="00A0373D" w:rsidRDefault="00A0373D" w:rsidP="00243D1A">
      <w:pPr>
        <w:pStyle w:val="ConsPlusNormal"/>
        <w:numPr>
          <w:ilvl w:val="1"/>
          <w:numId w:val="9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документ, удостоверяющий личность представителя заявителя (в случае обращения представителя заявителя);</w:t>
      </w:r>
    </w:p>
    <w:p w:rsidR="00A0373D" w:rsidRDefault="00A0373D" w:rsidP="00243D1A">
      <w:pPr>
        <w:pStyle w:val="ConsPlusNormal"/>
        <w:numPr>
          <w:ilvl w:val="1"/>
          <w:numId w:val="9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документ, подтверждающий полномочия представителя заявителя (в случае обращения представителя заявителя);</w:t>
      </w:r>
    </w:p>
    <w:p w:rsidR="00A0373D" w:rsidRDefault="00A0373D" w:rsidP="00243D1A">
      <w:pPr>
        <w:pStyle w:val="ConsPlusNormal"/>
        <w:numPr>
          <w:ilvl w:val="1"/>
          <w:numId w:val="9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согласие на обработку персональных данных (в случае обращения за предоставлением муниципальной услуги физического лица);</w:t>
      </w:r>
    </w:p>
    <w:p w:rsidR="00A0373D" w:rsidRPr="00243D1A" w:rsidRDefault="00A0373D" w:rsidP="00243D1A">
      <w:pPr>
        <w:pStyle w:val="ConsPlusNormal"/>
        <w:numPr>
          <w:ilvl w:val="1"/>
          <w:numId w:val="9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копии </w:t>
      </w:r>
      <w:r>
        <w:rPr>
          <w:rFonts w:ascii="Times New Roman" w:hAnsi="Times New Roman" w:cs="Times New Roman"/>
          <w:color w:val="000000"/>
          <w:sz w:val="23"/>
          <w:szCs w:val="23"/>
          <w:lang w:eastAsia="ru-RU"/>
        </w:rPr>
        <w:t>учредительных документов юридического лица, документы, подтверждающие полномочия лица, имеющего право без доверенности действовать от имени юридического лица, в случае обращения юридических лиц или по доверенности;</w:t>
      </w:r>
    </w:p>
    <w:p w:rsidR="00A0373D" w:rsidRDefault="00A0373D" w:rsidP="00243D1A">
      <w:pPr>
        <w:pStyle w:val="ConsPlusNormal"/>
        <w:numPr>
          <w:ilvl w:val="1"/>
          <w:numId w:val="9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копию договора с третьим лицом на выполнение заявленных авиационных работ.</w:t>
      </w:r>
    </w:p>
    <w:p w:rsidR="00A0373D" w:rsidRPr="00E82C1D" w:rsidRDefault="00A0373D" w:rsidP="00243D1A">
      <w:pPr>
        <w:pStyle w:val="western"/>
        <w:spacing w:before="0" w:after="0"/>
        <w:ind w:firstLine="709"/>
        <w:jc w:val="both"/>
      </w:pPr>
      <w:r w:rsidRPr="00E82C1D">
        <w:rPr>
          <w:color w:val="000000"/>
          <w:sz w:val="24"/>
          <w:szCs w:val="24"/>
          <w:shd w:val="clear" w:color="auto" w:fill="FFFFFF"/>
        </w:rPr>
        <w:t>2.6.2. При предоставлении муниципальной услуги Отдел не вправе требовать от заявителя:</w:t>
      </w:r>
    </w:p>
    <w:p w:rsidR="00A0373D" w:rsidRDefault="00A0373D" w:rsidP="00243D1A">
      <w:pPr>
        <w:pStyle w:val="western"/>
        <w:spacing w:before="0" w:after="0"/>
        <w:ind w:firstLine="709"/>
        <w:jc w:val="both"/>
      </w:pPr>
      <w:r>
        <w:rPr>
          <w:color w:val="000000"/>
          <w:sz w:val="24"/>
          <w:szCs w:val="24"/>
          <w:highlight w:val="white"/>
        </w:rPr>
        <w:t xml:space="preserve">а) </w:t>
      </w:r>
      <w:r>
        <w:rPr>
          <w:color w:val="000000"/>
          <w:sz w:val="24"/>
          <w:szCs w:val="24"/>
        </w:rPr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0373D" w:rsidRPr="00146D64" w:rsidRDefault="00A0373D" w:rsidP="00243D1A">
      <w:pPr>
        <w:pStyle w:val="western"/>
        <w:spacing w:before="0" w:after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27.07.2010 № 210-ФЗ «Об организации предоставления государственных и муниципальных услуг» (далее – Федеральный закон)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перечень документов. Заявитель вправе представить указанные документы и информацию в Отдел по собственной инициативе.</w:t>
      </w:r>
    </w:p>
    <w:p w:rsidR="00A0373D" w:rsidRPr="00243D1A" w:rsidRDefault="00A0373D" w:rsidP="00243D1A">
      <w:pPr>
        <w:pStyle w:val="western"/>
        <w:spacing w:before="0" w:after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за исключением получения услуг и получения документов и информации, предоставляемых в результате </w:t>
      </w:r>
      <w:r w:rsidRPr="00243D1A">
        <w:rPr>
          <w:color w:val="000000"/>
          <w:sz w:val="24"/>
          <w:szCs w:val="24"/>
        </w:rPr>
        <w:t>предоставления таких услуг;</w:t>
      </w:r>
    </w:p>
    <w:p w:rsidR="00A0373D" w:rsidRPr="00243D1A" w:rsidRDefault="00A0373D" w:rsidP="005D399D">
      <w:pPr>
        <w:pStyle w:val="western"/>
        <w:spacing w:before="0" w:after="0"/>
        <w:ind w:firstLine="709"/>
        <w:jc w:val="both"/>
        <w:rPr>
          <w:sz w:val="24"/>
          <w:szCs w:val="24"/>
        </w:rPr>
      </w:pPr>
      <w:r w:rsidRPr="00243D1A">
        <w:rPr>
          <w:sz w:val="24"/>
          <w:szCs w:val="24"/>
        </w:rPr>
        <w:t xml:space="preserve">г) представления документов и информации, отсутствие и (или) недостоверность которых не указывались при первоначальном отказе Администрации </w:t>
      </w:r>
      <w:r w:rsidRPr="00243D1A">
        <w:rPr>
          <w:bCs/>
          <w:sz w:val="24"/>
          <w:szCs w:val="24"/>
        </w:rPr>
        <w:t xml:space="preserve">Ржевского муниципального округа Тверской области </w:t>
      </w:r>
      <w:r w:rsidRPr="00243D1A">
        <w:rPr>
          <w:sz w:val="24"/>
          <w:szCs w:val="24"/>
        </w:rPr>
        <w:t>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0373D" w:rsidRPr="00243D1A" w:rsidRDefault="00A0373D" w:rsidP="00243D1A">
      <w:pPr>
        <w:pStyle w:val="ConsPlusNormal"/>
        <w:numPr>
          <w:ilvl w:val="1"/>
          <w:numId w:val="9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_GoBack"/>
      <w:bookmarkEnd w:id="3"/>
      <w:r w:rsidRPr="00243D1A">
        <w:rPr>
          <w:rFonts w:ascii="Times New Roman" w:hAnsi="Times New Roman" w:cs="Times New Roman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0373D" w:rsidRPr="005D399D" w:rsidRDefault="00A0373D" w:rsidP="00243D1A">
      <w:pPr>
        <w:pStyle w:val="ConsPlusNormal"/>
        <w:numPr>
          <w:ilvl w:val="1"/>
          <w:numId w:val="9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D1A">
        <w:rPr>
          <w:rFonts w:ascii="Times New Roman" w:hAnsi="Times New Roman" w:cs="Times New Roman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0373D" w:rsidRDefault="00A0373D" w:rsidP="005D39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0373D" w:rsidRPr="00243D1A" w:rsidRDefault="00A0373D" w:rsidP="005D399D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0373D" w:rsidRPr="00243D1A" w:rsidRDefault="00A0373D" w:rsidP="00243D1A">
      <w:pPr>
        <w:pStyle w:val="ConsPlusNormal"/>
        <w:numPr>
          <w:ilvl w:val="1"/>
          <w:numId w:val="9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D1A">
        <w:rPr>
          <w:rFonts w:ascii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0373D" w:rsidRPr="00243D1A" w:rsidRDefault="00A0373D" w:rsidP="00243D1A">
      <w:pPr>
        <w:pStyle w:val="ConsPlusNormal"/>
        <w:numPr>
          <w:ilvl w:val="1"/>
          <w:numId w:val="9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D1A">
        <w:rPr>
          <w:rFonts w:ascii="Times New Roman" w:hAnsi="Times New Roman" w:cs="Times New Roman"/>
          <w:sz w:val="24"/>
          <w:szCs w:val="24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Администрации </w:t>
      </w:r>
      <w:r w:rsidRPr="00243D1A">
        <w:rPr>
          <w:rFonts w:ascii="Times New Roman" w:hAnsi="Times New Roman" w:cs="Times New Roman"/>
          <w:bCs/>
          <w:sz w:val="24"/>
          <w:szCs w:val="24"/>
        </w:rPr>
        <w:t>Ржевского муниципального округа Тверской области</w:t>
      </w:r>
      <w:r w:rsidRPr="00243D1A">
        <w:rPr>
          <w:rFonts w:ascii="Times New Roman" w:hAnsi="Times New Roman" w:cs="Times New Roman"/>
          <w:sz w:val="24"/>
          <w:szCs w:val="24"/>
        </w:rPr>
        <w:t xml:space="preserve">, муниципального служащего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заместителя Главы Администрации </w:t>
      </w:r>
      <w:r w:rsidRPr="00243D1A">
        <w:rPr>
          <w:rFonts w:ascii="Times New Roman" w:hAnsi="Times New Roman" w:cs="Times New Roman"/>
          <w:bCs/>
          <w:sz w:val="24"/>
          <w:szCs w:val="24"/>
        </w:rPr>
        <w:t>Ржевского муниципального округа Тверской области</w:t>
      </w:r>
      <w:r w:rsidRPr="00243D1A">
        <w:rPr>
          <w:rFonts w:ascii="Times New Roman" w:hAnsi="Times New Roman" w:cs="Times New Roman"/>
          <w:sz w:val="24"/>
          <w:szCs w:val="24"/>
        </w:rPr>
        <w:t xml:space="preserve">, курирующего решение вопросов дорожного хозяйства </w:t>
      </w:r>
      <w:r w:rsidRPr="00243D1A">
        <w:rPr>
          <w:rFonts w:ascii="Times New Roman" w:hAnsi="Times New Roman" w:cs="Times New Roman"/>
          <w:bCs/>
          <w:sz w:val="24"/>
          <w:szCs w:val="24"/>
        </w:rPr>
        <w:t>Ржевского муниципального округа Тверской области</w:t>
      </w:r>
      <w:r w:rsidRPr="00243D1A">
        <w:rPr>
          <w:rFonts w:ascii="Times New Roman" w:hAnsi="Times New Roman" w:cs="Times New Roman"/>
          <w:sz w:val="24"/>
          <w:szCs w:val="24"/>
        </w:rPr>
        <w:t>, либо уполномоченных им лиц,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A0373D" w:rsidRPr="00286018" w:rsidRDefault="00A0373D" w:rsidP="00243D1A">
      <w:pPr>
        <w:pStyle w:val="ConsPlusNormal"/>
        <w:numPr>
          <w:ilvl w:val="1"/>
          <w:numId w:val="9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3D1A">
        <w:rPr>
          <w:rFonts w:ascii="Times New Roman" w:hAnsi="Times New Roman" w:cs="Times New Roman"/>
          <w:sz w:val="24"/>
          <w:szCs w:val="24"/>
        </w:rPr>
        <w:t>а также иных случаев, предусмотренных законодательством.</w:t>
      </w:r>
    </w:p>
    <w:p w:rsidR="00A0373D" w:rsidRDefault="00A0373D" w:rsidP="00286018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2.7. Исчерпывающий перечень снований для отказа в приеме документов, необходимых для предоставления муниципальной услуги.</w:t>
      </w:r>
    </w:p>
    <w:p w:rsidR="00A0373D" w:rsidRPr="002C522F" w:rsidRDefault="00A0373D" w:rsidP="00286018">
      <w:pPr>
        <w:pStyle w:val="ConsPlusNormal"/>
        <w:ind w:firstLine="709"/>
        <w:jc w:val="both"/>
        <w:rPr>
          <w:rFonts w:ascii="Times New Roman" w:hAnsi="Times New Roman" w:cs="Times New Roman"/>
          <w:sz w:val="24"/>
        </w:rPr>
      </w:pPr>
      <w:r w:rsidRPr="002C522F">
        <w:rPr>
          <w:rFonts w:ascii="Times New Roman" w:hAnsi="Times New Roman" w:cs="Times New Roman"/>
          <w:sz w:val="24"/>
        </w:rPr>
        <w:t>Основаниями для отказа в приеме документов являются:</w:t>
      </w:r>
    </w:p>
    <w:p w:rsidR="00A0373D" w:rsidRDefault="00A0373D" w:rsidP="00286018">
      <w:pPr>
        <w:pStyle w:val="ConsPlusNormal"/>
        <w:numPr>
          <w:ilvl w:val="1"/>
          <w:numId w:val="9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подача документов лицом, не уполномоченным на подачу заявления на предоставление муниципальной услуги;</w:t>
      </w:r>
    </w:p>
    <w:p w:rsidR="00A0373D" w:rsidRPr="00286018" w:rsidRDefault="00A0373D" w:rsidP="00286018">
      <w:pPr>
        <w:pStyle w:val="ConsPlusNormal"/>
        <w:numPr>
          <w:ilvl w:val="1"/>
          <w:numId w:val="9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заявлении и прилагаемых к заявлению документах имеются исправления, не позволяющие однозначно истолковать их содержание, текст заявления, приложенных документов не </w:t>
      </w:r>
      <w:r w:rsidRPr="00286018">
        <w:rPr>
          <w:rFonts w:ascii="Times New Roman" w:hAnsi="Times New Roman" w:cs="Times New Roman"/>
          <w:color w:val="000000"/>
          <w:sz w:val="24"/>
          <w:szCs w:val="24"/>
        </w:rPr>
        <w:t>поддается прочтению;</w:t>
      </w:r>
    </w:p>
    <w:p w:rsidR="00A0373D" w:rsidRPr="00286018" w:rsidRDefault="00A0373D" w:rsidP="00286018">
      <w:pPr>
        <w:pStyle w:val="ConsPlusNormal"/>
        <w:numPr>
          <w:ilvl w:val="1"/>
          <w:numId w:val="9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6018">
        <w:rPr>
          <w:rFonts w:ascii="Times New Roman" w:hAnsi="Times New Roman" w:cs="Times New Roman"/>
          <w:sz w:val="24"/>
          <w:szCs w:val="24"/>
        </w:rPr>
        <w:t>заявленный вид деятельности не является авиационными работами, парашютными прыжками, подъемом привязных аэростатов, демонстрационными полетами, полетами беспилотных воздушных судов, а также если сведения о площадках посадки (взлета) опубликованы в документах аэронавигационной информации.</w:t>
      </w:r>
    </w:p>
    <w:p w:rsidR="00A0373D" w:rsidRDefault="00A0373D" w:rsidP="00286018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86018">
        <w:rPr>
          <w:rFonts w:ascii="Times New Roman" w:hAnsi="Times New Roman"/>
          <w:b/>
          <w:color w:val="000000"/>
          <w:sz w:val="24"/>
          <w:szCs w:val="24"/>
        </w:rPr>
        <w:t>2.8.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286018">
        <w:rPr>
          <w:rFonts w:ascii="Times New Roman" w:hAnsi="Times New Roman"/>
          <w:b/>
          <w:color w:val="000000"/>
          <w:sz w:val="24"/>
          <w:szCs w:val="24"/>
        </w:rPr>
        <w:t>Исчерпывающий перечень оснований для приостановления предоставления муниципальной услуги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или отказа в предоставлении муниципальной услуги.</w:t>
      </w:r>
    </w:p>
    <w:p w:rsidR="00A0373D" w:rsidRDefault="00A0373D" w:rsidP="0028601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2.8.1. </w:t>
      </w:r>
      <w:r w:rsidRPr="001F0A2A">
        <w:rPr>
          <w:rFonts w:ascii="Times New Roman" w:hAnsi="Times New Roman"/>
          <w:color w:val="000000"/>
          <w:sz w:val="24"/>
          <w:szCs w:val="24"/>
        </w:rPr>
        <w:t>Основания для приостановления предоставления муниципальной услуги</w:t>
      </w:r>
      <w:r>
        <w:rPr>
          <w:rFonts w:ascii="Times New Roman" w:hAnsi="Times New Roman"/>
          <w:color w:val="000000"/>
          <w:sz w:val="24"/>
          <w:szCs w:val="24"/>
        </w:rPr>
        <w:t xml:space="preserve"> отсутствуют.</w:t>
      </w:r>
    </w:p>
    <w:p w:rsidR="00A0373D" w:rsidRDefault="00A0373D" w:rsidP="0028601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2.8.2. Перечень основания для отказа в предоставлении муниципальной услуги:</w:t>
      </w:r>
    </w:p>
    <w:p w:rsidR="00A0373D" w:rsidRDefault="00A0373D" w:rsidP="00286018">
      <w:pPr>
        <w:pStyle w:val="ConsPlusNormal"/>
        <w:numPr>
          <w:ilvl w:val="1"/>
          <w:numId w:val="9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непредставление заявителем документов, предусмотренных пунктом 2.6.1 настоящего Административного регламента;</w:t>
      </w:r>
    </w:p>
    <w:p w:rsidR="00A0373D" w:rsidRPr="00B9541C" w:rsidRDefault="00A0373D" w:rsidP="00B9541C">
      <w:pPr>
        <w:pStyle w:val="ConsPlusNormal"/>
        <w:numPr>
          <w:ilvl w:val="1"/>
          <w:numId w:val="9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541C">
        <w:rPr>
          <w:rFonts w:ascii="Times New Roman" w:hAnsi="Times New Roman" w:cs="Times New Roman"/>
          <w:color w:val="000000"/>
          <w:sz w:val="24"/>
          <w:szCs w:val="24"/>
        </w:rPr>
        <w:t>представленные документы утратили силу;</w:t>
      </w:r>
    </w:p>
    <w:p w:rsidR="00A0373D" w:rsidRPr="00B9541C" w:rsidRDefault="00A0373D" w:rsidP="00B9541C">
      <w:pPr>
        <w:pStyle w:val="ConsPlusNormal"/>
        <w:numPr>
          <w:ilvl w:val="1"/>
          <w:numId w:val="9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541C">
        <w:rPr>
          <w:rFonts w:ascii="Times New Roman" w:hAnsi="Times New Roman" w:cs="Times New Roman"/>
          <w:sz w:val="24"/>
          <w:szCs w:val="24"/>
        </w:rPr>
        <w:t xml:space="preserve">авиационные работы, парашютные прыжки, демонстрационные полеты воздушных судов, полеты беспилотных воздушных судов </w:t>
      </w:r>
      <w:r w:rsidRPr="00B9541C">
        <w:rPr>
          <w:rFonts w:ascii="Times New Roman" w:hAnsi="Times New Roman" w:cs="Times New Roman"/>
          <w:bCs/>
          <w:sz w:val="24"/>
          <w:szCs w:val="24"/>
        </w:rPr>
        <w:t>(за исключением полетов беспилотных воздушных судов с максимальной взлетной массой менее 0,25 кг)</w:t>
      </w:r>
      <w:r w:rsidRPr="00B9541C">
        <w:rPr>
          <w:rFonts w:ascii="Times New Roman" w:hAnsi="Times New Roman" w:cs="Times New Roman"/>
          <w:sz w:val="24"/>
          <w:szCs w:val="24"/>
        </w:rPr>
        <w:t xml:space="preserve">, подъем привязных аэростатов заявитель планирует выполнять не над территорией </w:t>
      </w:r>
      <w:r w:rsidRPr="00B9541C">
        <w:rPr>
          <w:rFonts w:ascii="Times New Roman" w:hAnsi="Times New Roman" w:cs="Times New Roman"/>
          <w:bCs/>
          <w:sz w:val="24"/>
          <w:szCs w:val="24"/>
        </w:rPr>
        <w:t xml:space="preserve">Ржевского муниципального округа </w:t>
      </w:r>
      <w:r w:rsidRPr="00B9541C">
        <w:rPr>
          <w:rFonts w:ascii="Times New Roman" w:hAnsi="Times New Roman" w:cs="Times New Roman"/>
          <w:sz w:val="24"/>
          <w:szCs w:val="24"/>
        </w:rPr>
        <w:t xml:space="preserve">Тверской области, а также если площадки посадки (взлета) расположены вне границ </w:t>
      </w:r>
      <w:r w:rsidRPr="00B9541C">
        <w:rPr>
          <w:rFonts w:ascii="Times New Roman" w:hAnsi="Times New Roman" w:cs="Times New Roman"/>
          <w:bCs/>
          <w:sz w:val="24"/>
          <w:szCs w:val="24"/>
        </w:rPr>
        <w:t>Ржевского муниципального округа</w:t>
      </w:r>
      <w:r w:rsidRPr="00B9541C">
        <w:rPr>
          <w:rFonts w:ascii="Times New Roman" w:hAnsi="Times New Roman" w:cs="Times New Roman"/>
          <w:sz w:val="24"/>
          <w:szCs w:val="24"/>
        </w:rPr>
        <w:t xml:space="preserve"> Тверской области;</w:t>
      </w:r>
    </w:p>
    <w:p w:rsidR="00A0373D" w:rsidRPr="00B9541C" w:rsidRDefault="00A0373D" w:rsidP="00B9541C">
      <w:pPr>
        <w:pStyle w:val="ConsPlusNormal"/>
        <w:numPr>
          <w:ilvl w:val="1"/>
          <w:numId w:val="9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9541C">
        <w:rPr>
          <w:rFonts w:ascii="Times New Roman" w:hAnsi="Times New Roman" w:cs="Times New Roman"/>
          <w:sz w:val="24"/>
          <w:szCs w:val="24"/>
        </w:rPr>
        <w:t>выдача разрешения иным заявителям (в случае совпадения места, времени и срока использования воздушного пространства).</w:t>
      </w:r>
    </w:p>
    <w:p w:rsidR="00A0373D" w:rsidRPr="001F0A2A" w:rsidRDefault="00A0373D" w:rsidP="00B9541C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9541C">
        <w:rPr>
          <w:rFonts w:ascii="Times New Roman" w:hAnsi="Times New Roman"/>
          <w:b/>
          <w:color w:val="000000"/>
          <w:sz w:val="24"/>
          <w:szCs w:val="24"/>
        </w:rPr>
        <w:t>2.9. Размер платы, взимаемой с заявителя</w:t>
      </w:r>
      <w:r w:rsidRPr="001F0A2A">
        <w:rPr>
          <w:rFonts w:ascii="Times New Roman" w:hAnsi="Times New Roman"/>
          <w:b/>
          <w:color w:val="000000"/>
          <w:sz w:val="24"/>
          <w:szCs w:val="24"/>
        </w:rPr>
        <w:t xml:space="preserve"> при предоставлении муниципальной услуги, и способы ее взимания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A0373D" w:rsidRPr="001F0A2A" w:rsidRDefault="00A0373D" w:rsidP="00B9541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2.9.1.</w:t>
      </w:r>
      <w:r w:rsidRPr="001F0A2A">
        <w:rPr>
          <w:rFonts w:ascii="Times New Roman" w:hAnsi="Times New Roman"/>
          <w:color w:val="000000"/>
          <w:sz w:val="24"/>
          <w:szCs w:val="24"/>
        </w:rPr>
        <w:t xml:space="preserve"> Муниципальная услуга предоставляется без взимания государственной пошлины или иной платы.</w:t>
      </w:r>
    </w:p>
    <w:p w:rsidR="00A0373D" w:rsidRDefault="00A0373D" w:rsidP="00B9541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2.9.2</w:t>
      </w:r>
      <w:r w:rsidRPr="001F0A2A">
        <w:rPr>
          <w:rFonts w:ascii="Times New Roman" w:hAnsi="Times New Roman"/>
          <w:color w:val="000000"/>
          <w:sz w:val="24"/>
          <w:szCs w:val="24"/>
        </w:rPr>
        <w:t xml:space="preserve"> Услуги, необходимые и обязательные для предоставления муниципальной услуги, отсутствуют.</w:t>
      </w:r>
    </w:p>
    <w:p w:rsidR="00A0373D" w:rsidRDefault="00A0373D" w:rsidP="00B9541C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2.10.</w:t>
      </w:r>
      <w:r w:rsidRPr="003A2E6F">
        <w:rPr>
          <w:rFonts w:ascii="Times New Roman" w:hAnsi="Times New Roman"/>
          <w:b/>
          <w:color w:val="000000"/>
          <w:sz w:val="24"/>
          <w:szCs w:val="24"/>
        </w:rPr>
        <w:t xml:space="preserve"> Максимальный срок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3A2E6F">
        <w:rPr>
          <w:rFonts w:ascii="Times New Roman" w:hAnsi="Times New Roman"/>
          <w:b/>
          <w:color w:val="000000"/>
          <w:sz w:val="24"/>
          <w:szCs w:val="24"/>
        </w:rPr>
        <w:t>ожидания в очереди при подаче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заявителем запроса о предоставлении муниципальной услуги и при получении результата предоставления муниципальной услуги.</w:t>
      </w:r>
    </w:p>
    <w:p w:rsidR="00A0373D" w:rsidRDefault="00A0373D" w:rsidP="00B9541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0A2A">
        <w:rPr>
          <w:rFonts w:ascii="Times New Roman" w:hAnsi="Times New Roman" w:cs="Times New Roman"/>
          <w:color w:val="000000"/>
          <w:sz w:val="24"/>
          <w:szCs w:val="24"/>
        </w:rPr>
        <w:t>Максимальный срок ожидания в очереди при подаче обращения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A0373D" w:rsidRDefault="00A0373D" w:rsidP="00B9541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2.11.</w:t>
      </w:r>
      <w:r w:rsidRPr="003A2E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Срок регистрации з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апроса</w:t>
      </w:r>
      <w:r w:rsidRPr="003A2E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заявителя о предоставлении муниципальной услуги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A0373D" w:rsidRDefault="00A0373D" w:rsidP="00B9541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2.11.1. Срок регистрации запроса заявителя о предоставлении муниципальной услуги не должен превышать 1 рабочий день.</w:t>
      </w:r>
    </w:p>
    <w:p w:rsidR="00A0373D" w:rsidRDefault="00A0373D" w:rsidP="00B9541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2.11.2. </w:t>
      </w:r>
      <w:r w:rsidRPr="001C56EC">
        <w:rPr>
          <w:rFonts w:ascii="Times New Roman" w:hAnsi="Times New Roman" w:cs="Times New Roman"/>
          <w:color w:val="000000"/>
          <w:sz w:val="24"/>
          <w:szCs w:val="24"/>
        </w:rPr>
        <w:t>Регистрация заявления, составленного в электронной форме, и прилагаемых к нему документов, направленных заявителем с использованием Единого портала, осуществляется путем присвоения номера и даты заявления на Едином портале после его отправки. При этом в личный кабинет заявителя на Едином портале через СМЭВ в автоматическом режиме сообщается присвоенный его заявлению в электронной форме уникальный номер, статус заявления в электронно</w:t>
      </w:r>
      <w:r>
        <w:rPr>
          <w:rFonts w:ascii="Times New Roman" w:hAnsi="Times New Roman" w:cs="Times New Roman"/>
          <w:color w:val="000000"/>
          <w:sz w:val="24"/>
          <w:szCs w:val="24"/>
        </w:rPr>
        <w:t>й форме обновляется до статуса «принято»</w:t>
      </w:r>
      <w:r w:rsidRPr="001C56E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0373D" w:rsidRDefault="00A0373D" w:rsidP="00B9541C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2.12.</w:t>
      </w:r>
      <w:r w:rsidRPr="003A2E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Требования к помещениям, в которых предоставля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ю</w:t>
      </w:r>
      <w:r w:rsidRPr="003A2E6F">
        <w:rPr>
          <w:rFonts w:ascii="Times New Roman" w:hAnsi="Times New Roman" w:cs="Times New Roman"/>
          <w:b/>
          <w:color w:val="000000"/>
          <w:sz w:val="24"/>
          <w:szCs w:val="24"/>
        </w:rPr>
        <w:t>тся муниципальн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ые</w:t>
      </w:r>
      <w:r w:rsidRPr="003A2E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услу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ги.</w:t>
      </w:r>
    </w:p>
    <w:p w:rsidR="00A0373D" w:rsidRDefault="00A0373D" w:rsidP="00B9541C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2.12.1. Рабочие места муниципальных служащих, ответственных за предоставление муниципальной услуги, оборудуются компьютерами и оргтехникой,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:rsidR="00A0373D" w:rsidRDefault="00A0373D" w:rsidP="00B9541C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2.12.2. Место информирования, предназначенное для ознакомления заявителей с информационными материалами, оборудовано информационными стендами с размещением на них необходимой информации о порядке предоставления муниципальной услуги, перечнем необходимых для предоставления муниципальной услуги документов.</w:t>
      </w:r>
    </w:p>
    <w:p w:rsidR="00A0373D" w:rsidRDefault="00A0373D" w:rsidP="00B9541C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2.12.3. Место для заполнения документов хорошо освещено, оборудовано стульями, столами, обеспечено требуемыми бланками заявлений, образцом заполнения заявления и канцелярскими принадлежностями.</w:t>
      </w:r>
    </w:p>
    <w:p w:rsidR="00A0373D" w:rsidRDefault="00A0373D" w:rsidP="00B9541C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2.12.4. Кабинеты приема заявителей снабжены табличками с указанием номера кабинета и названием структурного подразделения Администрации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Ржевского муниципального округа Тверской области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0373D" w:rsidRDefault="00A0373D" w:rsidP="00B9541C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2.12.5. Места ожидания в очереди на представление или получение документов оборудованы стульями. Места ожидания соответствуют комфортным условиям для заявителей.</w:t>
      </w:r>
    </w:p>
    <w:p w:rsidR="00A0373D" w:rsidRDefault="00A0373D" w:rsidP="00B9541C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2.12.6. Все помещения оборудуются в соответствии с санитарными правилами и нормами и оснащены пожарной сигнализацией.</w:t>
      </w:r>
    </w:p>
    <w:p w:rsidR="00A0373D" w:rsidRDefault="00A0373D" w:rsidP="00B9541C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2.12.7. Вход и выход из помещения, в котором осуществляется прием заявителей, оборудован соответствующими указателями.</w:t>
      </w:r>
    </w:p>
    <w:p w:rsidR="00A0373D" w:rsidRDefault="00A0373D" w:rsidP="00B9541C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2.12.8. Входы в помещения, в которых осуществляется предоставление муниципальной услуги, оборудованы пандусами, позволяющими обеспечить беспрепятственный доступ инвалидов, включая инвалидов, использующих кресла-коляски.</w:t>
      </w:r>
    </w:p>
    <w:p w:rsidR="00A0373D" w:rsidRDefault="00A0373D" w:rsidP="00B9541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2.12.9. На территории, прилегающей к месторасположению уполномоченного структурного подразделения Администрации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Ржевского муниципального округа Тверской области</w:t>
      </w:r>
      <w:r>
        <w:rPr>
          <w:rFonts w:ascii="Times New Roman" w:hAnsi="Times New Roman" w:cs="Times New Roman"/>
          <w:color w:val="000000"/>
          <w:sz w:val="24"/>
          <w:szCs w:val="24"/>
        </w:rPr>
        <w:t>, имеются места для парковки, в том числе для инвалидов. Доступ заявителей к парковочным местам является бесплатным.</w:t>
      </w:r>
    </w:p>
    <w:p w:rsidR="00A0373D" w:rsidRDefault="00A0373D" w:rsidP="00B954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2.12.10. Помещение филиала ГАУ «МФЦ»</w:t>
      </w:r>
      <w:r w:rsidRPr="008503F0">
        <w:rPr>
          <w:rFonts w:ascii="Times New Roman CYR" w:hAnsi="Times New Roman CYR" w:cs="Times New Roman CYR"/>
          <w:sz w:val="24"/>
          <w:szCs w:val="24"/>
        </w:rPr>
        <w:t xml:space="preserve"> должно соответствовать требованиям, установленным для многофункциональных центров предоставления государственных и муниципальных услуг </w:t>
      </w:r>
      <w:hyperlink r:id="rId12" w:history="1">
        <w:r>
          <w:rPr>
            <w:rFonts w:ascii="Times New Roman CYR" w:hAnsi="Times New Roman CYR" w:cs="Times New Roman CYR"/>
            <w:color w:val="106BBE"/>
            <w:sz w:val="24"/>
            <w:szCs w:val="24"/>
          </w:rPr>
          <w:t>П</w:t>
        </w:r>
        <w:r w:rsidRPr="008503F0">
          <w:rPr>
            <w:rFonts w:ascii="Times New Roman CYR" w:hAnsi="Times New Roman CYR" w:cs="Times New Roman CYR"/>
            <w:color w:val="106BBE"/>
            <w:sz w:val="24"/>
            <w:szCs w:val="24"/>
          </w:rPr>
          <w:t>остановлением</w:t>
        </w:r>
      </w:hyperlink>
      <w:r w:rsidRPr="008503F0">
        <w:rPr>
          <w:rFonts w:ascii="Times New Roman CYR" w:hAnsi="Times New Roman CYR" w:cs="Times New Roman CYR"/>
          <w:sz w:val="24"/>
          <w:szCs w:val="24"/>
        </w:rPr>
        <w:t xml:space="preserve"> Правительства Росс</w:t>
      </w:r>
      <w:r>
        <w:rPr>
          <w:rFonts w:ascii="Times New Roman CYR" w:hAnsi="Times New Roman CYR" w:cs="Times New Roman CYR"/>
          <w:sz w:val="24"/>
          <w:szCs w:val="24"/>
        </w:rPr>
        <w:t>ийской Федерации от 22.12.2012 №</w:t>
      </w:r>
      <w:r w:rsidRPr="008503F0">
        <w:rPr>
          <w:rFonts w:ascii="Times New Roman CYR" w:hAnsi="Times New Roman CYR" w:cs="Times New Roman CYR"/>
          <w:sz w:val="24"/>
          <w:szCs w:val="24"/>
        </w:rPr>
        <w:t xml:space="preserve"> 1376 </w:t>
      </w:r>
      <w:r>
        <w:rPr>
          <w:rFonts w:ascii="Times New Roman CYR" w:hAnsi="Times New Roman CYR" w:cs="Times New Roman CYR"/>
          <w:sz w:val="24"/>
          <w:szCs w:val="24"/>
        </w:rPr>
        <w:t>«</w:t>
      </w:r>
      <w:r w:rsidRPr="008503F0">
        <w:rPr>
          <w:rFonts w:ascii="Times New Roman CYR" w:hAnsi="Times New Roman CYR" w:cs="Times New Roman CYR"/>
          <w:sz w:val="24"/>
          <w:szCs w:val="24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>
        <w:rPr>
          <w:rFonts w:ascii="Times New Roman CYR" w:hAnsi="Times New Roman CYR" w:cs="Times New Roman CYR"/>
          <w:sz w:val="24"/>
          <w:szCs w:val="24"/>
        </w:rPr>
        <w:t>»</w:t>
      </w:r>
      <w:r w:rsidRPr="008503F0">
        <w:rPr>
          <w:rFonts w:ascii="Times New Roman CYR" w:hAnsi="Times New Roman CYR" w:cs="Times New Roman CYR"/>
          <w:sz w:val="24"/>
          <w:szCs w:val="24"/>
        </w:rPr>
        <w:t>.</w:t>
      </w:r>
    </w:p>
    <w:p w:rsidR="00A0373D" w:rsidRPr="00484CDE" w:rsidRDefault="00A0373D" w:rsidP="00B9541C">
      <w:pPr>
        <w:pStyle w:val="ConsPlusNormal"/>
        <w:ind w:firstLine="709"/>
        <w:jc w:val="both"/>
        <w:rPr>
          <w:b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2.13.</w:t>
      </w:r>
      <w:r w:rsidRPr="00484CD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Показатели доступности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и качества муниципальной услуги.</w:t>
      </w:r>
    </w:p>
    <w:p w:rsidR="00A0373D" w:rsidRDefault="00A0373D" w:rsidP="00B9541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2.13.1. Показателями качества муниципальной услуги являются:</w:t>
      </w:r>
    </w:p>
    <w:p w:rsidR="00A0373D" w:rsidRPr="003E073F" w:rsidRDefault="00A0373D" w:rsidP="003E073F">
      <w:pPr>
        <w:pStyle w:val="ConsPlusNormal"/>
        <w:numPr>
          <w:ilvl w:val="1"/>
          <w:numId w:val="12"/>
        </w:numPr>
        <w:tabs>
          <w:tab w:val="clear" w:pos="1789"/>
          <w:tab w:val="num" w:pos="1080"/>
        </w:tabs>
        <w:ind w:left="0" w:firstLine="72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удовлетворенность сроками предоставления услуги;</w:t>
      </w:r>
    </w:p>
    <w:p w:rsidR="00A0373D" w:rsidRPr="003E073F" w:rsidRDefault="00A0373D" w:rsidP="003E073F">
      <w:pPr>
        <w:pStyle w:val="ConsPlusNormal"/>
        <w:numPr>
          <w:ilvl w:val="1"/>
          <w:numId w:val="12"/>
        </w:numPr>
        <w:tabs>
          <w:tab w:val="clear" w:pos="1789"/>
          <w:tab w:val="num" w:pos="1080"/>
        </w:tabs>
        <w:ind w:left="0" w:firstLine="72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удовлетворенность условиями ожидания приема;</w:t>
      </w:r>
    </w:p>
    <w:p w:rsidR="00A0373D" w:rsidRPr="003E073F" w:rsidRDefault="00A0373D" w:rsidP="003E073F">
      <w:pPr>
        <w:pStyle w:val="ConsPlusNormal"/>
        <w:numPr>
          <w:ilvl w:val="1"/>
          <w:numId w:val="12"/>
        </w:numPr>
        <w:tabs>
          <w:tab w:val="clear" w:pos="1789"/>
          <w:tab w:val="num" w:pos="1080"/>
        </w:tabs>
        <w:ind w:left="0" w:firstLine="72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удовлетворенность порядком информирования о предоставлении услуги;</w:t>
      </w:r>
    </w:p>
    <w:p w:rsidR="00A0373D" w:rsidRPr="003E073F" w:rsidRDefault="00A0373D" w:rsidP="003E073F">
      <w:pPr>
        <w:pStyle w:val="ConsPlusNormal"/>
        <w:numPr>
          <w:ilvl w:val="1"/>
          <w:numId w:val="12"/>
        </w:numPr>
        <w:tabs>
          <w:tab w:val="clear" w:pos="1789"/>
          <w:tab w:val="num" w:pos="1080"/>
        </w:tabs>
        <w:ind w:left="0" w:firstLine="72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удовлетворенность вниманием должностных лиц.</w:t>
      </w:r>
    </w:p>
    <w:p w:rsidR="00A0373D" w:rsidRDefault="00A0373D" w:rsidP="003E073F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2.13.2. Показателями доступности муниципальной услуги являются:</w:t>
      </w:r>
    </w:p>
    <w:p w:rsidR="00A0373D" w:rsidRPr="005D399D" w:rsidRDefault="00A0373D" w:rsidP="003E073F">
      <w:pPr>
        <w:pStyle w:val="ConsPlusNormal"/>
        <w:numPr>
          <w:ilvl w:val="1"/>
          <w:numId w:val="12"/>
        </w:numPr>
        <w:tabs>
          <w:tab w:val="clear" w:pos="1789"/>
          <w:tab w:val="num" w:pos="1080"/>
        </w:tabs>
        <w:ind w:left="0" w:firstLine="72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оценка уровня информирования заявителей о порядке предоставления муниципальной услуги по результатам опроса (достаточный/недостаточный);</w:t>
      </w:r>
    </w:p>
    <w:p w:rsidR="00A0373D" w:rsidRDefault="00A0373D" w:rsidP="005D399D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0373D" w:rsidRPr="003E073F" w:rsidRDefault="00A0373D" w:rsidP="005D399D">
      <w:pPr>
        <w:pStyle w:val="ConsPlusNormal"/>
        <w:jc w:val="both"/>
      </w:pPr>
    </w:p>
    <w:p w:rsidR="00A0373D" w:rsidRPr="003E073F" w:rsidRDefault="00A0373D" w:rsidP="003E073F">
      <w:pPr>
        <w:pStyle w:val="ConsPlusNormal"/>
        <w:numPr>
          <w:ilvl w:val="1"/>
          <w:numId w:val="12"/>
        </w:numPr>
        <w:tabs>
          <w:tab w:val="clear" w:pos="1789"/>
          <w:tab w:val="num" w:pos="1080"/>
        </w:tabs>
        <w:ind w:left="0" w:firstLine="72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доля заявителей, получивших необходимые сведения о порядке предоставления муниципальной услуги с сайта муниципального образования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Ржевский муниципальный округ Тверской области </w:t>
      </w:r>
      <w:hyperlink r:id="rId13" w:history="1">
        <w:r w:rsidRPr="008251A2">
          <w:rPr>
            <w:rStyle w:val="Hyperlink"/>
            <w:rFonts w:ascii="Times New Roman" w:hAnsi="Times New Roman" w:cs="Arial"/>
            <w:sz w:val="24"/>
            <w:szCs w:val="24"/>
          </w:rPr>
          <w:t>www.городржев.рф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 (% по результатам опроса);</w:t>
      </w:r>
    </w:p>
    <w:p w:rsidR="00A0373D" w:rsidRPr="003E073F" w:rsidRDefault="00A0373D" w:rsidP="003E073F">
      <w:pPr>
        <w:pStyle w:val="ConsPlusNormal"/>
        <w:numPr>
          <w:ilvl w:val="1"/>
          <w:numId w:val="12"/>
        </w:numPr>
        <w:tabs>
          <w:tab w:val="clear" w:pos="1789"/>
          <w:tab w:val="num" w:pos="1080"/>
        </w:tabs>
        <w:ind w:left="0" w:firstLine="72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доля заявителей, направивших свои замечания и предложения об усовершенствовании порядка предоставления муниципальной услуги посредством использования информационной системы обеспечения обратной связи (% от общего числа получателей);</w:t>
      </w:r>
    </w:p>
    <w:p w:rsidR="00A0373D" w:rsidRPr="003E073F" w:rsidRDefault="00A0373D" w:rsidP="003E073F">
      <w:pPr>
        <w:pStyle w:val="ConsPlusNormal"/>
        <w:numPr>
          <w:ilvl w:val="1"/>
          <w:numId w:val="12"/>
        </w:numPr>
        <w:tabs>
          <w:tab w:val="clear" w:pos="1789"/>
          <w:tab w:val="num" w:pos="1080"/>
        </w:tabs>
        <w:ind w:left="0" w:firstLine="72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количество взаимодействий заявителя с муниципальными служащими при предоставлении муниципальной услуги – 2.</w:t>
      </w:r>
    </w:p>
    <w:p w:rsidR="00A0373D" w:rsidRPr="003E073F" w:rsidRDefault="00A0373D" w:rsidP="003E073F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2.13.3. Требования к доступности и качеству муниципальной услуги:</w:t>
      </w:r>
    </w:p>
    <w:p w:rsidR="00A0373D" w:rsidRPr="003E073F" w:rsidRDefault="00A0373D" w:rsidP="003E073F">
      <w:pPr>
        <w:pStyle w:val="ConsPlusNormal"/>
        <w:numPr>
          <w:ilvl w:val="1"/>
          <w:numId w:val="12"/>
        </w:numPr>
        <w:tabs>
          <w:tab w:val="clear" w:pos="1789"/>
          <w:tab w:val="num" w:pos="1080"/>
        </w:tabs>
        <w:ind w:left="0" w:firstLine="72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наличие различных каналов получения информации о предоставлении услуги;</w:t>
      </w:r>
    </w:p>
    <w:p w:rsidR="00A0373D" w:rsidRPr="003E073F" w:rsidRDefault="00A0373D" w:rsidP="003E073F">
      <w:pPr>
        <w:pStyle w:val="ConsPlusNormal"/>
        <w:numPr>
          <w:ilvl w:val="1"/>
          <w:numId w:val="12"/>
        </w:numPr>
        <w:tabs>
          <w:tab w:val="clear" w:pos="1789"/>
          <w:tab w:val="num" w:pos="1080"/>
        </w:tabs>
        <w:ind w:left="0" w:firstLine="72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транспортная доступность мест предоставления муниципальной услуги;</w:t>
      </w:r>
    </w:p>
    <w:p w:rsidR="00A0373D" w:rsidRPr="003E073F" w:rsidRDefault="00A0373D" w:rsidP="003E073F">
      <w:pPr>
        <w:pStyle w:val="ConsPlusNormal"/>
        <w:numPr>
          <w:ilvl w:val="1"/>
          <w:numId w:val="12"/>
        </w:numPr>
        <w:tabs>
          <w:tab w:val="clear" w:pos="1789"/>
          <w:tab w:val="num" w:pos="1080"/>
        </w:tabs>
        <w:ind w:left="0" w:firstLine="72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соблюдение сроков ожидания в очереди при предоставлении муниципальной услуги;</w:t>
      </w:r>
    </w:p>
    <w:p w:rsidR="00A0373D" w:rsidRPr="003E073F" w:rsidRDefault="00A0373D" w:rsidP="003E073F">
      <w:pPr>
        <w:pStyle w:val="ConsPlusNormal"/>
        <w:numPr>
          <w:ilvl w:val="1"/>
          <w:numId w:val="12"/>
        </w:numPr>
        <w:tabs>
          <w:tab w:val="clear" w:pos="1789"/>
          <w:tab w:val="num" w:pos="1080"/>
        </w:tabs>
        <w:ind w:left="0" w:firstLine="72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соблюдение сроков предоставления муниципальной услуги;</w:t>
      </w:r>
    </w:p>
    <w:p w:rsidR="00A0373D" w:rsidRPr="003E073F" w:rsidRDefault="00A0373D" w:rsidP="003E073F">
      <w:pPr>
        <w:pStyle w:val="ConsPlusNormal"/>
        <w:numPr>
          <w:ilvl w:val="1"/>
          <w:numId w:val="12"/>
        </w:numPr>
        <w:tabs>
          <w:tab w:val="clear" w:pos="1789"/>
          <w:tab w:val="num" w:pos="1080"/>
        </w:tabs>
        <w:ind w:left="0" w:firstLine="72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наличие информации о порядке предоставления муниципальной услуги на сайте муниципального образования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Ржевский муниципальный округ Тверской области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hyperlink r:id="rId14" w:history="1">
        <w:r w:rsidRPr="00B70105">
          <w:rPr>
            <w:rStyle w:val="Hyperlink"/>
            <w:rFonts w:ascii="Times New Roman" w:hAnsi="Times New Roman"/>
            <w:sz w:val="24"/>
            <w:szCs w:val="24"/>
          </w:rPr>
          <w:t>www.городржев.рф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A0373D" w:rsidRPr="00CF2359" w:rsidRDefault="00A0373D" w:rsidP="003E073F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B76A2">
        <w:rPr>
          <w:rFonts w:ascii="Times New Roman" w:hAnsi="Times New Roman" w:cs="Times New Roman"/>
          <w:b/>
          <w:color w:val="000000"/>
          <w:sz w:val="24"/>
          <w:szCs w:val="24"/>
        </w:rPr>
        <w:t>2.14. Иные требования к предоставлению муниципальной услуги, в том числе учитывающие особенности предо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ставления муниципальных услуг в </w:t>
      </w:r>
      <w:r w:rsidRPr="006B76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многофункциональных центрах и особенности предоставления муниципальных услуг в электронной </w:t>
      </w:r>
      <w:r w:rsidRPr="00CF2359">
        <w:rPr>
          <w:rFonts w:ascii="Times New Roman" w:hAnsi="Times New Roman" w:cs="Times New Roman"/>
          <w:b/>
          <w:color w:val="000000"/>
          <w:sz w:val="24"/>
          <w:szCs w:val="24"/>
        </w:rPr>
        <w:t>форме.</w:t>
      </w:r>
    </w:p>
    <w:p w:rsidR="00A0373D" w:rsidRPr="00CF2359" w:rsidRDefault="00A0373D" w:rsidP="00CF2359">
      <w:pPr>
        <w:tabs>
          <w:tab w:val="left" w:pos="-255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2359">
        <w:rPr>
          <w:rFonts w:ascii="Times New Roman" w:hAnsi="Times New Roman"/>
          <w:sz w:val="24"/>
          <w:szCs w:val="24"/>
        </w:rPr>
        <w:tab/>
        <w:t>Информацию по вопросам предоставления услуги можно получить:</w:t>
      </w:r>
    </w:p>
    <w:p w:rsidR="00A0373D" w:rsidRPr="00CF2359" w:rsidRDefault="00A0373D" w:rsidP="00CF2359">
      <w:pPr>
        <w:pStyle w:val="ConsPlusNormal"/>
        <w:numPr>
          <w:ilvl w:val="1"/>
          <w:numId w:val="12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2359">
        <w:rPr>
          <w:rFonts w:ascii="Times New Roman" w:hAnsi="Times New Roman" w:cs="Times New Roman"/>
          <w:sz w:val="24"/>
          <w:szCs w:val="24"/>
        </w:rPr>
        <w:t xml:space="preserve">в отделе транспорта и дорожного хозяйства Администрации </w:t>
      </w:r>
      <w:r w:rsidRPr="00CF2359">
        <w:rPr>
          <w:rFonts w:ascii="Times New Roman" w:hAnsi="Times New Roman" w:cs="Times New Roman"/>
          <w:bCs/>
          <w:sz w:val="24"/>
          <w:szCs w:val="24"/>
        </w:rPr>
        <w:t xml:space="preserve">Ржевского муниципального округа </w:t>
      </w:r>
      <w:r w:rsidRPr="00CF2359">
        <w:rPr>
          <w:rFonts w:ascii="Times New Roman" w:hAnsi="Times New Roman" w:cs="Times New Roman"/>
          <w:sz w:val="24"/>
          <w:szCs w:val="24"/>
        </w:rPr>
        <w:t>Тверской области по адресу: 172381, Тверская область, город Ржев, улица Партизанская, дом 33, кабинет № 302;</w:t>
      </w:r>
    </w:p>
    <w:p w:rsidR="00A0373D" w:rsidRDefault="00A0373D" w:rsidP="00CF2359">
      <w:pPr>
        <w:pStyle w:val="ConsPlusNormal"/>
        <w:numPr>
          <w:ilvl w:val="1"/>
          <w:numId w:val="12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2359">
        <w:rPr>
          <w:rFonts w:ascii="Times New Roman" w:hAnsi="Times New Roman" w:cs="Times New Roman"/>
          <w:sz w:val="24"/>
          <w:szCs w:val="24"/>
        </w:rPr>
        <w:t>при личном контакте, по телефонам: 8(48232) 2-18-62, при письменном обращении, по факсимильной связи, по электронной почте.</w:t>
      </w:r>
    </w:p>
    <w:p w:rsidR="00A0373D" w:rsidRPr="00CF2359" w:rsidRDefault="00A0373D" w:rsidP="00CF2359">
      <w:pPr>
        <w:tabs>
          <w:tab w:val="left" w:pos="-2552"/>
        </w:tabs>
        <w:spacing w:after="0" w:line="240" w:lineRule="auto"/>
        <w:ind w:left="720" w:hanging="11"/>
        <w:jc w:val="both"/>
        <w:rPr>
          <w:rFonts w:ascii="Times New Roman" w:hAnsi="Times New Roman"/>
          <w:sz w:val="24"/>
          <w:szCs w:val="24"/>
        </w:rPr>
      </w:pPr>
      <w:r w:rsidRPr="00CF2359">
        <w:rPr>
          <w:rFonts w:ascii="Times New Roman" w:hAnsi="Times New Roman"/>
          <w:sz w:val="24"/>
          <w:szCs w:val="24"/>
        </w:rPr>
        <w:t>Контактные телефоны: 8(48232) 2-18-62, факс 8(48232) 2-32-27.</w:t>
      </w:r>
    </w:p>
    <w:p w:rsidR="00A0373D" w:rsidRPr="00CF2359" w:rsidRDefault="00A0373D" w:rsidP="00CF2359">
      <w:pPr>
        <w:tabs>
          <w:tab w:val="left" w:pos="-2552"/>
        </w:tabs>
        <w:spacing w:after="0" w:line="240" w:lineRule="auto"/>
        <w:ind w:left="720" w:hanging="11"/>
        <w:jc w:val="both"/>
        <w:rPr>
          <w:rFonts w:ascii="Times New Roman" w:hAnsi="Times New Roman"/>
          <w:sz w:val="24"/>
          <w:szCs w:val="24"/>
        </w:rPr>
      </w:pPr>
      <w:r w:rsidRPr="00CF2359">
        <w:rPr>
          <w:rFonts w:ascii="Times New Roman" w:hAnsi="Times New Roman"/>
          <w:sz w:val="24"/>
          <w:szCs w:val="24"/>
        </w:rPr>
        <w:t xml:space="preserve">Дни приема: понедельник – четверг с 09.00 до 17.00 часов, пятница с 09.00 до 16.00 часов, перерыв на обед с 13.00 до 14.00 часов. </w:t>
      </w:r>
    </w:p>
    <w:p w:rsidR="00A0373D" w:rsidRPr="00CF2359" w:rsidRDefault="00A0373D" w:rsidP="00CF2359">
      <w:pPr>
        <w:pStyle w:val="ConsPlusNormal"/>
        <w:numPr>
          <w:ilvl w:val="1"/>
          <w:numId w:val="12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2359">
        <w:rPr>
          <w:rFonts w:ascii="Times New Roman" w:hAnsi="Times New Roman" w:cs="Times New Roman"/>
          <w:sz w:val="24"/>
          <w:szCs w:val="24"/>
        </w:rPr>
        <w:t xml:space="preserve">в Администрации </w:t>
      </w:r>
      <w:r w:rsidRPr="00CF2359">
        <w:rPr>
          <w:rFonts w:ascii="Times New Roman" w:hAnsi="Times New Roman" w:cs="Times New Roman"/>
          <w:bCs/>
          <w:sz w:val="24"/>
          <w:szCs w:val="24"/>
        </w:rPr>
        <w:t xml:space="preserve">Ржевского муниципального округа </w:t>
      </w:r>
      <w:r w:rsidRPr="00CF2359">
        <w:rPr>
          <w:rFonts w:ascii="Times New Roman" w:hAnsi="Times New Roman" w:cs="Times New Roman"/>
          <w:sz w:val="24"/>
          <w:szCs w:val="24"/>
        </w:rPr>
        <w:t>Тверской области по адресу: 172381, Тверская область, город Ржев, улица Партизанская, дом 33, каб. № 107.</w:t>
      </w:r>
    </w:p>
    <w:p w:rsidR="00A0373D" w:rsidRPr="00CF2359" w:rsidRDefault="00A0373D" w:rsidP="00CF2359">
      <w:pPr>
        <w:pStyle w:val="ConsPlusNormal"/>
        <w:ind w:left="720" w:hanging="12"/>
        <w:jc w:val="both"/>
        <w:rPr>
          <w:rFonts w:ascii="Times New Roman" w:hAnsi="Times New Roman" w:cs="Times New Roman"/>
          <w:sz w:val="24"/>
          <w:szCs w:val="24"/>
        </w:rPr>
      </w:pPr>
      <w:r w:rsidRPr="00CF2359">
        <w:rPr>
          <w:rFonts w:ascii="Times New Roman" w:hAnsi="Times New Roman" w:cs="Times New Roman"/>
          <w:sz w:val="24"/>
          <w:szCs w:val="24"/>
        </w:rPr>
        <w:t>График (режим) работы: понедельник – четверг с 09.00 до 17.00 часов, пятница с 09.00 до 16.00 часов, перерыв с 13.00 до 14.00 часов (приложение 3 к настоящему Административному регламенту);</w:t>
      </w:r>
    </w:p>
    <w:p w:rsidR="00A0373D" w:rsidRPr="00CF2359" w:rsidRDefault="00A0373D" w:rsidP="00CF2359">
      <w:pPr>
        <w:pStyle w:val="ConsPlusNormal"/>
        <w:numPr>
          <w:ilvl w:val="1"/>
          <w:numId w:val="12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2359">
        <w:rPr>
          <w:rFonts w:ascii="Times New Roman" w:hAnsi="Times New Roman" w:cs="Times New Roman"/>
          <w:sz w:val="24"/>
          <w:szCs w:val="24"/>
        </w:rPr>
        <w:t>при личном контакте, по телефонам: 8(48232) 2-09-15, 2-10-51 факс(48232) 2-32-27;</w:t>
      </w:r>
    </w:p>
    <w:p w:rsidR="00A0373D" w:rsidRPr="00CF2359" w:rsidRDefault="00A0373D" w:rsidP="00CF2359">
      <w:pPr>
        <w:pStyle w:val="ConsPlusNormal"/>
        <w:numPr>
          <w:ilvl w:val="1"/>
          <w:numId w:val="12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2359">
        <w:rPr>
          <w:rFonts w:ascii="Times New Roman" w:hAnsi="Times New Roman" w:cs="Times New Roman"/>
          <w:sz w:val="24"/>
          <w:szCs w:val="24"/>
        </w:rPr>
        <w:t xml:space="preserve">на Портале государственных услуг, электронный адрес: </w:t>
      </w:r>
      <w:hyperlink r:id="rId15" w:history="1">
        <w:r w:rsidRPr="00CF2359">
          <w:rPr>
            <w:rStyle w:val="Hyperlink"/>
            <w:rFonts w:ascii="Times New Roman" w:hAnsi="Times New Roman"/>
            <w:sz w:val="24"/>
            <w:szCs w:val="24"/>
          </w:rPr>
          <w:t>http://www.gosuslugi.ru/</w:t>
        </w:r>
      </w:hyperlink>
      <w:r w:rsidRPr="00CF2359">
        <w:rPr>
          <w:rFonts w:ascii="Times New Roman" w:hAnsi="Times New Roman" w:cs="Times New Roman"/>
          <w:sz w:val="24"/>
          <w:szCs w:val="24"/>
        </w:rPr>
        <w:t>;</w:t>
      </w:r>
    </w:p>
    <w:p w:rsidR="00A0373D" w:rsidRDefault="00A0373D" w:rsidP="00687CD6">
      <w:pPr>
        <w:pStyle w:val="ConsPlusNormal"/>
        <w:numPr>
          <w:ilvl w:val="1"/>
          <w:numId w:val="12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2359">
        <w:rPr>
          <w:rFonts w:ascii="Times New Roman" w:hAnsi="Times New Roman" w:cs="Times New Roman"/>
          <w:sz w:val="24"/>
          <w:szCs w:val="24"/>
        </w:rPr>
        <w:t>на информационном стенде, расположенном непосредственно рядом с кабинетом отдела транспорта и</w:t>
      </w:r>
      <w:r w:rsidRPr="006B76A2">
        <w:rPr>
          <w:rFonts w:ascii="Times New Roman" w:hAnsi="Times New Roman" w:cs="Times New Roman"/>
          <w:sz w:val="24"/>
          <w:szCs w:val="24"/>
        </w:rPr>
        <w:t xml:space="preserve"> дорожного хозяйства Администрации </w:t>
      </w:r>
      <w:r w:rsidRPr="006B76A2">
        <w:rPr>
          <w:rFonts w:ascii="Times New Roman" w:hAnsi="Times New Roman" w:cs="Times New Roman"/>
          <w:bCs/>
          <w:sz w:val="24"/>
          <w:szCs w:val="24"/>
        </w:rPr>
        <w:t>Ржевского муниципального округа</w:t>
      </w:r>
      <w:r w:rsidRPr="006B76A2">
        <w:rPr>
          <w:rFonts w:ascii="Times New Roman" w:hAnsi="Times New Roman" w:cs="Times New Roman"/>
          <w:sz w:val="24"/>
          <w:szCs w:val="24"/>
        </w:rPr>
        <w:t xml:space="preserve"> Тверской области по адресу: 172381, Тверская область, город Ржев, улица Партизанская, дом 33, каб. № 302.</w:t>
      </w:r>
    </w:p>
    <w:p w:rsidR="00A0373D" w:rsidRPr="00B7648C" w:rsidRDefault="00A0373D" w:rsidP="00B7648C">
      <w:pPr>
        <w:pStyle w:val="ConsPlusNormal"/>
        <w:ind w:firstLine="709"/>
        <w:jc w:val="both"/>
      </w:pPr>
      <w:r w:rsidRPr="006B76A2">
        <w:rPr>
          <w:rFonts w:ascii="Times New Roman" w:hAnsi="Times New Roman" w:cs="Times New Roman"/>
          <w:sz w:val="24"/>
          <w:szCs w:val="24"/>
        </w:rPr>
        <w:t xml:space="preserve">При ответах на телефонные звонки и устные обращения заявителей сотрудник Администрации </w:t>
      </w:r>
      <w:r w:rsidRPr="006B76A2">
        <w:rPr>
          <w:rFonts w:ascii="Times New Roman" w:hAnsi="Times New Roman" w:cs="Times New Roman"/>
          <w:bCs/>
          <w:sz w:val="24"/>
          <w:szCs w:val="24"/>
        </w:rPr>
        <w:t>Ржевского муниципального округа Тверской области</w:t>
      </w:r>
      <w:r w:rsidRPr="006B76A2">
        <w:rPr>
          <w:rFonts w:ascii="Times New Roman" w:hAnsi="Times New Roman" w:cs="Times New Roman"/>
          <w:sz w:val="24"/>
          <w:szCs w:val="24"/>
        </w:rPr>
        <w:t>, осуществляющий информирование заявителя о предоставлении муниципальной услуги:</w:t>
      </w:r>
    </w:p>
    <w:p w:rsidR="00A0373D" w:rsidRDefault="00A0373D" w:rsidP="00B7648C">
      <w:pPr>
        <w:pStyle w:val="ConsPlusNormal"/>
        <w:numPr>
          <w:ilvl w:val="1"/>
          <w:numId w:val="12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76A2">
        <w:rPr>
          <w:rFonts w:ascii="Times New Roman" w:hAnsi="Times New Roman" w:cs="Times New Roman"/>
          <w:sz w:val="24"/>
          <w:szCs w:val="24"/>
        </w:rPr>
        <w:t>сообщает наименование структурного подразделения, свою фамилию, имя, отчество и замещаемую должность;</w:t>
      </w:r>
    </w:p>
    <w:p w:rsidR="00A0373D" w:rsidRDefault="00A0373D" w:rsidP="00B7648C">
      <w:pPr>
        <w:pStyle w:val="ConsPlusNormal"/>
        <w:numPr>
          <w:ilvl w:val="1"/>
          <w:numId w:val="12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76A2">
        <w:rPr>
          <w:rFonts w:ascii="Times New Roman" w:hAnsi="Times New Roman" w:cs="Times New Roman"/>
          <w:sz w:val="24"/>
          <w:szCs w:val="24"/>
        </w:rPr>
        <w:t>в вежливой форме четко и подробно информирует заявителя по интересующим вопросам;</w:t>
      </w:r>
    </w:p>
    <w:p w:rsidR="00A0373D" w:rsidRDefault="00A0373D" w:rsidP="00B7648C">
      <w:pPr>
        <w:pStyle w:val="ConsPlusNormal"/>
        <w:numPr>
          <w:ilvl w:val="1"/>
          <w:numId w:val="12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B76A2">
        <w:rPr>
          <w:rFonts w:ascii="Times New Roman" w:hAnsi="Times New Roman" w:cs="Times New Roman"/>
          <w:sz w:val="24"/>
          <w:szCs w:val="24"/>
        </w:rPr>
        <w:t xml:space="preserve">принимает все необходимые меры для ответа на поставленные вопросы, в том числе с привлечением других сотрудников Администрации </w:t>
      </w:r>
      <w:r w:rsidRPr="006B76A2">
        <w:rPr>
          <w:rFonts w:ascii="Times New Roman" w:hAnsi="Times New Roman" w:cs="Times New Roman"/>
          <w:bCs/>
          <w:sz w:val="24"/>
          <w:szCs w:val="24"/>
        </w:rPr>
        <w:t>Ржевского муниципального округа Тверской области</w:t>
      </w:r>
      <w:r w:rsidRPr="006B76A2">
        <w:rPr>
          <w:rFonts w:ascii="Times New Roman" w:hAnsi="Times New Roman" w:cs="Times New Roman"/>
          <w:sz w:val="24"/>
          <w:szCs w:val="24"/>
        </w:rPr>
        <w:t>, сообщает номер телефона, по которому можно получить необходимую информацию либо назначает другое удобное для заявителя время устного информирования о порядке предоставления муниципальной услуги.</w:t>
      </w:r>
    </w:p>
    <w:p w:rsidR="00A0373D" w:rsidRDefault="00A0373D" w:rsidP="00B7648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0373D" w:rsidRDefault="00A0373D" w:rsidP="005D399D">
      <w:pPr>
        <w:pStyle w:val="a"/>
        <w:spacing w:before="0" w:after="0"/>
        <w:ind w:firstLine="708"/>
        <w:jc w:val="both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3. </w:t>
      </w:r>
      <w:r w:rsidRPr="00ED62CB">
        <w:rPr>
          <w:b/>
          <w:bCs/>
          <w:lang w:eastAsia="ru-RU"/>
        </w:rPr>
        <w:t>Состав, последовательность и ср</w:t>
      </w:r>
      <w:r>
        <w:rPr>
          <w:b/>
          <w:bCs/>
          <w:lang w:eastAsia="ru-RU"/>
        </w:rPr>
        <w:t xml:space="preserve">оки выполнения административных </w:t>
      </w:r>
      <w:r w:rsidRPr="00ED62CB">
        <w:rPr>
          <w:b/>
          <w:bCs/>
          <w:lang w:eastAsia="ru-RU"/>
        </w:rPr>
        <w:t>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>
        <w:rPr>
          <w:b/>
          <w:bCs/>
          <w:lang w:eastAsia="ru-RU"/>
        </w:rPr>
        <w:t>.</w:t>
      </w:r>
    </w:p>
    <w:p w:rsidR="00A0373D" w:rsidRDefault="00A0373D" w:rsidP="005D399D">
      <w:pPr>
        <w:pStyle w:val="a"/>
        <w:spacing w:before="0" w:after="0"/>
        <w:ind w:firstLine="708"/>
        <w:jc w:val="both"/>
        <w:rPr>
          <w:b/>
          <w:bCs/>
          <w:lang w:eastAsia="ru-RU"/>
        </w:rPr>
      </w:pPr>
    </w:p>
    <w:p w:rsidR="00A0373D" w:rsidRPr="005D399D" w:rsidRDefault="00A0373D" w:rsidP="00B7648C">
      <w:pPr>
        <w:pStyle w:val="a"/>
        <w:spacing w:before="0" w:after="0"/>
        <w:ind w:firstLine="720"/>
        <w:jc w:val="both"/>
        <w:rPr>
          <w:b/>
        </w:rPr>
      </w:pPr>
      <w:r w:rsidRPr="005D399D">
        <w:rPr>
          <w:b/>
          <w:shd w:val="clear" w:color="auto" w:fill="FFFFFF"/>
        </w:rPr>
        <w:t>3.1. Предоставление муниципальной услуги включает в себя следующие административные процедуры:</w:t>
      </w:r>
    </w:p>
    <w:p w:rsidR="00A0373D" w:rsidRPr="00E82C1D" w:rsidRDefault="00A0373D" w:rsidP="00E82C1D">
      <w:pPr>
        <w:pStyle w:val="ConsPlusNormal"/>
        <w:numPr>
          <w:ilvl w:val="1"/>
          <w:numId w:val="12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82C1D">
        <w:rPr>
          <w:rFonts w:ascii="Times New Roman" w:hAnsi="Times New Roman" w:cs="Times New Roman"/>
          <w:sz w:val="24"/>
          <w:szCs w:val="24"/>
          <w:shd w:val="clear" w:color="auto" w:fill="FFFFFF"/>
        </w:rPr>
        <w:t>прием и регистрация заявления и документов, необходимых для предоставления муниципальной услуги;</w:t>
      </w:r>
    </w:p>
    <w:p w:rsidR="00A0373D" w:rsidRPr="00E82C1D" w:rsidRDefault="00A0373D" w:rsidP="00E82C1D">
      <w:pPr>
        <w:pStyle w:val="ConsPlusNormal"/>
        <w:numPr>
          <w:ilvl w:val="1"/>
          <w:numId w:val="12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82C1D">
        <w:rPr>
          <w:rFonts w:ascii="Times New Roman" w:hAnsi="Times New Roman" w:cs="Times New Roman"/>
          <w:sz w:val="24"/>
          <w:szCs w:val="24"/>
        </w:rPr>
        <w:t>рассмотрение заявления и представленных документов, принятие решения о предоставлении или об отказе в предоставлении муниципальной услуги;</w:t>
      </w:r>
    </w:p>
    <w:p w:rsidR="00A0373D" w:rsidRPr="00E82C1D" w:rsidRDefault="00A0373D" w:rsidP="005D399D">
      <w:pPr>
        <w:pStyle w:val="ConsPlusNormal"/>
        <w:numPr>
          <w:ilvl w:val="1"/>
          <w:numId w:val="12"/>
        </w:numPr>
        <w:tabs>
          <w:tab w:val="clear" w:pos="1789"/>
          <w:tab w:val="num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82C1D">
        <w:rPr>
          <w:rFonts w:ascii="Times New Roman" w:hAnsi="Times New Roman" w:cs="Times New Roman"/>
          <w:sz w:val="24"/>
          <w:szCs w:val="24"/>
        </w:rPr>
        <w:t>выдача заявителю результата предоставления муниципальной услуги.</w:t>
      </w:r>
    </w:p>
    <w:p w:rsidR="00A0373D" w:rsidRPr="009C6444" w:rsidRDefault="00A0373D" w:rsidP="00E82C1D">
      <w:pPr>
        <w:pStyle w:val="a"/>
        <w:spacing w:before="0" w:after="0"/>
        <w:ind w:firstLine="709"/>
        <w:jc w:val="both"/>
        <w:rPr>
          <w:b/>
          <w:color w:val="000000"/>
          <w:shd w:val="clear" w:color="auto" w:fill="FFFFFF"/>
        </w:rPr>
      </w:pPr>
      <w:r w:rsidRPr="009C6444">
        <w:rPr>
          <w:b/>
          <w:color w:val="000000"/>
          <w:shd w:val="clear" w:color="auto" w:fill="FFFFFF"/>
        </w:rPr>
        <w:t>3.2. Описание административных процедур.</w:t>
      </w:r>
    </w:p>
    <w:p w:rsidR="00A0373D" w:rsidRPr="00E82C1D" w:rsidRDefault="00A0373D" w:rsidP="005D399D">
      <w:pPr>
        <w:pStyle w:val="a"/>
        <w:spacing w:before="0" w:after="0"/>
        <w:ind w:firstLine="709"/>
        <w:jc w:val="both"/>
        <w:rPr>
          <w:color w:val="000000"/>
          <w:shd w:val="clear" w:color="auto" w:fill="FFFFFF"/>
        </w:rPr>
      </w:pPr>
      <w:r w:rsidRPr="00E82C1D">
        <w:rPr>
          <w:color w:val="000000"/>
          <w:shd w:val="clear" w:color="auto" w:fill="FFFFFF"/>
        </w:rPr>
        <w:t xml:space="preserve">Описание административных процедур представлено в </w:t>
      </w:r>
      <w:r>
        <w:rPr>
          <w:color w:val="000000"/>
          <w:shd w:val="clear" w:color="auto" w:fill="FFFFFF"/>
        </w:rPr>
        <w:t>п</w:t>
      </w:r>
      <w:r w:rsidRPr="00E82C1D">
        <w:rPr>
          <w:color w:val="000000"/>
          <w:shd w:val="clear" w:color="auto" w:fill="FFFFFF"/>
        </w:rPr>
        <w:t>риложении 2 к настоящему Административному регламенту.</w:t>
      </w:r>
    </w:p>
    <w:p w:rsidR="00A0373D" w:rsidRPr="009C6444" w:rsidRDefault="00A0373D" w:rsidP="00E82C1D">
      <w:pPr>
        <w:pStyle w:val="a"/>
        <w:spacing w:before="0" w:after="0"/>
        <w:ind w:firstLine="709"/>
        <w:jc w:val="both"/>
        <w:rPr>
          <w:b/>
          <w:color w:val="000000"/>
          <w:shd w:val="clear" w:color="auto" w:fill="FFFFFF"/>
        </w:rPr>
      </w:pPr>
      <w:r w:rsidRPr="009C6444">
        <w:rPr>
          <w:b/>
          <w:color w:val="000000"/>
          <w:shd w:val="clear" w:color="auto" w:fill="FFFFFF"/>
        </w:rPr>
        <w:t>3.3. Подразделы, содержащие описание вариантов предоставления муниципальной услуги.</w:t>
      </w:r>
    </w:p>
    <w:p w:rsidR="00A0373D" w:rsidRPr="009C6444" w:rsidRDefault="00A0373D" w:rsidP="00E82C1D">
      <w:pPr>
        <w:pStyle w:val="a"/>
        <w:spacing w:before="0" w:after="0"/>
        <w:ind w:firstLine="709"/>
        <w:jc w:val="both"/>
      </w:pPr>
      <w:bookmarkStart w:id="4" w:name="P210"/>
      <w:bookmarkEnd w:id="4"/>
      <w:r w:rsidRPr="009C6444">
        <w:t>3.3.1. Прием и регистрация заявления и документов, необходимых для предоставления муниципальной услуги.</w:t>
      </w:r>
    </w:p>
    <w:p w:rsidR="00A0373D" w:rsidRPr="000B1ED3" w:rsidRDefault="00A0373D" w:rsidP="00E82C1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B1ED3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3</w:t>
      </w:r>
      <w:r w:rsidRPr="000B1ED3">
        <w:rPr>
          <w:rFonts w:ascii="Times New Roman" w:hAnsi="Times New Roman"/>
          <w:sz w:val="24"/>
          <w:szCs w:val="24"/>
        </w:rPr>
        <w:t xml:space="preserve">.1.1. </w:t>
      </w:r>
      <w:r>
        <w:rPr>
          <w:rFonts w:ascii="Times New Roman" w:hAnsi="Times New Roman"/>
          <w:sz w:val="24"/>
          <w:szCs w:val="24"/>
        </w:rPr>
        <w:t>Специалист о</w:t>
      </w:r>
      <w:r w:rsidRPr="001D792A">
        <w:rPr>
          <w:rFonts w:ascii="Times New Roman" w:hAnsi="Times New Roman"/>
          <w:sz w:val="24"/>
          <w:szCs w:val="24"/>
        </w:rPr>
        <w:t>тдела транспорта и дорожного хозяйства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792A">
        <w:rPr>
          <w:rFonts w:ascii="Times New Roman" w:hAnsi="Times New Roman"/>
          <w:sz w:val="24"/>
          <w:szCs w:val="24"/>
        </w:rPr>
        <w:t xml:space="preserve">Администрации </w:t>
      </w:r>
      <w:r w:rsidRPr="001D792A">
        <w:rPr>
          <w:rFonts w:ascii="Times New Roman" w:hAnsi="Times New Roman"/>
          <w:bCs/>
          <w:sz w:val="24"/>
          <w:szCs w:val="24"/>
        </w:rPr>
        <w:t>Ржевского муниципального округа Тверской области</w:t>
      </w:r>
      <w:r w:rsidRPr="001D792A">
        <w:rPr>
          <w:rFonts w:ascii="Times New Roman" w:hAnsi="Times New Roman"/>
          <w:sz w:val="24"/>
          <w:szCs w:val="24"/>
        </w:rPr>
        <w:t>, ответственный за прием и регистрацию заявления, проверяет поступившее заявление</w:t>
      </w:r>
      <w:r w:rsidRPr="000B1ED3">
        <w:rPr>
          <w:rFonts w:ascii="Times New Roman" w:hAnsi="Times New Roman"/>
          <w:sz w:val="24"/>
          <w:szCs w:val="24"/>
        </w:rPr>
        <w:t xml:space="preserve"> и прилагаемые документы на соответствие требованиям настоящего </w:t>
      </w:r>
      <w:r>
        <w:rPr>
          <w:rFonts w:ascii="Times New Roman" w:hAnsi="Times New Roman"/>
          <w:sz w:val="24"/>
          <w:szCs w:val="24"/>
        </w:rPr>
        <w:t>Административного регламента,</w:t>
      </w:r>
      <w:r w:rsidRPr="000B1ED3">
        <w:rPr>
          <w:rFonts w:ascii="Times New Roman" w:hAnsi="Times New Roman"/>
          <w:sz w:val="24"/>
          <w:szCs w:val="24"/>
        </w:rPr>
        <w:t xml:space="preserve"> пункту 2.6</w:t>
      </w:r>
      <w:r>
        <w:rPr>
          <w:rFonts w:ascii="Times New Roman" w:hAnsi="Times New Roman"/>
          <w:sz w:val="24"/>
          <w:szCs w:val="24"/>
        </w:rPr>
        <w:t>.1</w:t>
      </w:r>
      <w:r w:rsidRPr="000B1ED3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A0373D" w:rsidRDefault="00A0373D" w:rsidP="002069AA">
      <w:pPr>
        <w:pStyle w:val="a"/>
        <w:spacing w:before="0" w:after="0"/>
        <w:ind w:firstLine="709"/>
        <w:jc w:val="both"/>
      </w:pPr>
      <w:r w:rsidRPr="000B1ED3">
        <w:t>Специалист, ответственный за прием заявлений:</w:t>
      </w:r>
    </w:p>
    <w:p w:rsidR="00A0373D" w:rsidRDefault="00A0373D" w:rsidP="009C6444">
      <w:pPr>
        <w:pStyle w:val="a"/>
        <w:numPr>
          <w:ilvl w:val="1"/>
          <w:numId w:val="15"/>
        </w:numPr>
        <w:tabs>
          <w:tab w:val="clear" w:pos="1789"/>
          <w:tab w:val="num" w:pos="1080"/>
        </w:tabs>
        <w:spacing w:before="0" w:after="0"/>
        <w:ind w:left="0" w:firstLine="720"/>
        <w:jc w:val="both"/>
      </w:pPr>
      <w:r>
        <w:t>устанавливает предмет обращения;</w:t>
      </w:r>
    </w:p>
    <w:p w:rsidR="00A0373D" w:rsidRDefault="00A0373D" w:rsidP="009C6444">
      <w:pPr>
        <w:pStyle w:val="a"/>
        <w:numPr>
          <w:ilvl w:val="1"/>
          <w:numId w:val="15"/>
        </w:numPr>
        <w:tabs>
          <w:tab w:val="clear" w:pos="1789"/>
          <w:tab w:val="num" w:pos="1080"/>
        </w:tabs>
        <w:spacing w:before="0" w:after="0"/>
        <w:ind w:left="0" w:firstLine="720"/>
        <w:jc w:val="both"/>
      </w:pPr>
      <w:r w:rsidRPr="000B1ED3">
        <w:t>проверяет полномочия представителя зая</w:t>
      </w:r>
      <w:r>
        <w:t>вителя действовать от его имени;</w:t>
      </w:r>
    </w:p>
    <w:p w:rsidR="00A0373D" w:rsidRDefault="00A0373D" w:rsidP="00C44B27">
      <w:pPr>
        <w:pStyle w:val="a"/>
        <w:numPr>
          <w:ilvl w:val="1"/>
          <w:numId w:val="15"/>
        </w:numPr>
        <w:tabs>
          <w:tab w:val="clear" w:pos="1789"/>
          <w:tab w:val="num" w:pos="1080"/>
        </w:tabs>
        <w:spacing w:before="0" w:after="0"/>
        <w:ind w:left="0" w:firstLine="720"/>
        <w:jc w:val="both"/>
      </w:pPr>
      <w:r w:rsidRPr="000B1ED3">
        <w:t>проверяет наличие всех необходимых документов исходя из соответствующего перечня (перечней) документов, пре</w:t>
      </w:r>
      <w:r>
        <w:t>дставляемых на получение услуги;</w:t>
      </w:r>
    </w:p>
    <w:p w:rsidR="00A0373D" w:rsidRDefault="00A0373D" w:rsidP="00C44B27">
      <w:pPr>
        <w:pStyle w:val="a"/>
        <w:numPr>
          <w:ilvl w:val="1"/>
          <w:numId w:val="15"/>
        </w:numPr>
        <w:tabs>
          <w:tab w:val="clear" w:pos="1789"/>
          <w:tab w:val="num" w:pos="1080"/>
        </w:tabs>
        <w:spacing w:before="0" w:after="0"/>
        <w:ind w:left="0" w:firstLine="720"/>
        <w:jc w:val="both"/>
      </w:pPr>
      <w:r w:rsidRPr="000B1ED3">
        <w:t>проверяет соответствие представленных документов установленным требованиям регламента, удостоверяясь, что:</w:t>
      </w:r>
    </w:p>
    <w:p w:rsidR="00A0373D" w:rsidRDefault="00A0373D" w:rsidP="007727DD">
      <w:pPr>
        <w:pStyle w:val="a"/>
        <w:spacing w:before="0" w:after="0"/>
        <w:ind w:left="720"/>
        <w:jc w:val="both"/>
      </w:pPr>
      <w:r>
        <w:t xml:space="preserve">а) </w:t>
      </w:r>
      <w:r w:rsidRPr="000B1ED3">
        <w:t>документы в установленных законодательством случаях удостоверены, скреплены печатями, имеют надлежащие подписи сторон или определенных законодательством должностных лиц;</w:t>
      </w:r>
    </w:p>
    <w:p w:rsidR="00A0373D" w:rsidRDefault="00A0373D" w:rsidP="00687CD6">
      <w:pPr>
        <w:pStyle w:val="a"/>
        <w:spacing w:before="0" w:after="0"/>
        <w:ind w:left="720"/>
        <w:jc w:val="both"/>
      </w:pPr>
      <w:r>
        <w:t xml:space="preserve">б) </w:t>
      </w:r>
      <w:r w:rsidRPr="000B1ED3">
        <w:t xml:space="preserve">тексты документов написаны разборчиво, наименования юридических лиц </w:t>
      </w:r>
      <w:r>
        <w:t>–</w:t>
      </w:r>
      <w:r w:rsidRPr="000B1ED3">
        <w:t xml:space="preserve"> без сокращения, с указанием их мест нахождения;</w:t>
      </w:r>
    </w:p>
    <w:p w:rsidR="00A0373D" w:rsidRDefault="00A0373D" w:rsidP="007727DD">
      <w:pPr>
        <w:pStyle w:val="a"/>
        <w:spacing w:before="0" w:after="0"/>
        <w:ind w:left="720"/>
        <w:jc w:val="both"/>
      </w:pPr>
      <w:r>
        <w:t xml:space="preserve">в) </w:t>
      </w:r>
      <w:r w:rsidRPr="000B1ED3">
        <w:t>фамилии, имена и отчества физических лиц, адреса их мест жительства написаны полностью;</w:t>
      </w:r>
    </w:p>
    <w:p w:rsidR="00A0373D" w:rsidRDefault="00A0373D" w:rsidP="007727DD">
      <w:pPr>
        <w:pStyle w:val="a"/>
        <w:spacing w:before="0" w:after="0"/>
        <w:ind w:left="720"/>
        <w:jc w:val="both"/>
      </w:pPr>
      <w:r>
        <w:t xml:space="preserve">г) </w:t>
      </w:r>
      <w:r w:rsidRPr="000B1ED3">
        <w:t>в документах нет подчисток, приписок, зачеркнутых слов и иных неоговоренных исправлений;</w:t>
      </w:r>
    </w:p>
    <w:p w:rsidR="00A0373D" w:rsidRDefault="00A0373D" w:rsidP="007727DD">
      <w:pPr>
        <w:pStyle w:val="a"/>
        <w:spacing w:before="0" w:after="0"/>
        <w:ind w:left="720"/>
        <w:jc w:val="both"/>
      </w:pPr>
      <w:r>
        <w:t xml:space="preserve">д) </w:t>
      </w:r>
      <w:r w:rsidRPr="000B1ED3">
        <w:t>документы не исполнены карандашом;</w:t>
      </w:r>
    </w:p>
    <w:p w:rsidR="00A0373D" w:rsidRDefault="00A0373D" w:rsidP="007727DD">
      <w:pPr>
        <w:pStyle w:val="a"/>
        <w:spacing w:before="0" w:after="0"/>
        <w:ind w:left="720"/>
        <w:jc w:val="both"/>
      </w:pPr>
      <w:r>
        <w:t xml:space="preserve">е) </w:t>
      </w:r>
      <w:r w:rsidRPr="000B1ED3">
        <w:t>в документах отсутствуют исправления, не позволяющие однозначно истолковать их содержание, текст документов поддается прочтению;</w:t>
      </w:r>
    </w:p>
    <w:p w:rsidR="00A0373D" w:rsidRPr="000B1ED3" w:rsidRDefault="00A0373D" w:rsidP="00D55766">
      <w:pPr>
        <w:pStyle w:val="a"/>
        <w:numPr>
          <w:ilvl w:val="0"/>
          <w:numId w:val="16"/>
        </w:numPr>
        <w:tabs>
          <w:tab w:val="clear" w:pos="4644"/>
          <w:tab w:val="num" w:pos="-900"/>
          <w:tab w:val="left" w:pos="1080"/>
        </w:tabs>
        <w:spacing w:before="0" w:after="0"/>
        <w:ind w:left="0" w:firstLine="720"/>
        <w:jc w:val="both"/>
      </w:pPr>
      <w:r w:rsidRPr="000B1ED3">
        <w:t>проверяет наличие оснований для отказа в приеме документов, необходимых для предоставления муниципальных услуг, установленных пунктом 2.7 настоящего Административного регламента.</w:t>
      </w:r>
    </w:p>
    <w:p w:rsidR="00A0373D" w:rsidRPr="000B1ED3" w:rsidRDefault="00A0373D" w:rsidP="002069AA">
      <w:pPr>
        <w:pStyle w:val="a"/>
        <w:spacing w:before="0" w:after="0"/>
        <w:ind w:firstLine="709"/>
        <w:jc w:val="both"/>
        <w:rPr>
          <w:shd w:val="clear" w:color="auto" w:fill="FFFFFF"/>
        </w:rPr>
      </w:pPr>
      <w:r w:rsidRPr="000B1ED3">
        <w:rPr>
          <w:shd w:val="clear" w:color="auto" w:fill="FFFFFF"/>
        </w:rPr>
        <w:t>3.</w:t>
      </w:r>
      <w:r>
        <w:rPr>
          <w:shd w:val="clear" w:color="auto" w:fill="FFFFFF"/>
        </w:rPr>
        <w:t>3</w:t>
      </w:r>
      <w:r w:rsidRPr="000B1ED3">
        <w:rPr>
          <w:shd w:val="clear" w:color="auto" w:fill="FFFFFF"/>
        </w:rPr>
        <w:t>.1.2. В случае наличия оснований, указанных в пункте 2.7 настоящего Административного регламента, специалист, ответственный за прием документов, делает об этом отметку и сообщает заявителю о необходимости устранения выявленных недостатков.</w:t>
      </w:r>
    </w:p>
    <w:p w:rsidR="00A0373D" w:rsidRPr="000B1ED3" w:rsidRDefault="00A0373D" w:rsidP="007B73D4">
      <w:pPr>
        <w:pStyle w:val="a"/>
        <w:spacing w:before="0" w:after="0"/>
        <w:ind w:firstLine="709"/>
        <w:jc w:val="both"/>
        <w:rPr>
          <w:bCs/>
        </w:rPr>
      </w:pPr>
      <w:r w:rsidRPr="000B1ED3">
        <w:rPr>
          <w:shd w:val="clear" w:color="auto" w:fill="FFFFFF"/>
        </w:rPr>
        <w:t xml:space="preserve">В случае если заявление и приложенные документы были направлены заявителем посредством почтового отправления или электронной почтой, то сообщение об отказе в приеме заявления и приложенных к нему документов и о необходимости устранения выявленных недостатков направляется в адрес заявителя специалистом, ответственным за прием заявлений, тем же способом, которым они были направлены в Администрацию </w:t>
      </w:r>
      <w:r w:rsidRPr="000B1ED3">
        <w:rPr>
          <w:bCs/>
        </w:rPr>
        <w:t>Ржевского муниципального округа Тверской области</w:t>
      </w:r>
      <w:r w:rsidRPr="000B1ED3">
        <w:rPr>
          <w:shd w:val="clear" w:color="auto" w:fill="FFFFFF"/>
        </w:rPr>
        <w:t xml:space="preserve">, в течение 1 рабочего дня со дня поступления документов в Администрацию </w:t>
      </w:r>
      <w:r w:rsidRPr="000B1ED3">
        <w:rPr>
          <w:bCs/>
        </w:rPr>
        <w:t>Ржевского муниципального округа Тверской области</w:t>
      </w:r>
      <w:r w:rsidRPr="000B1ED3">
        <w:rPr>
          <w:shd w:val="clear" w:color="auto" w:fill="FFFFFF"/>
        </w:rPr>
        <w:t>. Сообщение об отказе в приеме заявления и приложенных к нему документов и о необходимости устранения выявленных недостатков подписывается заместителем Главы</w:t>
      </w:r>
      <w:r>
        <w:rPr>
          <w:shd w:val="clear" w:color="auto" w:fill="FFFFFF"/>
        </w:rPr>
        <w:t xml:space="preserve"> Администрации </w:t>
      </w:r>
      <w:r w:rsidRPr="000B1ED3">
        <w:rPr>
          <w:bCs/>
        </w:rPr>
        <w:t>Ржевского муниципального округа Тверской области</w:t>
      </w:r>
      <w:r w:rsidRPr="000B1ED3">
        <w:rPr>
          <w:shd w:val="clear" w:color="auto" w:fill="FFFFFF"/>
        </w:rPr>
        <w:t xml:space="preserve">, курирующим сферу дорожного хозяйства </w:t>
      </w:r>
      <w:r w:rsidRPr="000B1ED3">
        <w:rPr>
          <w:bCs/>
        </w:rPr>
        <w:t>Ржевского муниципального округа Тверской области</w:t>
      </w:r>
      <w:r w:rsidRPr="000B1ED3">
        <w:rPr>
          <w:shd w:val="clear" w:color="auto" w:fill="FFFFFF"/>
        </w:rPr>
        <w:t>.</w:t>
      </w:r>
    </w:p>
    <w:p w:rsidR="00A0373D" w:rsidRPr="000B1ED3" w:rsidRDefault="00A0373D" w:rsidP="002069AA">
      <w:pPr>
        <w:pStyle w:val="a"/>
        <w:spacing w:before="0" w:after="0"/>
        <w:ind w:firstLine="709"/>
        <w:jc w:val="both"/>
      </w:pPr>
      <w:r w:rsidRPr="000B1ED3">
        <w:t>3.</w:t>
      </w:r>
      <w:r>
        <w:t>3</w:t>
      </w:r>
      <w:r w:rsidRPr="000B1ED3">
        <w:t>.1.3. Максимальное время приема и регистрации документов, представленных заявителем, не должно превышать 15 минут.</w:t>
      </w:r>
    </w:p>
    <w:p w:rsidR="00A0373D" w:rsidRPr="000B1ED3" w:rsidRDefault="00A0373D" w:rsidP="002069AA">
      <w:pPr>
        <w:pStyle w:val="a"/>
        <w:spacing w:before="0" w:after="0"/>
        <w:ind w:firstLine="709"/>
        <w:jc w:val="both"/>
      </w:pPr>
      <w:r w:rsidRPr="000B1ED3">
        <w:t xml:space="preserve">Заявление, направленное заявителем почтой, направляется в Администрацию </w:t>
      </w:r>
      <w:r w:rsidRPr="000B1ED3">
        <w:rPr>
          <w:bCs/>
        </w:rPr>
        <w:t xml:space="preserve">Ржевского муниципального округа Тверской области </w:t>
      </w:r>
      <w:r w:rsidRPr="000B1ED3">
        <w:t>по адресу: 172381, г. Ржев, ул. Партизанская, д. 33.</w:t>
      </w:r>
    </w:p>
    <w:p w:rsidR="00A0373D" w:rsidRPr="000B1ED3" w:rsidRDefault="00A0373D" w:rsidP="00642AE7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B1ED3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3</w:t>
      </w:r>
      <w:r w:rsidRPr="000B1ED3">
        <w:rPr>
          <w:rFonts w:ascii="Times New Roman" w:hAnsi="Times New Roman"/>
          <w:sz w:val="24"/>
          <w:szCs w:val="24"/>
        </w:rPr>
        <w:t xml:space="preserve">.1.4. При соответствии заявления и прилагаемых документов пункту 2.6 настоящего </w:t>
      </w:r>
      <w:r>
        <w:rPr>
          <w:rFonts w:ascii="Times New Roman" w:hAnsi="Times New Roman"/>
          <w:sz w:val="24"/>
          <w:szCs w:val="24"/>
        </w:rPr>
        <w:t xml:space="preserve">Административного </w:t>
      </w:r>
      <w:r w:rsidRPr="000B1ED3">
        <w:rPr>
          <w:rFonts w:ascii="Times New Roman" w:hAnsi="Times New Roman"/>
          <w:sz w:val="24"/>
          <w:szCs w:val="24"/>
        </w:rPr>
        <w:t xml:space="preserve">регламента, специалист, ответственный за прием и регистрацию заявления, регистрирует поступившее заявление в соответствии с правилами регистрации и в течение 1 (одного) рабочего дня направляет пакет документов Главе </w:t>
      </w:r>
      <w:r w:rsidRPr="000B1ED3">
        <w:rPr>
          <w:rFonts w:ascii="Times New Roman" w:hAnsi="Times New Roman"/>
          <w:bCs/>
          <w:sz w:val="24"/>
          <w:szCs w:val="24"/>
        </w:rPr>
        <w:t>Ржевского муниципального округа Тверской области</w:t>
      </w:r>
      <w:r w:rsidRPr="000B1ED3">
        <w:rPr>
          <w:rFonts w:ascii="Times New Roman" w:hAnsi="Times New Roman"/>
          <w:sz w:val="24"/>
          <w:szCs w:val="24"/>
        </w:rPr>
        <w:t>.</w:t>
      </w:r>
    </w:p>
    <w:p w:rsidR="00A0373D" w:rsidRPr="000B1ED3" w:rsidRDefault="00A0373D" w:rsidP="002069AA">
      <w:pPr>
        <w:pStyle w:val="a"/>
        <w:spacing w:before="0" w:after="0"/>
        <w:ind w:firstLine="709"/>
        <w:jc w:val="both"/>
      </w:pPr>
      <w:r w:rsidRPr="000B1ED3">
        <w:t>Результатом административной процедуры являются прием и регистрация документов, представленных заявителем, передача их ответственному специалисту.</w:t>
      </w:r>
    </w:p>
    <w:p w:rsidR="00A0373D" w:rsidRDefault="00A0373D" w:rsidP="005C0AB4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B1ED3">
        <w:rPr>
          <w:rFonts w:ascii="Times New Roman" w:hAnsi="Times New Roman"/>
          <w:sz w:val="24"/>
          <w:szCs w:val="24"/>
        </w:rPr>
        <w:t xml:space="preserve">Максимальный срок выполнения действий в рамках административной процедуры – </w:t>
      </w:r>
      <w:r>
        <w:rPr>
          <w:rFonts w:ascii="Times New Roman" w:hAnsi="Times New Roman"/>
          <w:sz w:val="24"/>
          <w:szCs w:val="24"/>
        </w:rPr>
        <w:t>1</w:t>
      </w:r>
      <w:r w:rsidRPr="000B1ED3">
        <w:rPr>
          <w:rFonts w:ascii="Times New Roman" w:hAnsi="Times New Roman"/>
          <w:sz w:val="24"/>
          <w:szCs w:val="24"/>
        </w:rPr>
        <w:t xml:space="preserve"> рабочи</w:t>
      </w:r>
      <w:r>
        <w:rPr>
          <w:rFonts w:ascii="Times New Roman" w:hAnsi="Times New Roman"/>
          <w:sz w:val="24"/>
          <w:szCs w:val="24"/>
        </w:rPr>
        <w:t>й</w:t>
      </w:r>
      <w:r w:rsidRPr="000B1ED3">
        <w:rPr>
          <w:rFonts w:ascii="Times New Roman" w:hAnsi="Times New Roman"/>
          <w:sz w:val="24"/>
          <w:szCs w:val="24"/>
        </w:rPr>
        <w:t xml:space="preserve"> д</w:t>
      </w:r>
      <w:r>
        <w:rPr>
          <w:rFonts w:ascii="Times New Roman" w:hAnsi="Times New Roman"/>
          <w:sz w:val="24"/>
          <w:szCs w:val="24"/>
        </w:rPr>
        <w:t>ень</w:t>
      </w:r>
      <w:r w:rsidRPr="000B1ED3">
        <w:rPr>
          <w:rFonts w:ascii="Times New Roman" w:hAnsi="Times New Roman"/>
          <w:sz w:val="24"/>
          <w:szCs w:val="24"/>
        </w:rPr>
        <w:t>.</w:t>
      </w:r>
    </w:p>
    <w:p w:rsidR="00A0373D" w:rsidRPr="000412FA" w:rsidRDefault="00A0373D" w:rsidP="00D55766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3.4. </w:t>
      </w:r>
      <w:r w:rsidRPr="000412FA">
        <w:rPr>
          <w:rFonts w:ascii="Times New Roman" w:hAnsi="Times New Roman"/>
          <w:b/>
          <w:sz w:val="24"/>
          <w:szCs w:val="24"/>
        </w:rPr>
        <w:t>Перечень административных процедур (действий) при предоставлении муниципальной услуги в электронной форме через ЕПГУ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A0373D" w:rsidRDefault="00A0373D" w:rsidP="00D55766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3.4.1.</w:t>
      </w:r>
      <w:r w:rsidRPr="000412FA">
        <w:rPr>
          <w:rFonts w:ascii="Times New Roman" w:hAnsi="Times New Roman"/>
          <w:sz w:val="24"/>
          <w:szCs w:val="24"/>
        </w:rPr>
        <w:t xml:space="preserve"> При предоставлении муниципальной услуги в электронной форме заявителю дополнительно обеспечиваются:</w:t>
      </w:r>
    </w:p>
    <w:p w:rsidR="00A0373D" w:rsidRDefault="00A0373D" w:rsidP="00D55766">
      <w:pPr>
        <w:numPr>
          <w:ilvl w:val="0"/>
          <w:numId w:val="16"/>
        </w:numPr>
        <w:tabs>
          <w:tab w:val="clear" w:pos="4644"/>
          <w:tab w:val="num" w:pos="1080"/>
        </w:tabs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12FA">
        <w:rPr>
          <w:rFonts w:ascii="Times New Roman" w:hAnsi="Times New Roman"/>
          <w:sz w:val="24"/>
          <w:szCs w:val="24"/>
        </w:rPr>
        <w:t>получение информации о порядке и сроках предоставления муниципальной услуги в электронной форме;</w:t>
      </w:r>
    </w:p>
    <w:p w:rsidR="00A0373D" w:rsidRDefault="00A0373D" w:rsidP="00D55766">
      <w:pPr>
        <w:numPr>
          <w:ilvl w:val="0"/>
          <w:numId w:val="16"/>
        </w:numPr>
        <w:tabs>
          <w:tab w:val="clear" w:pos="4644"/>
          <w:tab w:val="num" w:pos="1080"/>
        </w:tabs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12FA">
        <w:rPr>
          <w:rFonts w:ascii="Times New Roman" w:hAnsi="Times New Roman"/>
          <w:sz w:val="24"/>
          <w:szCs w:val="24"/>
        </w:rPr>
        <w:t>формирование заявления в электронной форме;</w:t>
      </w:r>
    </w:p>
    <w:p w:rsidR="00A0373D" w:rsidRDefault="00A0373D" w:rsidP="00D55766">
      <w:pPr>
        <w:numPr>
          <w:ilvl w:val="0"/>
          <w:numId w:val="16"/>
        </w:numPr>
        <w:tabs>
          <w:tab w:val="clear" w:pos="4644"/>
          <w:tab w:val="num" w:pos="1080"/>
        </w:tabs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12FA">
        <w:rPr>
          <w:rFonts w:ascii="Times New Roman" w:hAnsi="Times New Roman"/>
          <w:sz w:val="24"/>
          <w:szCs w:val="24"/>
        </w:rPr>
        <w:t>получение сведений о ходе рассмотрения заявления в электронной форме;</w:t>
      </w:r>
    </w:p>
    <w:p w:rsidR="00A0373D" w:rsidRDefault="00A0373D" w:rsidP="00D55766">
      <w:pPr>
        <w:numPr>
          <w:ilvl w:val="0"/>
          <w:numId w:val="16"/>
        </w:numPr>
        <w:tabs>
          <w:tab w:val="clear" w:pos="4644"/>
          <w:tab w:val="num" w:pos="1080"/>
        </w:tabs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12FA">
        <w:rPr>
          <w:rFonts w:ascii="Times New Roman" w:hAnsi="Times New Roman"/>
          <w:sz w:val="24"/>
          <w:szCs w:val="24"/>
        </w:rPr>
        <w:t>возможность получения на ЕПГУ сведений о ходе рассмотрения заявления, поданного в иных формах, по запросу заявителя;</w:t>
      </w:r>
    </w:p>
    <w:p w:rsidR="00A0373D" w:rsidRDefault="00A0373D" w:rsidP="00D55766">
      <w:pPr>
        <w:numPr>
          <w:ilvl w:val="0"/>
          <w:numId w:val="16"/>
        </w:numPr>
        <w:tabs>
          <w:tab w:val="clear" w:pos="4644"/>
          <w:tab w:val="num" w:pos="1080"/>
        </w:tabs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12FA">
        <w:rPr>
          <w:rFonts w:ascii="Times New Roman" w:hAnsi="Times New Roman"/>
          <w:sz w:val="24"/>
          <w:szCs w:val="24"/>
        </w:rPr>
        <w:t>осуществление оценки качества предоставления муниципальной услуги;</w:t>
      </w:r>
    </w:p>
    <w:p w:rsidR="00A0373D" w:rsidRDefault="00A0373D" w:rsidP="00D55766">
      <w:pPr>
        <w:numPr>
          <w:ilvl w:val="0"/>
          <w:numId w:val="16"/>
        </w:numPr>
        <w:tabs>
          <w:tab w:val="clear" w:pos="4644"/>
          <w:tab w:val="num" w:pos="1080"/>
        </w:tabs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12FA">
        <w:rPr>
          <w:rFonts w:ascii="Times New Roman" w:hAnsi="Times New Roman"/>
          <w:sz w:val="24"/>
          <w:szCs w:val="24"/>
        </w:rPr>
        <w:t>досудебное (внесудебное) обжалование решений и действий (бездействия) Отдела либо действия (бездействие) должностных лиц Отдела, предоставляющего муниципальную услугу, либо муниципального служащего.</w:t>
      </w:r>
    </w:p>
    <w:p w:rsidR="00A0373D" w:rsidRPr="000412FA" w:rsidRDefault="00A0373D" w:rsidP="00D55766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0412FA">
        <w:rPr>
          <w:rFonts w:ascii="Times New Roman" w:hAnsi="Times New Roman"/>
          <w:b/>
          <w:sz w:val="24"/>
          <w:szCs w:val="24"/>
        </w:rPr>
        <w:t>3.5. Порядок осуществления административных процедур (действий) вне зависимости от формы оказания услуги</w:t>
      </w:r>
    </w:p>
    <w:p w:rsidR="00A0373D" w:rsidRPr="000412FA" w:rsidRDefault="00A0373D" w:rsidP="00D55766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3.5.1</w:t>
      </w:r>
      <w:r w:rsidRPr="000412FA">
        <w:rPr>
          <w:rFonts w:ascii="Times New Roman" w:hAnsi="Times New Roman"/>
          <w:sz w:val="24"/>
          <w:szCs w:val="24"/>
        </w:rPr>
        <w:t>. Формирование заявления.</w:t>
      </w:r>
    </w:p>
    <w:p w:rsidR="00A0373D" w:rsidRPr="000412FA" w:rsidRDefault="00A0373D" w:rsidP="00D55766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12FA">
        <w:rPr>
          <w:rFonts w:ascii="Times New Roman" w:hAnsi="Times New Roman"/>
          <w:sz w:val="24"/>
          <w:szCs w:val="24"/>
        </w:rPr>
        <w:t>Заявление может быть сформировано в электронном виде на ЕПГУ или подано на бумажном носителе.</w:t>
      </w:r>
    </w:p>
    <w:p w:rsidR="00A0373D" w:rsidRPr="000412FA" w:rsidRDefault="00A0373D" w:rsidP="000412FA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12FA">
        <w:rPr>
          <w:rFonts w:ascii="Times New Roman" w:hAnsi="Times New Roman"/>
          <w:sz w:val="24"/>
          <w:szCs w:val="24"/>
        </w:rPr>
        <w:t>Формирование заявления в электронной форме не требует дополнительной подачи заявления на бумажном носителе.</w:t>
      </w:r>
    </w:p>
    <w:p w:rsidR="00A0373D" w:rsidRPr="000412FA" w:rsidRDefault="00A0373D" w:rsidP="000412FA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12FA">
        <w:rPr>
          <w:rFonts w:ascii="Times New Roman" w:hAnsi="Times New Roman"/>
          <w:sz w:val="24"/>
          <w:szCs w:val="24"/>
        </w:rPr>
        <w:t>При формировании заявления в электронной форме после заполнения заявителем каждого из полей электронной формы заявления осуществляется форматно-логическая проверка.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A0373D" w:rsidRPr="000412FA" w:rsidRDefault="00A0373D" w:rsidP="000412FA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12FA">
        <w:rPr>
          <w:rFonts w:ascii="Times New Roman" w:hAnsi="Times New Roman"/>
          <w:sz w:val="24"/>
          <w:szCs w:val="24"/>
        </w:rPr>
        <w:t>При формировании заявления на ЕПГУ заявителю обеспечивается:</w:t>
      </w:r>
    </w:p>
    <w:p w:rsidR="00A0373D" w:rsidRPr="000412FA" w:rsidRDefault="00A0373D" w:rsidP="000412FA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12FA">
        <w:rPr>
          <w:rFonts w:ascii="Times New Roman" w:hAnsi="Times New Roman"/>
          <w:sz w:val="24"/>
          <w:szCs w:val="24"/>
        </w:rPr>
        <w:t>а) возможность сохранения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A0373D" w:rsidRPr="000412FA" w:rsidRDefault="00A0373D" w:rsidP="000412FA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12FA">
        <w:rPr>
          <w:rFonts w:ascii="Times New Roman" w:hAnsi="Times New Roman"/>
          <w:sz w:val="24"/>
          <w:szCs w:val="24"/>
        </w:rPr>
        <w:t>б) возможность автоматического заполнения полей электронной формы заявления на основании данных, размещенных в профиле заявителя в ЕСИА;</w:t>
      </w:r>
    </w:p>
    <w:p w:rsidR="00A0373D" w:rsidRPr="000412FA" w:rsidRDefault="00A0373D" w:rsidP="000412FA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12FA">
        <w:rPr>
          <w:rFonts w:ascii="Times New Roman" w:hAnsi="Times New Roman"/>
          <w:sz w:val="24"/>
          <w:szCs w:val="24"/>
        </w:rPr>
        <w:t>в) возможность вернуться на любой из этапов заполнения электронной формы заявления без потери ранее введенной информации;</w:t>
      </w:r>
    </w:p>
    <w:p w:rsidR="00A0373D" w:rsidRPr="000412FA" w:rsidRDefault="00A0373D" w:rsidP="000412FA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12FA">
        <w:rPr>
          <w:rFonts w:ascii="Times New Roman" w:hAnsi="Times New Roman"/>
          <w:sz w:val="24"/>
          <w:szCs w:val="24"/>
        </w:rPr>
        <w:t>г) возможность доступа заявителя на ЕПГУ и/или РПГУ к заявлениям, ранее поданным им на ЕПГУ.</w:t>
      </w:r>
    </w:p>
    <w:p w:rsidR="00A0373D" w:rsidRPr="000412FA" w:rsidRDefault="00A0373D" w:rsidP="000412FA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3.5.2.</w:t>
      </w:r>
      <w:r w:rsidRPr="000412FA">
        <w:rPr>
          <w:rFonts w:ascii="Times New Roman" w:hAnsi="Times New Roman"/>
          <w:sz w:val="24"/>
          <w:szCs w:val="24"/>
        </w:rPr>
        <w:t xml:space="preserve"> Ответственное должностное лицо Отдела проверяет наличие электронных заявлений, поступивших с ЕПГУ, с периодом не реже 2 раз в день.</w:t>
      </w:r>
    </w:p>
    <w:p w:rsidR="00A0373D" w:rsidRPr="000412FA" w:rsidRDefault="00A0373D" w:rsidP="000412FA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3.5.3.</w:t>
      </w:r>
      <w:r w:rsidRPr="000412FA">
        <w:rPr>
          <w:rFonts w:ascii="Times New Roman" w:hAnsi="Times New Roman"/>
          <w:sz w:val="24"/>
          <w:szCs w:val="24"/>
        </w:rPr>
        <w:t xml:space="preserve"> Ответственное должностное лицо Отдела обеспечивает:</w:t>
      </w:r>
    </w:p>
    <w:p w:rsidR="00A0373D" w:rsidRPr="000412FA" w:rsidRDefault="00A0373D" w:rsidP="00213664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12FA">
        <w:rPr>
          <w:rFonts w:ascii="Times New Roman" w:hAnsi="Times New Roman"/>
          <w:sz w:val="24"/>
          <w:szCs w:val="24"/>
        </w:rPr>
        <w:t>а) в срок не позднее 1 рабочего дня с момента подачи заявления, а в случае его поступления в нерабочий или праздничный день, - в следующий за ним первый рабочий день прием в работу заявления о предоставлении муниципальной услуги. При этом заявителю на ЕПГУ направ</w:t>
      </w:r>
      <w:r>
        <w:rPr>
          <w:rFonts w:ascii="Times New Roman" w:hAnsi="Times New Roman"/>
          <w:sz w:val="24"/>
          <w:szCs w:val="24"/>
        </w:rPr>
        <w:t>ляется уведомление «Начато рассмотрение заявления»</w:t>
      </w:r>
      <w:r w:rsidRPr="000412FA">
        <w:rPr>
          <w:rFonts w:ascii="Times New Roman" w:hAnsi="Times New Roman"/>
          <w:sz w:val="24"/>
          <w:szCs w:val="24"/>
        </w:rPr>
        <w:t>.</w:t>
      </w:r>
    </w:p>
    <w:p w:rsidR="00A0373D" w:rsidRPr="000412FA" w:rsidRDefault="00A0373D" w:rsidP="000412FA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12FA">
        <w:rPr>
          <w:rFonts w:ascii="Times New Roman" w:hAnsi="Times New Roman"/>
          <w:sz w:val="24"/>
          <w:szCs w:val="24"/>
        </w:rPr>
        <w:t>В случае необходимости подтверждения данных заявления заявителю сообщается об эт</w:t>
      </w:r>
      <w:r>
        <w:rPr>
          <w:rFonts w:ascii="Times New Roman" w:hAnsi="Times New Roman"/>
          <w:sz w:val="24"/>
          <w:szCs w:val="24"/>
        </w:rPr>
        <w:t>ом в форме уведомления на ЕПГУ «</w:t>
      </w:r>
      <w:r w:rsidRPr="000412FA">
        <w:rPr>
          <w:rFonts w:ascii="Times New Roman" w:hAnsi="Times New Roman"/>
          <w:sz w:val="24"/>
          <w:szCs w:val="24"/>
        </w:rPr>
        <w:t>Для подтверждения данных заявления Вам необходимо представить в ________________________ (указывается место представления документов) в срок _________________________ (указывается срок представления документов) следующие документы: _________________________ (указывается перечень подтверждающих документов, которые</w:t>
      </w:r>
      <w:r>
        <w:rPr>
          <w:rFonts w:ascii="Times New Roman" w:hAnsi="Times New Roman"/>
          <w:sz w:val="24"/>
          <w:szCs w:val="24"/>
        </w:rPr>
        <w:t xml:space="preserve"> должен представить заявитель).»</w:t>
      </w:r>
      <w:r w:rsidRPr="000412FA">
        <w:rPr>
          <w:rFonts w:ascii="Times New Roman" w:hAnsi="Times New Roman"/>
          <w:sz w:val="24"/>
          <w:szCs w:val="24"/>
        </w:rPr>
        <w:t xml:space="preserve"> Данные недостатки могут быть исправлены заявителем в течение 3 дней со дня сообщения, в том числе, поступления соответствующего уведомления, при несоблюдении которого следует отказ в соответствии с пункт</w:t>
      </w:r>
      <w:r>
        <w:rPr>
          <w:rFonts w:ascii="Times New Roman" w:hAnsi="Times New Roman"/>
          <w:sz w:val="24"/>
          <w:szCs w:val="24"/>
        </w:rPr>
        <w:t>ом 2.7</w:t>
      </w:r>
      <w:r w:rsidRPr="000412FA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A0373D" w:rsidRPr="000412FA" w:rsidRDefault="00A0373D" w:rsidP="000412FA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3.5.4.</w:t>
      </w:r>
      <w:r w:rsidRPr="000412FA">
        <w:rPr>
          <w:rFonts w:ascii="Times New Roman" w:hAnsi="Times New Roman"/>
          <w:sz w:val="24"/>
          <w:szCs w:val="24"/>
        </w:rPr>
        <w:t xml:space="preserve"> Заявителю обеспечивается возможность получения результата предоставления муниципальной услуги на ЕПГУ в виде уведомления при подаче заявления на ЕПГУ или при запросе о получения информации о заявлениях, поданных в иной форме в обезличенном виде на сайте или стенде Уполномоченного органа. В случае необходимости заявитель может также получить результат в виде выписки из документа о направлении при личном обращении в Отдел.</w:t>
      </w:r>
    </w:p>
    <w:p w:rsidR="00A0373D" w:rsidRPr="000412FA" w:rsidRDefault="00A0373D" w:rsidP="000412FA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3.5.5.</w:t>
      </w:r>
      <w:r w:rsidRPr="000412FA">
        <w:rPr>
          <w:rFonts w:ascii="Times New Roman" w:hAnsi="Times New Roman"/>
          <w:sz w:val="24"/>
          <w:szCs w:val="24"/>
        </w:rPr>
        <w:t xml:space="preserve"> Вне зависимости от способа подачи заявления заявителю по его запросу предоставлена возможность получения информации о ходе рассмотрения заявления и о результатах предоставления муниципальной услуги на ЕПГУ.</w:t>
      </w:r>
    </w:p>
    <w:p w:rsidR="00A0373D" w:rsidRPr="000412FA" w:rsidRDefault="00A0373D" w:rsidP="005D399D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12FA">
        <w:rPr>
          <w:rFonts w:ascii="Times New Roman" w:hAnsi="Times New Roman"/>
          <w:sz w:val="24"/>
          <w:szCs w:val="24"/>
        </w:rPr>
        <w:t>Для получения услуги на ЕПГУ заявитель должен авторизоваться в ЕСИА в роли частного лица (физическое лицо) с подтверждённой учётной за</w:t>
      </w:r>
      <w:r>
        <w:rPr>
          <w:rFonts w:ascii="Times New Roman" w:hAnsi="Times New Roman"/>
          <w:sz w:val="24"/>
          <w:szCs w:val="24"/>
        </w:rPr>
        <w:t>писью, выбирать вариант услуги «</w:t>
      </w:r>
      <w:r w:rsidRPr="000412FA">
        <w:rPr>
          <w:rFonts w:ascii="Times New Roman" w:hAnsi="Times New Roman"/>
          <w:sz w:val="24"/>
          <w:szCs w:val="24"/>
        </w:rPr>
        <w:t>Подписаться на информирование по заявлениям, поданным на личном приеме</w:t>
      </w:r>
      <w:r>
        <w:rPr>
          <w:rFonts w:ascii="Times New Roman" w:hAnsi="Times New Roman"/>
          <w:sz w:val="24"/>
          <w:szCs w:val="24"/>
        </w:rPr>
        <w:t>»</w:t>
      </w:r>
      <w:r w:rsidRPr="000412FA">
        <w:rPr>
          <w:rFonts w:ascii="Times New Roman" w:hAnsi="Times New Roman"/>
          <w:sz w:val="24"/>
          <w:szCs w:val="24"/>
        </w:rPr>
        <w:t xml:space="preserve">, а затем по кнопке </w:t>
      </w:r>
      <w:r>
        <w:rPr>
          <w:rFonts w:ascii="Times New Roman" w:hAnsi="Times New Roman"/>
          <w:sz w:val="24"/>
          <w:szCs w:val="24"/>
        </w:rPr>
        <w:t>«Получить услугу»</w:t>
      </w:r>
      <w:r w:rsidRPr="000412FA">
        <w:rPr>
          <w:rFonts w:ascii="Times New Roman" w:hAnsi="Times New Roman"/>
          <w:sz w:val="24"/>
          <w:szCs w:val="24"/>
        </w:rPr>
        <w:t xml:space="preserve"> открыть интерактивную форму заявления, заполнить ее и подать заявление.</w:t>
      </w:r>
    </w:p>
    <w:p w:rsidR="00A0373D" w:rsidRPr="000412FA" w:rsidRDefault="00A0373D" w:rsidP="000412FA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3.5.6.</w:t>
      </w:r>
      <w:r w:rsidRPr="000412FA">
        <w:rPr>
          <w:rFonts w:ascii="Times New Roman" w:hAnsi="Times New Roman"/>
          <w:sz w:val="24"/>
          <w:szCs w:val="24"/>
        </w:rPr>
        <w:t xml:space="preserve"> Оценка качества предоставления муниципальной услуги.</w:t>
      </w:r>
    </w:p>
    <w:p w:rsidR="00A0373D" w:rsidRPr="000412FA" w:rsidRDefault="00A0373D" w:rsidP="000412FA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412FA">
        <w:rPr>
          <w:rFonts w:ascii="Times New Roman" w:hAnsi="Times New Roman"/>
          <w:sz w:val="24"/>
          <w:szCs w:val="24"/>
        </w:rPr>
        <w:t xml:space="preserve"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</w:t>
      </w:r>
      <w:r>
        <w:rPr>
          <w:rFonts w:ascii="Times New Roman" w:hAnsi="Times New Roman"/>
          <w:sz w:val="24"/>
          <w:szCs w:val="24"/>
        </w:rPr>
        <w:t>№ 1284 «</w:t>
      </w:r>
      <w:r w:rsidRPr="000412FA">
        <w:rPr>
          <w:rFonts w:ascii="Times New Roman" w:hAnsi="Times New Roman"/>
          <w:sz w:val="24"/>
          <w:szCs w:val="24"/>
        </w:rPr>
        <w:t>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>
        <w:rPr>
          <w:rFonts w:ascii="Times New Roman" w:hAnsi="Times New Roman"/>
          <w:sz w:val="24"/>
          <w:szCs w:val="24"/>
        </w:rPr>
        <w:t>»</w:t>
      </w:r>
      <w:r w:rsidRPr="000412FA">
        <w:rPr>
          <w:rFonts w:ascii="Times New Roman" w:hAnsi="Times New Roman"/>
          <w:sz w:val="24"/>
          <w:szCs w:val="24"/>
        </w:rPr>
        <w:t>.</w:t>
      </w:r>
    </w:p>
    <w:p w:rsidR="00A0373D" w:rsidRPr="000B1ED3" w:rsidRDefault="00A0373D" w:rsidP="00E372BB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3.5.7.</w:t>
      </w:r>
      <w:r w:rsidRPr="000412FA">
        <w:rPr>
          <w:rFonts w:ascii="Times New Roman" w:hAnsi="Times New Roman"/>
          <w:sz w:val="24"/>
          <w:szCs w:val="24"/>
        </w:rPr>
        <w:t xml:space="preserve"> Заявителю обеспечивается возможность направления жалобы на решения, действия или бездействие Отдела, должностного лица Отдела либо муниципального служащего в соответствии со статьей 11.2 Федерального закона </w:t>
      </w:r>
      <w:r>
        <w:rPr>
          <w:rFonts w:ascii="Times New Roman" w:hAnsi="Times New Roman"/>
          <w:sz w:val="24"/>
          <w:szCs w:val="24"/>
        </w:rPr>
        <w:t>№</w:t>
      </w:r>
      <w:r w:rsidRPr="000412FA">
        <w:rPr>
          <w:rFonts w:ascii="Times New Roman" w:hAnsi="Times New Roman"/>
          <w:sz w:val="24"/>
          <w:szCs w:val="24"/>
        </w:rPr>
        <w:t xml:space="preserve"> 210-ФЗ и в порядке, установленном постановлением Правительства Российской Федерации от 20 ноября 2012 г</w:t>
      </w:r>
      <w:r>
        <w:rPr>
          <w:rFonts w:ascii="Times New Roman" w:hAnsi="Times New Roman"/>
          <w:sz w:val="24"/>
          <w:szCs w:val="24"/>
        </w:rPr>
        <w:t>ода № 1198 «</w:t>
      </w:r>
      <w:r w:rsidRPr="000412FA">
        <w:rPr>
          <w:rFonts w:ascii="Times New Roman" w:hAnsi="Times New Roman"/>
          <w:sz w:val="24"/>
          <w:szCs w:val="24"/>
        </w:rPr>
        <w:t>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</w:t>
      </w:r>
      <w:r>
        <w:rPr>
          <w:rFonts w:ascii="Times New Roman" w:hAnsi="Times New Roman"/>
          <w:sz w:val="24"/>
          <w:szCs w:val="24"/>
        </w:rPr>
        <w:t>»</w:t>
      </w:r>
      <w:r w:rsidRPr="000412FA">
        <w:rPr>
          <w:rFonts w:ascii="Times New Roman" w:hAnsi="Times New Roman"/>
          <w:sz w:val="24"/>
          <w:szCs w:val="24"/>
        </w:rPr>
        <w:t>.</w:t>
      </w:r>
    </w:p>
    <w:p w:rsidR="00A0373D" w:rsidRPr="00E372BB" w:rsidRDefault="00A0373D" w:rsidP="00E63077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372BB">
        <w:rPr>
          <w:rFonts w:ascii="Times New Roman" w:hAnsi="Times New Roman"/>
          <w:sz w:val="24"/>
          <w:szCs w:val="24"/>
        </w:rPr>
        <w:t>3.5.8. Рассмотрение заявления и представленных документов, принятие решения о предоставлении или об отказе в предоставлении муниципальной услуги</w:t>
      </w:r>
      <w:r>
        <w:rPr>
          <w:rFonts w:ascii="Times New Roman" w:hAnsi="Times New Roman"/>
          <w:sz w:val="24"/>
          <w:szCs w:val="24"/>
        </w:rPr>
        <w:t>.</w:t>
      </w:r>
    </w:p>
    <w:p w:rsidR="00A0373D" w:rsidRPr="000B1ED3" w:rsidRDefault="00A0373D" w:rsidP="00E372BB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B1ED3">
        <w:rPr>
          <w:rFonts w:ascii="Times New Roman" w:hAnsi="Times New Roman"/>
          <w:sz w:val="24"/>
          <w:szCs w:val="24"/>
        </w:rPr>
        <w:t xml:space="preserve">Основанием для начала административной процедуры является поступление заявления о </w:t>
      </w:r>
      <w:r w:rsidRPr="000B1ED3">
        <w:rPr>
          <w:rFonts w:ascii="Times New Roman" w:hAnsi="Times New Roman"/>
          <w:bCs/>
          <w:sz w:val="24"/>
          <w:szCs w:val="24"/>
        </w:rPr>
        <w:t xml:space="preserve">выдаче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 подъемов привязных аэростатов над территорией Ржевского муниципального округа Тверской области, а также на посадку (взлет) на площадки, расположенные в границах Ржевского муниципального округа Тверской области, сведения о которых не опубликованы в документах аэронавигационной информации </w:t>
      </w:r>
      <w:r w:rsidRPr="000B1ED3">
        <w:rPr>
          <w:rFonts w:ascii="Times New Roman" w:hAnsi="Times New Roman"/>
          <w:sz w:val="24"/>
          <w:szCs w:val="24"/>
        </w:rPr>
        <w:t xml:space="preserve">и приложенных к нему документов с резолюцией Главы </w:t>
      </w:r>
      <w:r w:rsidRPr="000B1ED3">
        <w:rPr>
          <w:rFonts w:ascii="Times New Roman" w:hAnsi="Times New Roman"/>
          <w:bCs/>
          <w:sz w:val="24"/>
          <w:szCs w:val="24"/>
        </w:rPr>
        <w:t xml:space="preserve">Ржевского муниципального округа Тверской области </w:t>
      </w:r>
      <w:r w:rsidRPr="000B1ED3">
        <w:rPr>
          <w:rFonts w:ascii="Times New Roman" w:hAnsi="Times New Roman"/>
          <w:sz w:val="24"/>
          <w:szCs w:val="24"/>
        </w:rPr>
        <w:t xml:space="preserve">на рассмотрение в </w:t>
      </w:r>
      <w:r>
        <w:rPr>
          <w:rFonts w:ascii="Times New Roman" w:hAnsi="Times New Roman"/>
          <w:sz w:val="24"/>
          <w:szCs w:val="24"/>
        </w:rPr>
        <w:t>о</w:t>
      </w:r>
      <w:r w:rsidRPr="000B1ED3">
        <w:rPr>
          <w:rFonts w:ascii="Times New Roman" w:hAnsi="Times New Roman"/>
          <w:sz w:val="24"/>
          <w:szCs w:val="24"/>
        </w:rPr>
        <w:t>тдел транспорта и дорожного хозяйства</w:t>
      </w:r>
      <w:r>
        <w:rPr>
          <w:rFonts w:ascii="Times New Roman" w:hAnsi="Times New Roman"/>
          <w:sz w:val="24"/>
          <w:szCs w:val="24"/>
        </w:rPr>
        <w:t xml:space="preserve"> Администрации Ржевского муниципального округа Тверской области –</w:t>
      </w:r>
      <w:r w:rsidRPr="000B1ED3">
        <w:rPr>
          <w:rFonts w:ascii="Times New Roman" w:hAnsi="Times New Roman"/>
          <w:sz w:val="24"/>
          <w:szCs w:val="24"/>
        </w:rPr>
        <w:t xml:space="preserve"> специалисту, ответственному за предоставление муниципальной услуги.</w:t>
      </w:r>
    </w:p>
    <w:p w:rsidR="00A0373D" w:rsidRPr="000B1ED3" w:rsidRDefault="00A0373D" w:rsidP="001309A0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B1ED3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5</w:t>
      </w:r>
      <w:r w:rsidRPr="000B1ED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8.1. Специалист о</w:t>
      </w:r>
      <w:r w:rsidRPr="000B1ED3">
        <w:rPr>
          <w:rFonts w:ascii="Times New Roman" w:hAnsi="Times New Roman"/>
          <w:sz w:val="24"/>
          <w:szCs w:val="24"/>
        </w:rPr>
        <w:t>тдела транспорта и дорожного хозяйства</w:t>
      </w:r>
      <w:r w:rsidRPr="00E372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Администрации Ржевского муниципального округа Тверской области</w:t>
      </w:r>
      <w:r w:rsidRPr="000B1ED3">
        <w:rPr>
          <w:rFonts w:ascii="Times New Roman" w:hAnsi="Times New Roman"/>
          <w:sz w:val="24"/>
          <w:szCs w:val="24"/>
        </w:rPr>
        <w:t>, ответственный за предоставление муниципальной услуги, проверяет соответствие представленных документов требованиям законодательства Российской Федерации, а также на наличие (отсутствие) оснований для отказа в предоставлении муниципальной услуги, предусмотренных пунктом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1ED3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7</w:t>
      </w:r>
      <w:r w:rsidRPr="000B1ED3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A0373D" w:rsidRPr="000B1ED3" w:rsidRDefault="00A0373D" w:rsidP="00AF52A0">
      <w:pPr>
        <w:pStyle w:val="a"/>
        <w:spacing w:before="0" w:after="0"/>
        <w:ind w:firstLine="709"/>
        <w:jc w:val="both"/>
      </w:pPr>
      <w:r w:rsidRPr="000B1ED3">
        <w:t>В случае наличия оснований для отказа в предоставлении муниципальной услуги, предусмотренных пунктом 2.8</w:t>
      </w:r>
      <w:r>
        <w:t>.2</w:t>
      </w:r>
      <w:r w:rsidRPr="000B1ED3">
        <w:t xml:space="preserve"> настоящего Административного регламента, специалист подготавливает уведомление об отказе в предоставлении муниципальной услуги с разъяснением причин отказа в течение 4 рабочих дней со дня поступления заявления на предоставление муниципальной у</w:t>
      </w:r>
      <w:r>
        <w:t>слуги в Отдел.</w:t>
      </w:r>
    </w:p>
    <w:p w:rsidR="00A0373D" w:rsidRPr="000B1ED3" w:rsidRDefault="00A0373D" w:rsidP="00AF52A0">
      <w:pPr>
        <w:pStyle w:val="a"/>
        <w:spacing w:before="0" w:after="0"/>
        <w:ind w:firstLine="709"/>
        <w:jc w:val="both"/>
      </w:pPr>
      <w:r w:rsidRPr="000B1ED3">
        <w:t>3.</w:t>
      </w:r>
      <w:r>
        <w:t>5</w:t>
      </w:r>
      <w:r w:rsidRPr="000B1ED3">
        <w:t>.</w:t>
      </w:r>
      <w:r>
        <w:t>8</w:t>
      </w:r>
      <w:r w:rsidRPr="000B1ED3">
        <w:t xml:space="preserve">.2. Уведомление об отказе в предоставлении муниципальной услуги (далее – Уведомление об отказе) подписывается заместителем Главы Администрации </w:t>
      </w:r>
      <w:r w:rsidRPr="000B1ED3">
        <w:rPr>
          <w:bCs/>
        </w:rPr>
        <w:t>Ржевского муниципального округа</w:t>
      </w:r>
      <w:r w:rsidRPr="000B1ED3">
        <w:t xml:space="preserve">, курирующим сферу дорожного хозяйства </w:t>
      </w:r>
      <w:r w:rsidRPr="000B1ED3">
        <w:rPr>
          <w:bCs/>
        </w:rPr>
        <w:t>Ржевского муниципального округа Тверской области</w:t>
      </w:r>
      <w:r w:rsidRPr="000B1ED3">
        <w:t>.</w:t>
      </w:r>
    </w:p>
    <w:p w:rsidR="00A0373D" w:rsidRPr="000B1ED3" w:rsidRDefault="00A0373D" w:rsidP="00AF52A0">
      <w:pPr>
        <w:pStyle w:val="a"/>
        <w:spacing w:before="0" w:after="0"/>
        <w:ind w:firstLine="709"/>
        <w:jc w:val="both"/>
      </w:pPr>
      <w:r w:rsidRPr="000B1ED3">
        <w:t xml:space="preserve">Уведомление об отказе в предоставлении муниципальной услуги направляется заявителю по почте заказным письмом с уведомлением о вручении в течение 2 рабочих дней со дня его подписания заместителем Главы Администрации </w:t>
      </w:r>
      <w:r w:rsidRPr="000B1ED3">
        <w:rPr>
          <w:bCs/>
        </w:rPr>
        <w:t>Ржевского муниципального округа Тверской области</w:t>
      </w:r>
      <w:r w:rsidRPr="000B1ED3">
        <w:t xml:space="preserve">, курирующим сферу дорожного хозяйства </w:t>
      </w:r>
      <w:r w:rsidRPr="000B1ED3">
        <w:rPr>
          <w:bCs/>
        </w:rPr>
        <w:t>Ржевского муниципального округа Тверской области</w:t>
      </w:r>
      <w:r w:rsidRPr="000B1ED3">
        <w:t xml:space="preserve">. </w:t>
      </w:r>
    </w:p>
    <w:p w:rsidR="00A0373D" w:rsidRPr="000B1ED3" w:rsidRDefault="00A0373D" w:rsidP="00FE3EB5">
      <w:pPr>
        <w:pStyle w:val="a"/>
        <w:spacing w:before="0" w:after="0"/>
        <w:ind w:firstLine="709"/>
        <w:jc w:val="both"/>
        <w:rPr>
          <w:bCs/>
        </w:rPr>
      </w:pPr>
      <w:bookmarkStart w:id="5" w:name="P232"/>
      <w:bookmarkEnd w:id="5"/>
      <w:r w:rsidRPr="000B1ED3">
        <w:t>3.</w:t>
      </w:r>
      <w:r>
        <w:t>5</w:t>
      </w:r>
      <w:r w:rsidRPr="000B1ED3">
        <w:t>.</w:t>
      </w:r>
      <w:r>
        <w:t>8</w:t>
      </w:r>
      <w:r w:rsidRPr="000B1ED3">
        <w:t xml:space="preserve">.3. В случае отсутствия оснований для отказа в предоставлении муниципальной услуги специалист подготавливает проект письма о разрешении </w:t>
      </w:r>
      <w:r w:rsidRPr="000B1ED3">
        <w:rPr>
          <w:bCs/>
        </w:rPr>
        <w:t xml:space="preserve">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 подъемов привязных аэростатов над территорией Ржевского муниципального округа Тверской области, а также на посадку (взлет) на площадки, расположенные в границах Ржевского муниципального округа Тверской области, сведения о которых не опубликованы в документах аэронавигационной информации (далее – Разрешение). Форма Разрешения установлена в приложении </w:t>
      </w:r>
      <w:r>
        <w:rPr>
          <w:bCs/>
        </w:rPr>
        <w:t>4</w:t>
      </w:r>
      <w:r w:rsidRPr="000B1ED3">
        <w:rPr>
          <w:bCs/>
        </w:rPr>
        <w:t xml:space="preserve"> к настоящему Административному регламенту.</w:t>
      </w:r>
    </w:p>
    <w:p w:rsidR="00A0373D" w:rsidRPr="000B1ED3" w:rsidRDefault="00A0373D" w:rsidP="00AF52A0">
      <w:pPr>
        <w:pStyle w:val="a"/>
        <w:spacing w:before="0" w:after="0"/>
        <w:ind w:firstLine="709"/>
        <w:jc w:val="both"/>
      </w:pPr>
      <w:r w:rsidRPr="000B1ED3">
        <w:t xml:space="preserve">Разрешение подписывается </w:t>
      </w:r>
      <w:r>
        <w:t>начальником отдела транспорта и дорожного хозяйства Администрации Ржевского муниципального округа Тверской области</w:t>
      </w:r>
      <w:r w:rsidRPr="000B1ED3">
        <w:t>.</w:t>
      </w:r>
    </w:p>
    <w:p w:rsidR="00A0373D" w:rsidRPr="000B1ED3" w:rsidRDefault="00A0373D" w:rsidP="00AF52A0">
      <w:pPr>
        <w:pStyle w:val="a"/>
        <w:spacing w:before="0" w:after="0"/>
        <w:ind w:firstLine="709"/>
        <w:jc w:val="both"/>
      </w:pPr>
      <w:r w:rsidRPr="000B1ED3">
        <w:rPr>
          <w:shd w:val="clear" w:color="auto" w:fill="FFFFFF"/>
        </w:rPr>
        <w:t>3.</w:t>
      </w:r>
      <w:r>
        <w:rPr>
          <w:shd w:val="clear" w:color="auto" w:fill="FFFFFF"/>
        </w:rPr>
        <w:t>5</w:t>
      </w:r>
      <w:r w:rsidRPr="000B1ED3">
        <w:rPr>
          <w:shd w:val="clear" w:color="auto" w:fill="FFFFFF"/>
        </w:rPr>
        <w:t>.</w:t>
      </w:r>
      <w:r>
        <w:rPr>
          <w:shd w:val="clear" w:color="auto" w:fill="FFFFFF"/>
        </w:rPr>
        <w:t>8</w:t>
      </w:r>
      <w:r w:rsidRPr="000B1ED3">
        <w:rPr>
          <w:shd w:val="clear" w:color="auto" w:fill="FFFFFF"/>
        </w:rPr>
        <w:t xml:space="preserve">.4. Результатом выполнения административной процедуры является подготовка Разрешения или уведомления об отказе в предоставлении муниципальной услуги. </w:t>
      </w:r>
    </w:p>
    <w:p w:rsidR="00A0373D" w:rsidRPr="000B1ED3" w:rsidRDefault="00A0373D" w:rsidP="00FE3EB5">
      <w:pPr>
        <w:pStyle w:val="a"/>
        <w:spacing w:before="0" w:after="0"/>
        <w:ind w:firstLine="709"/>
        <w:jc w:val="both"/>
      </w:pPr>
      <w:r w:rsidRPr="000B1ED3">
        <w:t xml:space="preserve">Максимальный срок выполнения действий в рамках административной                  процедуры – 6 рабочих дней.  </w:t>
      </w:r>
    </w:p>
    <w:p w:rsidR="00A0373D" w:rsidRPr="000B1ED3" w:rsidRDefault="00A0373D" w:rsidP="00913852">
      <w:pPr>
        <w:pStyle w:val="a"/>
        <w:spacing w:before="0" w:after="0"/>
        <w:ind w:firstLine="709"/>
        <w:jc w:val="both"/>
        <w:rPr>
          <w:b/>
        </w:rPr>
      </w:pPr>
      <w:r w:rsidRPr="000B1ED3">
        <w:rPr>
          <w:b/>
        </w:rPr>
        <w:t>3.</w:t>
      </w:r>
      <w:r>
        <w:rPr>
          <w:b/>
        </w:rPr>
        <w:t>5.9.</w:t>
      </w:r>
      <w:r w:rsidRPr="000B1ED3">
        <w:rPr>
          <w:b/>
        </w:rPr>
        <w:t xml:space="preserve"> Выдача заявителю результата предоставления муниципальной услуги.</w:t>
      </w:r>
    </w:p>
    <w:p w:rsidR="00A0373D" w:rsidRDefault="00A0373D" w:rsidP="00913852">
      <w:pPr>
        <w:pStyle w:val="a"/>
        <w:spacing w:before="0" w:after="0"/>
        <w:ind w:firstLine="709"/>
        <w:jc w:val="both"/>
        <w:rPr>
          <w:shd w:val="clear" w:color="auto" w:fill="FFFFFF"/>
        </w:rPr>
      </w:pPr>
      <w:r w:rsidRPr="000B1ED3">
        <w:rPr>
          <w:shd w:val="clear" w:color="auto" w:fill="FFFFFF"/>
        </w:rPr>
        <w:t xml:space="preserve">Основанием для начала административной процедуры является подписание соответствующего Разрешения или уведомления об отказе в предоставлении муниципальной услуги </w:t>
      </w:r>
      <w:r>
        <w:t>начальником отдела транспорта и дорожного хозяйства Администрации Ржевского муниципального округа Тверской области</w:t>
      </w:r>
      <w:r w:rsidRPr="000B1ED3">
        <w:rPr>
          <w:shd w:val="clear" w:color="auto" w:fill="FFFFFF"/>
        </w:rPr>
        <w:t>.</w:t>
      </w:r>
    </w:p>
    <w:p w:rsidR="00A0373D" w:rsidRDefault="00A0373D" w:rsidP="00913852">
      <w:pPr>
        <w:pStyle w:val="a"/>
        <w:spacing w:before="0" w:after="0"/>
        <w:ind w:firstLine="709"/>
        <w:jc w:val="both"/>
        <w:rPr>
          <w:shd w:val="clear" w:color="auto" w:fill="FFFFFF"/>
        </w:rPr>
      </w:pPr>
    </w:p>
    <w:p w:rsidR="00A0373D" w:rsidRPr="000B1ED3" w:rsidRDefault="00A0373D" w:rsidP="00913852">
      <w:pPr>
        <w:pStyle w:val="a"/>
        <w:spacing w:before="0" w:after="0"/>
        <w:ind w:firstLine="709"/>
        <w:jc w:val="both"/>
      </w:pPr>
    </w:p>
    <w:p w:rsidR="00A0373D" w:rsidRPr="000B1ED3" w:rsidRDefault="00A0373D" w:rsidP="00913852">
      <w:pPr>
        <w:pStyle w:val="a"/>
        <w:spacing w:before="0" w:after="0"/>
        <w:ind w:firstLine="709"/>
        <w:jc w:val="both"/>
      </w:pPr>
      <w:r w:rsidRPr="000B1ED3">
        <w:rPr>
          <w:shd w:val="clear" w:color="auto" w:fill="FFFFFF"/>
        </w:rPr>
        <w:t xml:space="preserve">Уведомление об отказе в предоставлении муниципальной услуги, разрешение выдается (направляется) заявителю способом, указанным в заявлении. </w:t>
      </w:r>
    </w:p>
    <w:p w:rsidR="00A0373D" w:rsidRPr="000B1ED3" w:rsidRDefault="00A0373D" w:rsidP="00913852">
      <w:pPr>
        <w:pStyle w:val="a"/>
        <w:spacing w:before="0" w:after="0"/>
        <w:ind w:firstLine="709"/>
        <w:jc w:val="both"/>
      </w:pPr>
      <w:r w:rsidRPr="000B1ED3">
        <w:rPr>
          <w:lang w:eastAsia="ru-RU"/>
        </w:rPr>
        <w:t xml:space="preserve">Выдача заявителю лично под роспись Разрешения (Уведомления об отказе) осуществляется по предварительному </w:t>
      </w:r>
      <w:r w:rsidRPr="000B1ED3">
        <w:rPr>
          <w:shd w:val="clear" w:color="auto" w:fill="FFFFFF"/>
        </w:rPr>
        <w:t>приглашению заявителя по телефону.</w:t>
      </w:r>
    </w:p>
    <w:p w:rsidR="00A0373D" w:rsidRPr="000B1ED3" w:rsidRDefault="00A0373D" w:rsidP="00913852">
      <w:pPr>
        <w:pStyle w:val="a"/>
        <w:spacing w:before="0" w:after="0"/>
        <w:ind w:firstLine="709"/>
        <w:jc w:val="both"/>
      </w:pPr>
      <w:r w:rsidRPr="000B1ED3">
        <w:rPr>
          <w:shd w:val="clear" w:color="auto" w:fill="FFFFFF"/>
        </w:rPr>
        <w:t xml:space="preserve">В случае если заявитель выбрал способ выдачи Разрешения </w:t>
      </w:r>
      <w:r w:rsidRPr="000B1ED3">
        <w:rPr>
          <w:lang w:eastAsia="ru-RU"/>
        </w:rPr>
        <w:t>(Уведомления об отказе)</w:t>
      </w:r>
      <w:r w:rsidRPr="000B1ED3">
        <w:rPr>
          <w:shd w:val="clear" w:color="auto" w:fill="FFFFFF"/>
        </w:rPr>
        <w:t xml:space="preserve"> по почте, соответствующий документ отправляется заявителю заказным письмом с уведомление о вручении по адресу, указанному заявителем.</w:t>
      </w:r>
    </w:p>
    <w:p w:rsidR="00A0373D" w:rsidRPr="000B1ED3" w:rsidRDefault="00A0373D" w:rsidP="00913852">
      <w:pPr>
        <w:pStyle w:val="a"/>
        <w:spacing w:before="0" w:after="0"/>
        <w:ind w:firstLine="709"/>
        <w:jc w:val="both"/>
      </w:pPr>
      <w:r w:rsidRPr="000B1ED3">
        <w:t xml:space="preserve">Результатом административной процедуры является выдача заявителю </w:t>
      </w:r>
      <w:r w:rsidRPr="000B1ED3">
        <w:rPr>
          <w:shd w:val="clear" w:color="auto" w:fill="FFFFFF"/>
        </w:rPr>
        <w:t xml:space="preserve">Разрешения </w:t>
      </w:r>
      <w:r w:rsidRPr="000B1ED3">
        <w:rPr>
          <w:lang w:eastAsia="ru-RU"/>
        </w:rPr>
        <w:t>(Уведомления об отказе)</w:t>
      </w:r>
      <w:r w:rsidRPr="000B1ED3">
        <w:rPr>
          <w:shd w:val="clear" w:color="auto" w:fill="FFFFFF"/>
        </w:rPr>
        <w:t>.</w:t>
      </w:r>
    </w:p>
    <w:p w:rsidR="00A0373D" w:rsidRDefault="00A0373D" w:rsidP="00FE3EB5">
      <w:pPr>
        <w:pStyle w:val="a"/>
        <w:spacing w:before="0" w:after="0"/>
        <w:ind w:firstLine="709"/>
        <w:jc w:val="both"/>
        <w:rPr>
          <w:i/>
          <w:color w:val="FF0000"/>
          <w:u w:val="single"/>
        </w:rPr>
      </w:pPr>
      <w:r w:rsidRPr="000B1ED3">
        <w:t>Максимальный срок выполнения действий в рамках административной                  процедуры – 1 рабочий день.</w:t>
      </w:r>
    </w:p>
    <w:p w:rsidR="00A0373D" w:rsidRPr="00913852" w:rsidRDefault="00A0373D" w:rsidP="00C9416F">
      <w:pPr>
        <w:pStyle w:val="a"/>
        <w:spacing w:before="0" w:after="0"/>
        <w:ind w:firstLine="709"/>
        <w:jc w:val="both"/>
        <w:rPr>
          <w:b/>
        </w:rPr>
      </w:pPr>
      <w:r w:rsidRPr="00B1422B">
        <w:rPr>
          <w:b/>
          <w:color w:val="000000"/>
        </w:rPr>
        <w:t>3.</w:t>
      </w:r>
      <w:r>
        <w:rPr>
          <w:b/>
          <w:color w:val="000000"/>
        </w:rPr>
        <w:t>6</w:t>
      </w:r>
      <w:r w:rsidRPr="00B1422B">
        <w:rPr>
          <w:b/>
          <w:color w:val="000000"/>
        </w:rPr>
        <w:t>. Порядок исправления допущенных опечаток и (или) ошибок в выданных в результате предоставления муниципальной услуги документах.</w:t>
      </w:r>
    </w:p>
    <w:p w:rsidR="00A0373D" w:rsidRDefault="00A0373D" w:rsidP="00913852">
      <w:pPr>
        <w:pStyle w:val="a"/>
        <w:spacing w:before="0" w:after="0"/>
        <w:ind w:firstLine="709"/>
        <w:jc w:val="both"/>
      </w:pPr>
      <w:r>
        <w:rPr>
          <w:color w:val="000000"/>
        </w:rPr>
        <w:t xml:space="preserve">3.6.1. В случае если в выданном заявителю Разрешении допущены опечатки и (или) ошибки, заявитель вправе обратиться в Администрацию </w:t>
      </w:r>
      <w:r>
        <w:rPr>
          <w:bCs/>
          <w:color w:val="000000"/>
        </w:rPr>
        <w:t xml:space="preserve">Ржевского муниципального округа  Тверской области </w:t>
      </w:r>
      <w:r>
        <w:rPr>
          <w:color w:val="000000"/>
        </w:rPr>
        <w:t xml:space="preserve">посредством почтовой связи либо непосредственно при личном обращении с письмом о необходимости исправления допущенных опечаток и (или) ошибок с изложением их сути и приложением копии Разрешения, содержащего опечатки и (или) ошибки. </w:t>
      </w:r>
    </w:p>
    <w:p w:rsidR="00A0373D" w:rsidRDefault="00A0373D" w:rsidP="00913852">
      <w:pPr>
        <w:pStyle w:val="a"/>
        <w:spacing w:before="0" w:after="0"/>
        <w:ind w:firstLine="709"/>
        <w:jc w:val="both"/>
      </w:pPr>
      <w:r>
        <w:rPr>
          <w:color w:val="000000"/>
        </w:rPr>
        <w:t xml:space="preserve">Регистрация письма о необходимости исправления допущенных опечаток и (или) ошибок осуществляется в день его поступления в Администрацию </w:t>
      </w:r>
      <w:r>
        <w:rPr>
          <w:bCs/>
          <w:color w:val="000000"/>
        </w:rPr>
        <w:t>Ржевского муниципального округа Тверской области</w:t>
      </w:r>
      <w:r>
        <w:rPr>
          <w:color w:val="000000"/>
        </w:rPr>
        <w:t xml:space="preserve">. </w:t>
      </w:r>
    </w:p>
    <w:p w:rsidR="00A0373D" w:rsidRDefault="00A0373D" w:rsidP="00913852">
      <w:pPr>
        <w:pStyle w:val="a"/>
        <w:spacing w:before="0" w:after="0"/>
        <w:ind w:firstLine="709"/>
        <w:jc w:val="both"/>
      </w:pPr>
      <w:r>
        <w:rPr>
          <w:color w:val="000000"/>
        </w:rPr>
        <w:t xml:space="preserve">3.6.2. В течение 10 рабочих дней с момента регистрации в Администрации </w:t>
      </w:r>
      <w:r>
        <w:rPr>
          <w:bCs/>
          <w:color w:val="000000"/>
        </w:rPr>
        <w:t>Ржевского муниципального округа Тверской области</w:t>
      </w:r>
      <w:r>
        <w:rPr>
          <w:color w:val="000000"/>
        </w:rPr>
        <w:t xml:space="preserve"> письма о необходимости исправления допущенных опечаток и (или) ошибок специалист отдела </w:t>
      </w:r>
      <w:r>
        <w:t>транспорта и дорожного хозяйства</w:t>
      </w:r>
      <w:r>
        <w:rPr>
          <w:color w:val="000000"/>
        </w:rPr>
        <w:t xml:space="preserve"> </w:t>
      </w:r>
      <w:r>
        <w:t xml:space="preserve">Администрации Ржевского муниципального округа Тверской области </w:t>
      </w:r>
      <w:r>
        <w:rPr>
          <w:color w:val="000000"/>
        </w:rPr>
        <w:t xml:space="preserve">проводит проверку информации, содержащейся в письме, на предмет подтверждения наличия опечаток и (или) ошибок в выданном заявителю Разрешении. В случае выявления опечаток и (или) ошибок в Разрешении, специалист отдела </w:t>
      </w:r>
      <w:r>
        <w:t>транспорта и дорожного хозяйства</w:t>
      </w:r>
      <w:r>
        <w:rPr>
          <w:color w:val="000000"/>
        </w:rPr>
        <w:t xml:space="preserve"> </w:t>
      </w:r>
      <w:r>
        <w:t xml:space="preserve">Администрации Ржевского муниципального округа Тверской области </w:t>
      </w:r>
      <w:r>
        <w:rPr>
          <w:color w:val="000000"/>
        </w:rPr>
        <w:t xml:space="preserve">подготавливает и направляет заказным почтовым отправлением с уведомлением о вручении заявителю исправленное Разрешение. </w:t>
      </w:r>
    </w:p>
    <w:p w:rsidR="00A0373D" w:rsidRDefault="00A0373D" w:rsidP="00C9416F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5424FF">
        <w:rPr>
          <w:rFonts w:ascii="Times New Roman" w:hAnsi="Times New Roman"/>
          <w:color w:val="000000"/>
          <w:sz w:val="24"/>
          <w:szCs w:val="24"/>
        </w:rPr>
        <w:t xml:space="preserve">В случае отсутствия опечаток и (или) ошибок в Разрешении специалист </w:t>
      </w:r>
      <w:r>
        <w:rPr>
          <w:rFonts w:ascii="Times New Roman" w:hAnsi="Times New Roman"/>
          <w:color w:val="000000"/>
          <w:sz w:val="24"/>
          <w:szCs w:val="24"/>
        </w:rPr>
        <w:t>о</w:t>
      </w:r>
      <w:r w:rsidRPr="005424FF">
        <w:rPr>
          <w:rFonts w:ascii="Times New Roman" w:hAnsi="Times New Roman"/>
          <w:color w:val="000000"/>
          <w:sz w:val="24"/>
          <w:szCs w:val="24"/>
        </w:rPr>
        <w:t xml:space="preserve">тдела </w:t>
      </w:r>
      <w:r>
        <w:rPr>
          <w:rFonts w:ascii="Times New Roman" w:hAnsi="Times New Roman"/>
          <w:sz w:val="24"/>
          <w:szCs w:val="24"/>
        </w:rPr>
        <w:t>транспорта и дорожного хозяйства</w:t>
      </w:r>
      <w:r w:rsidRPr="005424F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Ржевского муниципального округа Тверской области </w:t>
      </w:r>
      <w:r w:rsidRPr="005424FF">
        <w:rPr>
          <w:rFonts w:ascii="Times New Roman" w:hAnsi="Times New Roman"/>
          <w:color w:val="000000"/>
          <w:sz w:val="24"/>
          <w:szCs w:val="24"/>
        </w:rPr>
        <w:t>направляет уведомление заявителю об отсутствии таких опечаток и (или) ошибок</w:t>
      </w:r>
      <w:r>
        <w:rPr>
          <w:rFonts w:ascii="Times New Roman" w:hAnsi="Times New Roman"/>
          <w:color w:val="000000"/>
          <w:sz w:val="24"/>
          <w:szCs w:val="24"/>
        </w:rPr>
        <w:t xml:space="preserve">, подписанное </w:t>
      </w:r>
      <w:r w:rsidRPr="005424FF">
        <w:rPr>
          <w:rFonts w:ascii="Times New Roman" w:hAnsi="Times New Roman"/>
          <w:color w:val="000000"/>
          <w:sz w:val="24"/>
          <w:szCs w:val="24"/>
        </w:rPr>
        <w:t xml:space="preserve">заместителем Главы 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5424FF">
        <w:rPr>
          <w:rFonts w:ascii="Times New Roman" w:hAnsi="Times New Roman"/>
          <w:color w:val="000000"/>
          <w:sz w:val="24"/>
          <w:szCs w:val="24"/>
        </w:rPr>
        <w:t xml:space="preserve">дминистрации </w:t>
      </w:r>
      <w:r>
        <w:rPr>
          <w:rFonts w:ascii="Times New Roman" w:hAnsi="Times New Roman"/>
          <w:bCs/>
          <w:color w:val="000000"/>
          <w:sz w:val="24"/>
          <w:szCs w:val="24"/>
        </w:rPr>
        <w:t>Ржевского муниципального округа Тверской области</w:t>
      </w:r>
      <w:r w:rsidRPr="005424FF">
        <w:rPr>
          <w:rFonts w:ascii="Times New Roman" w:hAnsi="Times New Roman"/>
          <w:color w:val="000000"/>
          <w:sz w:val="24"/>
          <w:szCs w:val="24"/>
        </w:rPr>
        <w:t xml:space="preserve">, курирующим сферу дорожного хозяйства </w:t>
      </w:r>
      <w:r>
        <w:rPr>
          <w:rFonts w:ascii="Times New Roman" w:hAnsi="Times New Roman"/>
          <w:bCs/>
          <w:color w:val="000000"/>
          <w:sz w:val="24"/>
          <w:szCs w:val="24"/>
        </w:rPr>
        <w:t>Ржевского муниципального округа Тверской области</w:t>
      </w:r>
      <w:r w:rsidRPr="005424FF">
        <w:rPr>
          <w:rFonts w:ascii="Times New Roman" w:hAnsi="Times New Roman"/>
          <w:color w:val="000000"/>
          <w:sz w:val="24"/>
          <w:szCs w:val="24"/>
        </w:rPr>
        <w:t>.</w:t>
      </w:r>
    </w:p>
    <w:p w:rsidR="00A0373D" w:rsidRDefault="00A0373D" w:rsidP="00C9416F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A0373D" w:rsidRDefault="00A0373D" w:rsidP="00E372BB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Pr="00486322">
        <w:rPr>
          <w:rFonts w:ascii="Times New Roman" w:hAnsi="Times New Roman"/>
          <w:b/>
          <w:bCs/>
          <w:sz w:val="24"/>
          <w:szCs w:val="24"/>
        </w:rPr>
        <w:t>Формы контроля за исполнением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86322">
        <w:rPr>
          <w:rFonts w:ascii="Times New Roman" w:hAnsi="Times New Roman"/>
          <w:b/>
          <w:bCs/>
          <w:sz w:val="24"/>
          <w:szCs w:val="24"/>
        </w:rPr>
        <w:t>Административного регламента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A0373D" w:rsidRPr="00C9416F" w:rsidRDefault="00A0373D" w:rsidP="00E372BB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:rsidR="00A0373D" w:rsidRPr="00486322" w:rsidRDefault="00A0373D" w:rsidP="00E372BB">
      <w:pPr>
        <w:tabs>
          <w:tab w:val="left" w:pos="4455"/>
        </w:tabs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486322">
        <w:rPr>
          <w:rFonts w:ascii="Times New Roman" w:hAnsi="Times New Roman"/>
          <w:b/>
          <w:sz w:val="24"/>
          <w:szCs w:val="24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A0373D" w:rsidRDefault="00A0373D" w:rsidP="00E372BB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78A">
        <w:rPr>
          <w:rFonts w:ascii="Times New Roman" w:hAnsi="Times New Roman"/>
          <w:sz w:val="24"/>
          <w:szCs w:val="24"/>
        </w:rPr>
        <w:t>Текущий контроль за соблюдением</w:t>
      </w:r>
      <w:r>
        <w:rPr>
          <w:rFonts w:ascii="Times New Roman" w:hAnsi="Times New Roman"/>
          <w:sz w:val="24"/>
          <w:szCs w:val="24"/>
        </w:rPr>
        <w:t xml:space="preserve"> и исполнением положений настоящего А</w:t>
      </w:r>
      <w:r w:rsidRPr="0063378A">
        <w:rPr>
          <w:rFonts w:ascii="Times New Roman" w:hAnsi="Times New Roman"/>
          <w:sz w:val="24"/>
          <w:szCs w:val="24"/>
        </w:rPr>
        <w:t xml:space="preserve">дминистративного регламента осуществляется </w:t>
      </w:r>
      <w:r>
        <w:rPr>
          <w:rFonts w:ascii="Times New Roman" w:hAnsi="Times New Roman"/>
          <w:sz w:val="24"/>
          <w:szCs w:val="24"/>
        </w:rPr>
        <w:t xml:space="preserve">заместителем Главы Администрации </w:t>
      </w:r>
      <w:r>
        <w:rPr>
          <w:rFonts w:ascii="Times New Roman" w:hAnsi="Times New Roman"/>
          <w:bCs/>
          <w:color w:val="000000"/>
          <w:sz w:val="24"/>
          <w:szCs w:val="24"/>
        </w:rPr>
        <w:t>Ржевского муниципального округа Тверской области</w:t>
      </w:r>
      <w:r w:rsidRPr="009C1AB5">
        <w:rPr>
          <w:rFonts w:ascii="Times New Roman" w:hAnsi="Times New Roman"/>
          <w:sz w:val="24"/>
          <w:szCs w:val="24"/>
        </w:rPr>
        <w:t>, курирующим вопросы дорожного хозяйс</w:t>
      </w:r>
      <w:r>
        <w:rPr>
          <w:rFonts w:ascii="Times New Roman" w:hAnsi="Times New Roman"/>
          <w:sz w:val="24"/>
          <w:szCs w:val="24"/>
        </w:rPr>
        <w:t>тва.</w:t>
      </w:r>
    </w:p>
    <w:p w:rsidR="00A0373D" w:rsidRPr="00486322" w:rsidRDefault="00A0373D" w:rsidP="00E372BB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486322">
        <w:rPr>
          <w:rFonts w:ascii="Times New Roman" w:hAnsi="Times New Roman"/>
          <w:b/>
          <w:sz w:val="24"/>
          <w:szCs w:val="24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A0373D" w:rsidRDefault="00A0373D" w:rsidP="00E372BB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78A">
        <w:rPr>
          <w:rFonts w:ascii="Times New Roman" w:hAnsi="Times New Roman"/>
          <w:sz w:val="24"/>
          <w:szCs w:val="24"/>
        </w:rPr>
        <w:t xml:space="preserve">Проверки могут носить плановый (осуществляется на основании годовых планов работы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bCs/>
          <w:color w:val="000000"/>
          <w:sz w:val="24"/>
          <w:szCs w:val="24"/>
        </w:rPr>
        <w:t>Ржевского муниципального округа Тверской области</w:t>
      </w:r>
      <w:r w:rsidRPr="0063378A">
        <w:rPr>
          <w:rFonts w:ascii="Times New Roman" w:hAnsi="Times New Roman"/>
          <w:sz w:val="24"/>
          <w:szCs w:val="24"/>
        </w:rPr>
        <w:t xml:space="preserve">) и внеплановый характер (осуществляется на основании поручения </w:t>
      </w:r>
      <w:r>
        <w:rPr>
          <w:rFonts w:ascii="Times New Roman" w:hAnsi="Times New Roman"/>
          <w:sz w:val="24"/>
          <w:szCs w:val="24"/>
        </w:rPr>
        <w:t xml:space="preserve">заместителя Главы Администрации </w:t>
      </w:r>
      <w:r>
        <w:rPr>
          <w:rFonts w:ascii="Times New Roman" w:hAnsi="Times New Roman"/>
          <w:bCs/>
          <w:color w:val="000000"/>
          <w:sz w:val="24"/>
          <w:szCs w:val="24"/>
        </w:rPr>
        <w:t>Ржевского муниципального округа Тверской области</w:t>
      </w:r>
      <w:r w:rsidRPr="0063378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курирующего вопросы дорожного хозяйства Администрации Ржевского муниципального округа Тверской области, в ходе рассмотрения</w:t>
      </w:r>
      <w:r w:rsidRPr="0063378A">
        <w:rPr>
          <w:rFonts w:ascii="Times New Roman" w:hAnsi="Times New Roman"/>
          <w:sz w:val="24"/>
          <w:szCs w:val="24"/>
        </w:rPr>
        <w:t xml:space="preserve"> поступивших заявлений о нарушении предоставления муниципальной услуги).</w:t>
      </w:r>
    </w:p>
    <w:p w:rsidR="00A0373D" w:rsidRDefault="00A0373D" w:rsidP="00E372BB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A0373D" w:rsidRPr="00486322" w:rsidRDefault="00A0373D" w:rsidP="00E372BB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486322">
        <w:rPr>
          <w:rFonts w:ascii="Times New Roman" w:hAnsi="Times New Roman"/>
          <w:b/>
          <w:sz w:val="24"/>
          <w:szCs w:val="24"/>
        </w:rPr>
        <w:t>4.3. Ответственность должностных лиц структурных подразделений Администрации Ржевского муниципального округа Тверской области, предоставляющих муниципальную услугу, за решения и действия (бездействие), принимаемые (осуществляемые) ими в ходе предоставления муниципальной услуги.</w:t>
      </w:r>
    </w:p>
    <w:p w:rsidR="00A0373D" w:rsidRDefault="00A0373D" w:rsidP="00E372BB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color w:val="000000"/>
        </w:rPr>
      </w:pPr>
      <w:r w:rsidRPr="00FE1DB2">
        <w:rPr>
          <w:rFonts w:ascii="Times New Roman" w:hAnsi="Times New Roman"/>
          <w:color w:val="000000"/>
          <w:sz w:val="24"/>
          <w:szCs w:val="24"/>
        </w:rPr>
        <w:t xml:space="preserve">Муниципальные служащие, ответственные за предоставление муниципальной услуги, несут персональную ответственность за сроки и порядок исполнения каждой административной процедуры, указанной в настоящем </w:t>
      </w:r>
      <w:r>
        <w:rPr>
          <w:rFonts w:ascii="Times New Roman" w:hAnsi="Times New Roman"/>
          <w:color w:val="000000"/>
          <w:sz w:val="24"/>
          <w:szCs w:val="24"/>
        </w:rPr>
        <w:t xml:space="preserve">Административном </w:t>
      </w:r>
      <w:r w:rsidRPr="00FE1DB2">
        <w:rPr>
          <w:rFonts w:ascii="Times New Roman" w:hAnsi="Times New Roman"/>
          <w:color w:val="000000"/>
          <w:sz w:val="24"/>
          <w:szCs w:val="24"/>
        </w:rPr>
        <w:t>регламенте, своевременность, полноту и достоверность подготовленных документов, запрашиваемых заявителем. В случае нарушений прав граждан действиями (бездействием) специалистов виновные лица привлекаются к ответственности в порядке, установленном законодательством Российской Федерации</w:t>
      </w:r>
      <w:r>
        <w:rPr>
          <w:rFonts w:ascii="Times New Roman" w:hAnsi="Times New Roman"/>
          <w:color w:val="000000"/>
        </w:rPr>
        <w:t>.</w:t>
      </w:r>
    </w:p>
    <w:p w:rsidR="00A0373D" w:rsidRDefault="00A0373D" w:rsidP="00FE1DB2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78A">
        <w:rPr>
          <w:rFonts w:ascii="Times New Roman" w:hAnsi="Times New Roman"/>
          <w:sz w:val="24"/>
          <w:szCs w:val="24"/>
        </w:rPr>
        <w:t>При нарушении нормативных правовых актов, устанавливающих требования к предоставлению муниципальной услуги, привлечение виновных лиц к ответственности осуществляется в соответствии с законодательством Российской Федерации.</w:t>
      </w:r>
    </w:p>
    <w:p w:rsidR="00A0373D" w:rsidRPr="006C27C9" w:rsidRDefault="00A0373D" w:rsidP="00E372BB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6C27C9">
        <w:rPr>
          <w:rFonts w:ascii="Times New Roman" w:hAnsi="Times New Roman"/>
          <w:b/>
          <w:sz w:val="24"/>
          <w:szCs w:val="24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A0373D" w:rsidRDefault="00A0373D" w:rsidP="00E372BB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78A">
        <w:rPr>
          <w:rFonts w:ascii="Times New Roman" w:hAnsi="Times New Roman"/>
          <w:sz w:val="24"/>
          <w:szCs w:val="24"/>
        </w:rPr>
        <w:t xml:space="preserve">Контроль за предоставлением муниципальной услуги со стороны </w:t>
      </w:r>
      <w:r>
        <w:rPr>
          <w:rFonts w:ascii="Times New Roman" w:hAnsi="Times New Roman"/>
          <w:sz w:val="24"/>
          <w:szCs w:val="24"/>
        </w:rPr>
        <w:t xml:space="preserve">заместителя Главы Администрации </w:t>
      </w:r>
      <w:r>
        <w:rPr>
          <w:rFonts w:ascii="Times New Roman" w:hAnsi="Times New Roman"/>
          <w:bCs/>
          <w:color w:val="000000"/>
          <w:sz w:val="24"/>
          <w:szCs w:val="24"/>
        </w:rPr>
        <w:t>Ржевского муниципального округа Тверской области</w:t>
      </w:r>
      <w:r w:rsidRPr="0063378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курирующего вопросы дорожного хозяйства,</w:t>
      </w:r>
      <w:r w:rsidRPr="0063378A">
        <w:rPr>
          <w:rFonts w:ascii="Times New Roman" w:hAnsi="Times New Roman"/>
          <w:sz w:val="24"/>
          <w:szCs w:val="24"/>
        </w:rPr>
        <w:t xml:space="preserve"> должен быть постоянны</w:t>
      </w:r>
      <w:r>
        <w:rPr>
          <w:rFonts w:ascii="Times New Roman" w:hAnsi="Times New Roman"/>
          <w:sz w:val="24"/>
          <w:szCs w:val="24"/>
        </w:rPr>
        <w:t>м, всесторонним и объективным.</w:t>
      </w:r>
    </w:p>
    <w:p w:rsidR="00A0373D" w:rsidRDefault="00A0373D" w:rsidP="00E372BB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3378A">
        <w:rPr>
          <w:rFonts w:ascii="Times New Roman" w:hAnsi="Times New Roman"/>
          <w:sz w:val="24"/>
          <w:szCs w:val="24"/>
        </w:rPr>
        <w:t xml:space="preserve">Граждане,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регламента вправе обратиться с жалобой в Администрацию </w:t>
      </w:r>
      <w:r>
        <w:rPr>
          <w:rFonts w:ascii="Times New Roman" w:hAnsi="Times New Roman"/>
          <w:bCs/>
          <w:color w:val="000000"/>
          <w:sz w:val="24"/>
          <w:szCs w:val="24"/>
        </w:rPr>
        <w:t>Ржевского муниципального округа Тверской области</w:t>
      </w:r>
      <w:r w:rsidRPr="0063378A">
        <w:rPr>
          <w:rFonts w:ascii="Times New Roman" w:hAnsi="Times New Roman"/>
          <w:sz w:val="24"/>
          <w:szCs w:val="24"/>
        </w:rPr>
        <w:t>.</w:t>
      </w:r>
    </w:p>
    <w:p w:rsidR="00A0373D" w:rsidRPr="0063378A" w:rsidRDefault="00A0373D" w:rsidP="00D47EFD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314910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FE1DB2">
        <w:rPr>
          <w:rFonts w:ascii="Times New Roman" w:hAnsi="Times New Roman"/>
          <w:b/>
          <w:bCs/>
          <w:sz w:val="24"/>
          <w:szCs w:val="24"/>
        </w:rPr>
        <w:t xml:space="preserve">5. </w:t>
      </w:r>
      <w:r w:rsidRPr="006C27C9">
        <w:rPr>
          <w:rFonts w:ascii="Times New Roman" w:hAnsi="Times New Roman"/>
          <w:b/>
          <w:bCs/>
          <w:sz w:val="24"/>
          <w:szCs w:val="24"/>
        </w:rPr>
        <w:t xml:space="preserve">Досудебный (внесудебный) порядок обжалования решений </w:t>
      </w:r>
    </w:p>
    <w:p w:rsidR="00A0373D" w:rsidRDefault="00A0373D" w:rsidP="00D47EFD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6C27C9">
        <w:rPr>
          <w:rFonts w:ascii="Times New Roman" w:hAnsi="Times New Roman"/>
          <w:b/>
          <w:bCs/>
          <w:sz w:val="24"/>
          <w:szCs w:val="24"/>
        </w:rPr>
        <w:t xml:space="preserve">и действий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C27C9">
        <w:rPr>
          <w:rFonts w:ascii="Times New Roman" w:hAnsi="Times New Roman"/>
          <w:b/>
          <w:bCs/>
          <w:sz w:val="24"/>
          <w:szCs w:val="24"/>
        </w:rPr>
        <w:t xml:space="preserve">(бездействия) структурного подразделения Администрации </w:t>
      </w:r>
    </w:p>
    <w:p w:rsidR="00A0373D" w:rsidRDefault="00A0373D" w:rsidP="00D47EFD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6C27C9">
        <w:rPr>
          <w:rFonts w:ascii="Times New Roman" w:hAnsi="Times New Roman"/>
          <w:b/>
          <w:bCs/>
          <w:sz w:val="24"/>
          <w:szCs w:val="24"/>
        </w:rPr>
        <w:t>Ржевского муниципального округа Тверской области</w:t>
      </w:r>
      <w:r>
        <w:rPr>
          <w:rFonts w:ascii="Times New Roman" w:hAnsi="Times New Roman"/>
          <w:b/>
          <w:bCs/>
          <w:sz w:val="24"/>
          <w:szCs w:val="24"/>
        </w:rPr>
        <w:t>,</w:t>
      </w:r>
      <w:r w:rsidRPr="006C27C9">
        <w:rPr>
          <w:rFonts w:ascii="Times New Roman" w:hAnsi="Times New Roman"/>
          <w:b/>
          <w:bCs/>
          <w:sz w:val="24"/>
          <w:szCs w:val="24"/>
        </w:rPr>
        <w:t xml:space="preserve"> предоставляющего </w:t>
      </w:r>
    </w:p>
    <w:p w:rsidR="00A0373D" w:rsidRDefault="00A0373D" w:rsidP="00D47EFD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  <w:r w:rsidRPr="006C27C9">
        <w:rPr>
          <w:rFonts w:ascii="Times New Roman" w:hAnsi="Times New Roman"/>
          <w:b/>
          <w:bCs/>
          <w:sz w:val="24"/>
          <w:szCs w:val="24"/>
        </w:rPr>
        <w:t>муниципальную услугу, а также их должностных лиц, муниципальных служащих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A0373D" w:rsidRDefault="00A0373D" w:rsidP="00314910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4"/>
          <w:szCs w:val="24"/>
        </w:rPr>
      </w:pPr>
    </w:p>
    <w:p w:rsidR="00A0373D" w:rsidRDefault="00A0373D" w:rsidP="00314910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4264BC">
        <w:rPr>
          <w:rFonts w:ascii="Times New Roman" w:hAnsi="Times New Roman"/>
          <w:b/>
          <w:sz w:val="24"/>
          <w:szCs w:val="24"/>
        </w:rPr>
        <w:t>5.1. 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услуги.</w:t>
      </w:r>
    </w:p>
    <w:p w:rsidR="00A0373D" w:rsidRDefault="00A0373D" w:rsidP="00314910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A761C">
        <w:rPr>
          <w:rFonts w:ascii="Times New Roman" w:hAnsi="Times New Roman"/>
          <w:sz w:val="24"/>
          <w:szCs w:val="24"/>
        </w:rPr>
        <w:t xml:space="preserve">Заявитель вправе обжаловать действия (бездействие) Администрации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Ржевского муниципального округа Тверской области </w:t>
      </w:r>
      <w:r w:rsidRPr="002A761C">
        <w:rPr>
          <w:rFonts w:ascii="Times New Roman" w:hAnsi="Times New Roman"/>
          <w:sz w:val="24"/>
          <w:szCs w:val="24"/>
        </w:rPr>
        <w:t>при предоставлении муниципальной услуги в досудебном (внесудебном) порядке.</w:t>
      </w:r>
    </w:p>
    <w:p w:rsidR="00A0373D" w:rsidRPr="004264BC" w:rsidRDefault="00A0373D" w:rsidP="00314910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4264BC">
        <w:rPr>
          <w:rFonts w:ascii="Times New Roman" w:hAnsi="Times New Roman"/>
          <w:b/>
          <w:sz w:val="24"/>
          <w:szCs w:val="24"/>
        </w:rPr>
        <w:t>5.2. Предмет досудебного (внесудебного) обжалования.</w:t>
      </w:r>
    </w:p>
    <w:p w:rsidR="00A0373D" w:rsidRDefault="00A0373D" w:rsidP="00314910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A761C">
        <w:rPr>
          <w:rFonts w:ascii="Times New Roman" w:hAnsi="Times New Roman"/>
          <w:sz w:val="24"/>
          <w:szCs w:val="24"/>
        </w:rPr>
        <w:t>Предметом досудебного (внесудебного) обжалования действий (бездействия) и решений, принятых (осуществляемых) в ходе предоставления м</w:t>
      </w:r>
      <w:r>
        <w:rPr>
          <w:rFonts w:ascii="Times New Roman" w:hAnsi="Times New Roman"/>
          <w:sz w:val="24"/>
          <w:szCs w:val="24"/>
        </w:rPr>
        <w:t>униципальной услуги, являются:</w:t>
      </w:r>
    </w:p>
    <w:p w:rsidR="00A0373D" w:rsidRDefault="00A0373D" w:rsidP="00A5615D">
      <w:pPr>
        <w:numPr>
          <w:ilvl w:val="0"/>
          <w:numId w:val="19"/>
        </w:numPr>
        <w:tabs>
          <w:tab w:val="clear" w:pos="4644"/>
          <w:tab w:val="num" w:pos="1080"/>
        </w:tabs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A761C">
        <w:rPr>
          <w:rFonts w:ascii="Times New Roman" w:hAnsi="Times New Roman"/>
          <w:sz w:val="24"/>
          <w:szCs w:val="24"/>
        </w:rPr>
        <w:t>нарушение срока регистрации запроса заявителя о предос</w:t>
      </w:r>
      <w:r>
        <w:rPr>
          <w:rFonts w:ascii="Times New Roman" w:hAnsi="Times New Roman"/>
          <w:sz w:val="24"/>
          <w:szCs w:val="24"/>
        </w:rPr>
        <w:t>тавлении муниципальной услуги;</w:t>
      </w:r>
    </w:p>
    <w:p w:rsidR="00A0373D" w:rsidRDefault="00A0373D" w:rsidP="00A5615D">
      <w:pPr>
        <w:numPr>
          <w:ilvl w:val="0"/>
          <w:numId w:val="19"/>
        </w:numPr>
        <w:tabs>
          <w:tab w:val="clear" w:pos="4644"/>
          <w:tab w:val="num" w:pos="1080"/>
        </w:tabs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A761C">
        <w:rPr>
          <w:rFonts w:ascii="Times New Roman" w:hAnsi="Times New Roman"/>
          <w:sz w:val="24"/>
          <w:szCs w:val="24"/>
        </w:rPr>
        <w:t>нарушение срока предос</w:t>
      </w:r>
      <w:r>
        <w:rPr>
          <w:rFonts w:ascii="Times New Roman" w:hAnsi="Times New Roman"/>
          <w:sz w:val="24"/>
          <w:szCs w:val="24"/>
        </w:rPr>
        <w:t>тавления муниципальной услуги;</w:t>
      </w:r>
    </w:p>
    <w:p w:rsidR="00A0373D" w:rsidRDefault="00A0373D" w:rsidP="00A5615D">
      <w:pPr>
        <w:numPr>
          <w:ilvl w:val="0"/>
          <w:numId w:val="19"/>
        </w:numPr>
        <w:tabs>
          <w:tab w:val="clear" w:pos="4644"/>
          <w:tab w:val="num" w:pos="1080"/>
        </w:tabs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A761C">
        <w:rPr>
          <w:rFonts w:ascii="Times New Roman" w:hAnsi="Times New Roman"/>
          <w:sz w:val="24"/>
          <w:szCs w:val="24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4"/>
          <w:szCs w:val="24"/>
        </w:rPr>
        <w:t>Тверско</w:t>
      </w:r>
      <w:r w:rsidRPr="002A761C">
        <w:rPr>
          <w:rFonts w:ascii="Times New Roman" w:hAnsi="Times New Roman"/>
          <w:sz w:val="24"/>
          <w:szCs w:val="24"/>
        </w:rPr>
        <w:t xml:space="preserve">й области, муниципальными правовыми актами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Ржевского муниципального округа Тверской области </w:t>
      </w:r>
      <w:r w:rsidRPr="002A761C">
        <w:rPr>
          <w:rFonts w:ascii="Times New Roman" w:hAnsi="Times New Roman"/>
          <w:sz w:val="24"/>
          <w:szCs w:val="24"/>
        </w:rPr>
        <w:t xml:space="preserve">(далее </w:t>
      </w:r>
      <w:r>
        <w:rPr>
          <w:rFonts w:ascii="Times New Roman" w:hAnsi="Times New Roman"/>
          <w:sz w:val="24"/>
          <w:szCs w:val="24"/>
        </w:rPr>
        <w:t>–</w:t>
      </w:r>
      <w:r w:rsidRPr="002A761C">
        <w:rPr>
          <w:rFonts w:ascii="Times New Roman" w:hAnsi="Times New Roman"/>
          <w:sz w:val="24"/>
          <w:szCs w:val="24"/>
        </w:rPr>
        <w:t xml:space="preserve"> муниципальные правовые акты) для предос</w:t>
      </w:r>
      <w:r>
        <w:rPr>
          <w:rFonts w:ascii="Times New Roman" w:hAnsi="Times New Roman"/>
          <w:sz w:val="24"/>
          <w:szCs w:val="24"/>
        </w:rPr>
        <w:t>тавления муниципальной услуги;</w:t>
      </w:r>
    </w:p>
    <w:p w:rsidR="00A0373D" w:rsidRDefault="00A0373D" w:rsidP="00A5615D">
      <w:pPr>
        <w:numPr>
          <w:ilvl w:val="0"/>
          <w:numId w:val="19"/>
        </w:numPr>
        <w:tabs>
          <w:tab w:val="clear" w:pos="4644"/>
          <w:tab w:val="num" w:pos="1080"/>
        </w:tabs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A761C">
        <w:rPr>
          <w:rFonts w:ascii="Times New Roman" w:hAnsi="Times New Roman"/>
          <w:sz w:val="24"/>
          <w:szCs w:val="24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4"/>
          <w:szCs w:val="24"/>
        </w:rPr>
        <w:t>Тверской</w:t>
      </w:r>
      <w:r w:rsidRPr="002A761C">
        <w:rPr>
          <w:rFonts w:ascii="Times New Roman" w:hAnsi="Times New Roman"/>
          <w:sz w:val="24"/>
          <w:szCs w:val="24"/>
        </w:rPr>
        <w:t xml:space="preserve"> области, муниципальными правовыми актами для предоставления муни</w:t>
      </w:r>
      <w:r>
        <w:rPr>
          <w:rFonts w:ascii="Times New Roman" w:hAnsi="Times New Roman"/>
          <w:sz w:val="24"/>
          <w:szCs w:val="24"/>
        </w:rPr>
        <w:t>ципальной услуги, у заявителя;</w:t>
      </w:r>
    </w:p>
    <w:p w:rsidR="00A0373D" w:rsidRDefault="00A0373D" w:rsidP="00A5615D">
      <w:pPr>
        <w:numPr>
          <w:ilvl w:val="0"/>
          <w:numId w:val="19"/>
        </w:numPr>
        <w:tabs>
          <w:tab w:val="clear" w:pos="4644"/>
          <w:tab w:val="num" w:pos="1080"/>
        </w:tabs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A761C">
        <w:rPr>
          <w:rFonts w:ascii="Times New Roman" w:hAnsi="Times New Roman"/>
          <w:sz w:val="24"/>
          <w:szCs w:val="24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4"/>
          <w:szCs w:val="24"/>
        </w:rPr>
        <w:t>Тверской</w:t>
      </w:r>
      <w:r w:rsidRPr="002A761C">
        <w:rPr>
          <w:rFonts w:ascii="Times New Roman" w:hAnsi="Times New Roman"/>
          <w:sz w:val="24"/>
          <w:szCs w:val="24"/>
        </w:rPr>
        <w:t xml:space="preserve"> области, муниципальными правовыми ак</w:t>
      </w:r>
      <w:r>
        <w:rPr>
          <w:rFonts w:ascii="Times New Roman" w:hAnsi="Times New Roman"/>
          <w:sz w:val="24"/>
          <w:szCs w:val="24"/>
        </w:rPr>
        <w:t>тами;</w:t>
      </w:r>
    </w:p>
    <w:p w:rsidR="00A0373D" w:rsidRDefault="00A0373D" w:rsidP="00A5615D">
      <w:pPr>
        <w:numPr>
          <w:ilvl w:val="0"/>
          <w:numId w:val="19"/>
        </w:numPr>
        <w:tabs>
          <w:tab w:val="clear" w:pos="4644"/>
          <w:tab w:val="num" w:pos="1080"/>
        </w:tabs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A761C">
        <w:rPr>
          <w:rFonts w:ascii="Times New Roman" w:hAnsi="Times New Roman"/>
          <w:sz w:val="24"/>
          <w:szCs w:val="24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4"/>
          <w:szCs w:val="24"/>
        </w:rPr>
        <w:t>Тверской</w:t>
      </w:r>
      <w:r w:rsidRPr="002A761C">
        <w:rPr>
          <w:rFonts w:ascii="Times New Roman" w:hAnsi="Times New Roman"/>
          <w:sz w:val="24"/>
          <w:szCs w:val="24"/>
        </w:rPr>
        <w:t xml:space="preserve"> области, му</w:t>
      </w:r>
      <w:r>
        <w:rPr>
          <w:rFonts w:ascii="Times New Roman" w:hAnsi="Times New Roman"/>
          <w:sz w:val="24"/>
          <w:szCs w:val="24"/>
        </w:rPr>
        <w:t>ниципальными правовыми актами;</w:t>
      </w:r>
    </w:p>
    <w:p w:rsidR="00A0373D" w:rsidRDefault="00A0373D" w:rsidP="00A5615D">
      <w:pPr>
        <w:numPr>
          <w:ilvl w:val="0"/>
          <w:numId w:val="19"/>
        </w:numPr>
        <w:tabs>
          <w:tab w:val="clear" w:pos="4644"/>
          <w:tab w:val="num" w:pos="1080"/>
        </w:tabs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A761C">
        <w:rPr>
          <w:rFonts w:ascii="Times New Roman" w:hAnsi="Times New Roman"/>
          <w:sz w:val="24"/>
          <w:szCs w:val="24"/>
        </w:rPr>
        <w:t xml:space="preserve">отказ Администрации </w:t>
      </w:r>
      <w:r>
        <w:rPr>
          <w:rFonts w:ascii="Times New Roman" w:hAnsi="Times New Roman"/>
          <w:bCs/>
          <w:color w:val="000000"/>
          <w:sz w:val="24"/>
          <w:szCs w:val="24"/>
        </w:rPr>
        <w:t>Ржевского муниципального округа Тверской области</w:t>
      </w:r>
      <w:r w:rsidRPr="002A761C">
        <w:rPr>
          <w:rFonts w:ascii="Times New Roman" w:hAnsi="Times New Roman"/>
          <w:sz w:val="24"/>
          <w:szCs w:val="24"/>
        </w:rPr>
        <w:t xml:space="preserve">, должностного лица Администрации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Ржевского муниципального округа Тверской области </w:t>
      </w:r>
      <w:r w:rsidRPr="002A761C">
        <w:rPr>
          <w:rFonts w:ascii="Times New Roman" w:hAnsi="Times New Roman"/>
          <w:sz w:val="24"/>
          <w:szCs w:val="24"/>
        </w:rPr>
        <w:t>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A0373D" w:rsidRDefault="00A0373D" w:rsidP="006B03F1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264BC">
        <w:rPr>
          <w:rFonts w:ascii="Times New Roman" w:hAnsi="Times New Roman"/>
          <w:b/>
          <w:sz w:val="24"/>
          <w:szCs w:val="24"/>
        </w:rPr>
        <w:t>5.3. Исчерпывающий перечень оснований для приостановления рассмотрения жалобы и случаев, в которых ответ на жалобу не дается.</w:t>
      </w:r>
    </w:p>
    <w:p w:rsidR="00A0373D" w:rsidRDefault="00A0373D" w:rsidP="006B03F1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5.3.1. </w:t>
      </w:r>
      <w:r w:rsidRPr="002A761C">
        <w:rPr>
          <w:rFonts w:ascii="Times New Roman" w:hAnsi="Times New Roman"/>
          <w:sz w:val="24"/>
          <w:szCs w:val="24"/>
        </w:rPr>
        <w:t xml:space="preserve">Оснований для приостановления рассмотрения жалобы не </w:t>
      </w:r>
      <w:r>
        <w:rPr>
          <w:rFonts w:ascii="Times New Roman" w:hAnsi="Times New Roman"/>
          <w:sz w:val="24"/>
          <w:szCs w:val="24"/>
        </w:rPr>
        <w:t>предусмотрено</w:t>
      </w:r>
      <w:r w:rsidRPr="002A761C">
        <w:rPr>
          <w:rFonts w:ascii="Times New Roman" w:hAnsi="Times New Roman"/>
          <w:sz w:val="24"/>
          <w:szCs w:val="24"/>
        </w:rPr>
        <w:t>.</w:t>
      </w:r>
    </w:p>
    <w:p w:rsidR="00A0373D" w:rsidRDefault="00A0373D" w:rsidP="006B03F1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5.3.2.</w:t>
      </w:r>
      <w:r w:rsidRPr="002A761C">
        <w:rPr>
          <w:rFonts w:ascii="Times New Roman" w:hAnsi="Times New Roman"/>
          <w:sz w:val="24"/>
          <w:szCs w:val="24"/>
        </w:rPr>
        <w:t>Жалоба не рассматривает</w:t>
      </w:r>
      <w:r>
        <w:rPr>
          <w:rFonts w:ascii="Times New Roman" w:hAnsi="Times New Roman"/>
          <w:sz w:val="24"/>
          <w:szCs w:val="24"/>
        </w:rPr>
        <w:t>ся в следующих случаях:</w:t>
      </w:r>
    </w:p>
    <w:p w:rsidR="00A0373D" w:rsidRDefault="00A0373D" w:rsidP="006B03F1">
      <w:pPr>
        <w:numPr>
          <w:ilvl w:val="0"/>
          <w:numId w:val="19"/>
        </w:numPr>
        <w:tabs>
          <w:tab w:val="clear" w:pos="4644"/>
          <w:tab w:val="num" w:pos="1080"/>
        </w:tabs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A761C">
        <w:rPr>
          <w:rFonts w:ascii="Times New Roman" w:hAnsi="Times New Roman"/>
          <w:sz w:val="24"/>
          <w:szCs w:val="24"/>
        </w:rPr>
        <w:t>если в письменном обращении не указаны фамилия, имя, отчество гражданина, направившего обращение, 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 его подготавливающем, совершающем или совершившем, обращение подлежит направлению в государственный орган в со</w:t>
      </w:r>
      <w:r>
        <w:rPr>
          <w:rFonts w:ascii="Times New Roman" w:hAnsi="Times New Roman"/>
          <w:sz w:val="24"/>
          <w:szCs w:val="24"/>
        </w:rPr>
        <w:t>ответствии с его компетенцией;</w:t>
      </w:r>
    </w:p>
    <w:p w:rsidR="00A0373D" w:rsidRDefault="00A0373D" w:rsidP="006B03F1">
      <w:pPr>
        <w:numPr>
          <w:ilvl w:val="0"/>
          <w:numId w:val="19"/>
        </w:numPr>
        <w:tabs>
          <w:tab w:val="clear" w:pos="4644"/>
          <w:tab w:val="num" w:pos="1080"/>
        </w:tabs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A761C">
        <w:rPr>
          <w:rFonts w:ascii="Times New Roman" w:hAnsi="Times New Roman"/>
          <w:sz w:val="24"/>
          <w:szCs w:val="24"/>
        </w:rPr>
        <w:t>если в письменном обращении содержатся нецензурные либо оскорбительные выражения, угрозы жизни, здоровью и имуществу должностного лица, а также членов его семьи. Такое обращение подлежит оставлению без ответа по сущест</w:t>
      </w:r>
      <w:r>
        <w:rPr>
          <w:rFonts w:ascii="Times New Roman" w:hAnsi="Times New Roman"/>
          <w:sz w:val="24"/>
          <w:szCs w:val="24"/>
        </w:rPr>
        <w:t>ву поставленных в нем вопросов;</w:t>
      </w:r>
    </w:p>
    <w:p w:rsidR="00A0373D" w:rsidRDefault="00A0373D" w:rsidP="00F573DE">
      <w:pPr>
        <w:numPr>
          <w:ilvl w:val="0"/>
          <w:numId w:val="19"/>
        </w:numPr>
        <w:tabs>
          <w:tab w:val="clear" w:pos="4644"/>
          <w:tab w:val="num" w:pos="1080"/>
        </w:tabs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A761C">
        <w:rPr>
          <w:rFonts w:ascii="Times New Roman" w:hAnsi="Times New Roman"/>
          <w:sz w:val="24"/>
          <w:szCs w:val="24"/>
        </w:rPr>
        <w:t>если текст письменного обращения не поддается прочтению. Ответ на обращение не дается, о чем в течение семи дней со дня регистрации обращения сообщается гражданину, направившему обращение, если его фамилия и поч</w:t>
      </w:r>
      <w:r>
        <w:rPr>
          <w:rFonts w:ascii="Times New Roman" w:hAnsi="Times New Roman"/>
          <w:sz w:val="24"/>
          <w:szCs w:val="24"/>
        </w:rPr>
        <w:t>товый адрес поддаются прочтению.</w:t>
      </w:r>
    </w:p>
    <w:p w:rsidR="00A0373D" w:rsidRPr="004264BC" w:rsidRDefault="00A0373D" w:rsidP="00F573DE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4264BC">
        <w:rPr>
          <w:rFonts w:ascii="Times New Roman" w:hAnsi="Times New Roman"/>
          <w:b/>
          <w:sz w:val="24"/>
          <w:szCs w:val="24"/>
        </w:rPr>
        <w:t>5.4. Основания для начала процедуры досудебного (внесудебного) обж</w:t>
      </w:r>
      <w:r>
        <w:rPr>
          <w:rFonts w:ascii="Times New Roman" w:hAnsi="Times New Roman"/>
          <w:b/>
          <w:sz w:val="24"/>
          <w:szCs w:val="24"/>
        </w:rPr>
        <w:t>алования.</w:t>
      </w:r>
    </w:p>
    <w:p w:rsidR="00A0373D" w:rsidRDefault="00A0373D" w:rsidP="00F573DE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A761C">
        <w:rPr>
          <w:rFonts w:ascii="Times New Roman" w:hAnsi="Times New Roman"/>
          <w:sz w:val="24"/>
          <w:szCs w:val="24"/>
        </w:rPr>
        <w:t>Основанием для начала процедуры досудебного (внесудебного) обжалования является поступление жалобы по основаниям, п</w:t>
      </w:r>
      <w:r>
        <w:rPr>
          <w:rFonts w:ascii="Times New Roman" w:hAnsi="Times New Roman"/>
          <w:sz w:val="24"/>
          <w:szCs w:val="24"/>
        </w:rPr>
        <w:t>редусмотренным настоящим Административным регламентом</w:t>
      </w:r>
      <w:r w:rsidRPr="002A761C">
        <w:rPr>
          <w:rFonts w:ascii="Times New Roman" w:hAnsi="Times New Roman"/>
          <w:sz w:val="24"/>
          <w:szCs w:val="24"/>
        </w:rPr>
        <w:t>.</w:t>
      </w:r>
    </w:p>
    <w:p w:rsidR="00A0373D" w:rsidRPr="000E2C4D" w:rsidRDefault="00A0373D" w:rsidP="00F573DE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802E37">
        <w:rPr>
          <w:rFonts w:ascii="Times New Roman" w:hAnsi="Times New Roman"/>
          <w:b/>
          <w:sz w:val="24"/>
          <w:szCs w:val="24"/>
        </w:rPr>
        <w:t>5.5. Право заявителя на получение информации и документов, необходимых для обоснования и рассмотрения жалобы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A0373D" w:rsidRDefault="00A0373D" w:rsidP="00F573DE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A761C">
        <w:rPr>
          <w:rFonts w:ascii="Times New Roman" w:hAnsi="Times New Roman"/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A0373D" w:rsidRPr="00802E37" w:rsidRDefault="00A0373D" w:rsidP="00F573DE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802E37">
        <w:rPr>
          <w:rFonts w:ascii="Times New Roman" w:hAnsi="Times New Roman"/>
          <w:b/>
          <w:sz w:val="24"/>
          <w:szCs w:val="24"/>
        </w:rPr>
        <w:t>5.6. Органы местного самоуправления, государственной власти, должностные лица, которым может быть направлена жалоба заявителя в досудебном (внесудебном) порядке.</w:t>
      </w:r>
    </w:p>
    <w:p w:rsidR="00A0373D" w:rsidRDefault="00A0373D" w:rsidP="00F573DE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A761C">
        <w:rPr>
          <w:rFonts w:ascii="Times New Roman" w:hAnsi="Times New Roman"/>
          <w:sz w:val="24"/>
          <w:szCs w:val="24"/>
        </w:rPr>
        <w:t xml:space="preserve">В случае несогласия заявителя с решением или действием (бездействием) должностных лиц, участвующих в предоставлении муниципальной услуги, подается жалоба в </w:t>
      </w:r>
      <w:r>
        <w:rPr>
          <w:rFonts w:ascii="Times New Roman" w:hAnsi="Times New Roman"/>
          <w:sz w:val="24"/>
          <w:szCs w:val="24"/>
        </w:rPr>
        <w:t xml:space="preserve">Администрацию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Ржевского муниципального округа Тверской области </w:t>
      </w:r>
      <w:r w:rsidRPr="002A761C">
        <w:rPr>
          <w:rFonts w:ascii="Times New Roman" w:hAnsi="Times New Roman"/>
          <w:sz w:val="24"/>
          <w:szCs w:val="24"/>
        </w:rPr>
        <w:t>в пи</w:t>
      </w:r>
      <w:r>
        <w:rPr>
          <w:rFonts w:ascii="Times New Roman" w:hAnsi="Times New Roman"/>
          <w:sz w:val="24"/>
          <w:szCs w:val="24"/>
        </w:rPr>
        <w:t xml:space="preserve">сьменной форме, в том числе при </w:t>
      </w:r>
      <w:r w:rsidRPr="002A761C">
        <w:rPr>
          <w:rFonts w:ascii="Times New Roman" w:hAnsi="Times New Roman"/>
          <w:sz w:val="24"/>
          <w:szCs w:val="24"/>
        </w:rPr>
        <w:t>личном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761C">
        <w:rPr>
          <w:rFonts w:ascii="Times New Roman" w:hAnsi="Times New Roman"/>
          <w:sz w:val="24"/>
          <w:szCs w:val="24"/>
        </w:rPr>
        <w:t>приеме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761C">
        <w:rPr>
          <w:rFonts w:ascii="Times New Roman" w:hAnsi="Times New Roman"/>
          <w:sz w:val="24"/>
          <w:szCs w:val="24"/>
        </w:rPr>
        <w:t>зая</w:t>
      </w:r>
      <w:r>
        <w:rPr>
          <w:rFonts w:ascii="Times New Roman" w:hAnsi="Times New Roman"/>
          <w:sz w:val="24"/>
          <w:szCs w:val="24"/>
        </w:rPr>
        <w:t>вителя или в электронном виде.</w:t>
      </w:r>
    </w:p>
    <w:p w:rsidR="00A0373D" w:rsidRDefault="00A0373D" w:rsidP="00F573DE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802E37">
        <w:rPr>
          <w:rFonts w:ascii="Times New Roman" w:hAnsi="Times New Roman"/>
          <w:b/>
          <w:sz w:val="24"/>
          <w:szCs w:val="24"/>
        </w:rPr>
        <w:t>5.7. Сроки рассмотрения жалобы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A0373D" w:rsidRPr="00BB520B" w:rsidRDefault="00A0373D" w:rsidP="00F573DE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2A761C">
        <w:rPr>
          <w:rFonts w:ascii="Times New Roman" w:hAnsi="Times New Roman"/>
          <w:sz w:val="24"/>
          <w:szCs w:val="24"/>
        </w:rPr>
        <w:t>Поступившая жалоба подлежит рассмотрению в течение 15 (пятнадцати) рабочих дней со дня ее регистрации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26FDA">
        <w:rPr>
          <w:rFonts w:ascii="Times New Roman" w:hAnsi="Times New Roman"/>
          <w:sz w:val="24"/>
          <w:szCs w:val="24"/>
        </w:rPr>
        <w:t xml:space="preserve">а в случае обжалования отказа должностного лица Администрации </w:t>
      </w:r>
      <w:r>
        <w:rPr>
          <w:rFonts w:ascii="Times New Roman" w:hAnsi="Times New Roman"/>
          <w:bCs/>
          <w:color w:val="000000"/>
          <w:sz w:val="24"/>
          <w:szCs w:val="24"/>
        </w:rPr>
        <w:t>Ржевского муниципального округа Тверской области</w:t>
      </w:r>
      <w:r w:rsidRPr="00C26FDA">
        <w:rPr>
          <w:rFonts w:ascii="Times New Roman" w:hAnsi="Times New Roman"/>
          <w:sz w:val="24"/>
          <w:szCs w:val="24"/>
        </w:rPr>
        <w:t>, ответственного за предоставление муниципальной услуги, в приеме документов у заявителя либо в исправлении допущенных опечаток и ошибок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6FDA">
        <w:rPr>
          <w:rFonts w:ascii="Times New Roman" w:hAnsi="Times New Roman"/>
          <w:sz w:val="24"/>
          <w:szCs w:val="24"/>
          <w:shd w:val="clear" w:color="auto" w:fill="FFFFFF"/>
        </w:rPr>
        <w:t xml:space="preserve">или в случае обжалования нарушения установленного срока таких исправлений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C26FDA">
        <w:rPr>
          <w:rFonts w:ascii="Times New Roman" w:hAnsi="Times New Roman"/>
          <w:sz w:val="24"/>
          <w:szCs w:val="24"/>
          <w:shd w:val="clear" w:color="auto" w:fill="FFFFFF"/>
        </w:rPr>
        <w:t xml:space="preserve"> в течение пяти рабочих дней со дня ее регистрации</w:t>
      </w:r>
      <w:r w:rsidRPr="00C26FDA">
        <w:rPr>
          <w:rFonts w:ascii="Times New Roman" w:hAnsi="Times New Roman"/>
          <w:sz w:val="24"/>
          <w:szCs w:val="24"/>
        </w:rPr>
        <w:t>.</w:t>
      </w:r>
    </w:p>
    <w:p w:rsidR="00A0373D" w:rsidRPr="00802E37" w:rsidRDefault="00A0373D" w:rsidP="00F573DE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802E37">
        <w:rPr>
          <w:rFonts w:ascii="Times New Roman" w:hAnsi="Times New Roman"/>
          <w:b/>
          <w:sz w:val="24"/>
          <w:szCs w:val="24"/>
        </w:rPr>
        <w:t>5.8. Результат досудебного (внесудебного) обжалования.</w:t>
      </w:r>
    </w:p>
    <w:p w:rsidR="00A0373D" w:rsidRDefault="00A0373D" w:rsidP="00D84792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A761C">
        <w:rPr>
          <w:rFonts w:ascii="Times New Roman" w:hAnsi="Times New Roman"/>
          <w:sz w:val="24"/>
          <w:szCs w:val="24"/>
        </w:rPr>
        <w:t>По результатам рассмотрения жалобы принимае</w:t>
      </w:r>
      <w:r>
        <w:rPr>
          <w:rFonts w:ascii="Times New Roman" w:hAnsi="Times New Roman"/>
          <w:sz w:val="24"/>
          <w:szCs w:val="24"/>
        </w:rPr>
        <w:t>тся одно из следующих решений:</w:t>
      </w:r>
    </w:p>
    <w:p w:rsidR="00A0373D" w:rsidRDefault="00A0373D" w:rsidP="00D84792">
      <w:pPr>
        <w:numPr>
          <w:ilvl w:val="0"/>
          <w:numId w:val="19"/>
        </w:numPr>
        <w:tabs>
          <w:tab w:val="clear" w:pos="4644"/>
          <w:tab w:val="num" w:pos="1080"/>
        </w:tabs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A761C">
        <w:rPr>
          <w:rFonts w:ascii="Times New Roman" w:hAnsi="Times New Roman"/>
          <w:sz w:val="24"/>
          <w:szCs w:val="24"/>
        </w:rPr>
        <w:t xml:space="preserve">удовлетворение жалобы, в том числе в форме отмены принятого решения, исправление допущенных </w:t>
      </w:r>
      <w:r>
        <w:rPr>
          <w:rFonts w:ascii="Times New Roman" w:hAnsi="Times New Roman"/>
          <w:sz w:val="24"/>
          <w:szCs w:val="24"/>
        </w:rPr>
        <w:t>о</w:t>
      </w:r>
      <w:r w:rsidRPr="00E211D5">
        <w:rPr>
          <w:rFonts w:ascii="Times New Roman" w:hAnsi="Times New Roman"/>
          <w:sz w:val="24"/>
          <w:szCs w:val="24"/>
        </w:rPr>
        <w:t xml:space="preserve">тделом </w:t>
      </w:r>
      <w:r>
        <w:rPr>
          <w:rFonts w:ascii="Times New Roman" w:hAnsi="Times New Roman"/>
          <w:sz w:val="24"/>
          <w:szCs w:val="24"/>
        </w:rPr>
        <w:t>транспорта и дорожного хозяйства</w:t>
      </w:r>
      <w:r w:rsidRPr="002A76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Ржевского муниципального округа Тверской области </w:t>
      </w:r>
      <w:r w:rsidRPr="002A761C">
        <w:rPr>
          <w:rFonts w:ascii="Times New Roman" w:hAnsi="Times New Roman"/>
          <w:sz w:val="24"/>
          <w:szCs w:val="24"/>
        </w:rPr>
        <w:t>опечаток и ошибок в выданных в результате предоставления му</w:t>
      </w:r>
      <w:r>
        <w:rPr>
          <w:rFonts w:ascii="Times New Roman" w:hAnsi="Times New Roman"/>
          <w:sz w:val="24"/>
          <w:szCs w:val="24"/>
        </w:rPr>
        <w:t>ниципальной услуги документах;</w:t>
      </w:r>
    </w:p>
    <w:p w:rsidR="00A0373D" w:rsidRDefault="00A0373D" w:rsidP="00D84792">
      <w:pPr>
        <w:numPr>
          <w:ilvl w:val="0"/>
          <w:numId w:val="19"/>
        </w:numPr>
        <w:tabs>
          <w:tab w:val="clear" w:pos="4644"/>
          <w:tab w:val="num" w:pos="1080"/>
        </w:tabs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отказ в удовлетворении жалобы.</w:t>
      </w:r>
    </w:p>
    <w:p w:rsidR="00A0373D" w:rsidRDefault="00A0373D" w:rsidP="00BB520B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A761C">
        <w:rPr>
          <w:rFonts w:ascii="Times New Roman" w:hAnsi="Times New Roman"/>
          <w:sz w:val="24"/>
          <w:szCs w:val="24"/>
        </w:rPr>
        <w:t>Не позднее дня, следующего за днем принятия решения, заявителю в письменной форме и, по желанию заявителя, в электронной форме направляется мотивированный ответ о результатах</w:t>
      </w:r>
      <w:r>
        <w:rPr>
          <w:rFonts w:ascii="Times New Roman" w:hAnsi="Times New Roman"/>
          <w:sz w:val="24"/>
          <w:szCs w:val="24"/>
        </w:rPr>
        <w:t xml:space="preserve"> рассмотрения жалобы.</w:t>
      </w:r>
    </w:p>
    <w:p w:rsidR="00A0373D" w:rsidRDefault="00A0373D" w:rsidP="00BB520B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A761C">
        <w:rPr>
          <w:rFonts w:ascii="Times New Roman" w:hAnsi="Times New Roman"/>
          <w:sz w:val="24"/>
          <w:szCs w:val="24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CC16AD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A0373D" w:rsidRDefault="00A0373D" w:rsidP="00E1660A">
      <w:pPr>
        <w:spacing w:after="0" w:line="240" w:lineRule="auto"/>
        <w:textAlignment w:val="baseline"/>
        <w:outlineLvl w:val="1"/>
        <w:rPr>
          <w:rFonts w:ascii="Times New Roman" w:hAnsi="Times New Roman"/>
          <w:sz w:val="24"/>
          <w:szCs w:val="24"/>
        </w:rPr>
      </w:pPr>
    </w:p>
    <w:p w:rsidR="00A0373D" w:rsidRDefault="00A0373D" w:rsidP="00E84299">
      <w:pPr>
        <w:spacing w:after="0" w:line="240" w:lineRule="auto"/>
        <w:jc w:val="right"/>
        <w:textAlignment w:val="baseline"/>
        <w:outlineLvl w:val="1"/>
        <w:rPr>
          <w:rFonts w:ascii="Times New Roman" w:hAnsi="Times New Roman"/>
          <w:sz w:val="24"/>
          <w:szCs w:val="24"/>
        </w:rPr>
      </w:pPr>
    </w:p>
    <w:p w:rsidR="00A0373D" w:rsidRDefault="00A0373D" w:rsidP="00E84299">
      <w:pPr>
        <w:spacing w:after="0" w:line="240" w:lineRule="auto"/>
        <w:jc w:val="right"/>
        <w:textAlignment w:val="baseline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A0373D" w:rsidRPr="007D094A" w:rsidRDefault="00A0373D" w:rsidP="007D094A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sz w:val="18"/>
          <w:szCs w:val="18"/>
        </w:rPr>
      </w:pPr>
      <w:r w:rsidRPr="007D094A">
        <w:rPr>
          <w:rFonts w:ascii="Times New Roman" w:hAnsi="Times New Roman"/>
          <w:sz w:val="18"/>
          <w:szCs w:val="18"/>
        </w:rPr>
        <w:t xml:space="preserve">Приложение 1 </w:t>
      </w:r>
    </w:p>
    <w:p w:rsidR="00A0373D" w:rsidRPr="007D094A" w:rsidRDefault="00A0373D" w:rsidP="007D094A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sz w:val="18"/>
          <w:szCs w:val="18"/>
        </w:rPr>
      </w:pPr>
      <w:r w:rsidRPr="007D094A">
        <w:rPr>
          <w:rFonts w:ascii="Times New Roman" w:hAnsi="Times New Roman"/>
          <w:sz w:val="18"/>
          <w:szCs w:val="18"/>
        </w:rPr>
        <w:t xml:space="preserve">к Административному регламенту предоставления </w:t>
      </w:r>
    </w:p>
    <w:p w:rsidR="00A0373D" w:rsidRPr="007D094A" w:rsidRDefault="00A0373D" w:rsidP="007D094A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sz w:val="18"/>
          <w:szCs w:val="18"/>
        </w:rPr>
        <w:t>муниципальной услуги «</w:t>
      </w:r>
      <w:r w:rsidRPr="007D094A">
        <w:rPr>
          <w:rFonts w:ascii="Times New Roman" w:hAnsi="Times New Roman"/>
          <w:bCs/>
          <w:sz w:val="18"/>
          <w:szCs w:val="18"/>
        </w:rPr>
        <w:t xml:space="preserve">Выдача разрешений на выполнение </w:t>
      </w:r>
    </w:p>
    <w:p w:rsidR="00A0373D" w:rsidRPr="007D094A" w:rsidRDefault="00A0373D" w:rsidP="007D094A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авиационных работ, парашютных прыжков, демонстрационных </w:t>
      </w:r>
    </w:p>
    <w:p w:rsidR="00A0373D" w:rsidRPr="007D094A" w:rsidRDefault="00A0373D" w:rsidP="007D094A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полетов воздушных судов, полетов беспилотных воздушных судов </w:t>
      </w:r>
    </w:p>
    <w:p w:rsidR="00A0373D" w:rsidRPr="007D094A" w:rsidRDefault="00A0373D" w:rsidP="007D094A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(за исключением полетов беспилотных воздушных судов </w:t>
      </w:r>
    </w:p>
    <w:p w:rsidR="00A0373D" w:rsidRPr="007D094A" w:rsidRDefault="00A0373D" w:rsidP="007D094A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с максимальной взлетной массой менее 0,25 кг), подъемов привязных </w:t>
      </w:r>
    </w:p>
    <w:p w:rsidR="00A0373D" w:rsidRPr="007D094A" w:rsidRDefault="00A0373D" w:rsidP="007D094A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bCs/>
          <w:color w:val="000000"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аэростатов над территорией </w:t>
      </w:r>
      <w:r w:rsidRPr="007D094A">
        <w:rPr>
          <w:rFonts w:ascii="Times New Roman" w:hAnsi="Times New Roman"/>
          <w:bCs/>
          <w:color w:val="000000"/>
          <w:sz w:val="18"/>
          <w:szCs w:val="18"/>
        </w:rPr>
        <w:t xml:space="preserve">Ржевского муниципального округа </w:t>
      </w:r>
    </w:p>
    <w:p w:rsidR="00A0373D" w:rsidRPr="007D094A" w:rsidRDefault="00A0373D" w:rsidP="007D094A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Тверской области, а также на посадку (взлет) на площадки, </w:t>
      </w:r>
    </w:p>
    <w:p w:rsidR="00A0373D" w:rsidRPr="007D094A" w:rsidRDefault="00A0373D" w:rsidP="007D094A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bCs/>
          <w:color w:val="000000"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расположенные в границах </w:t>
      </w:r>
      <w:r w:rsidRPr="007D094A">
        <w:rPr>
          <w:rFonts w:ascii="Times New Roman" w:hAnsi="Times New Roman"/>
          <w:bCs/>
          <w:color w:val="000000"/>
          <w:sz w:val="18"/>
          <w:szCs w:val="18"/>
        </w:rPr>
        <w:t xml:space="preserve">Ржевского муниципального округа </w:t>
      </w:r>
    </w:p>
    <w:p w:rsidR="00A0373D" w:rsidRPr="007D094A" w:rsidRDefault="00A0373D" w:rsidP="007D094A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Тверской области, сведения о которых не опубликованы </w:t>
      </w:r>
    </w:p>
    <w:p w:rsidR="00A0373D" w:rsidRPr="007D094A" w:rsidRDefault="00A0373D" w:rsidP="007D094A">
      <w:pPr>
        <w:spacing w:after="0" w:line="160" w:lineRule="exact"/>
        <w:jc w:val="right"/>
        <w:textAlignment w:val="baseline"/>
        <w:outlineLvl w:val="1"/>
        <w:rPr>
          <w:rFonts w:ascii="Times New Roman" w:hAnsi="Times New Roman"/>
          <w:bCs/>
          <w:color w:val="000000"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>в документах аэронавигационной информации</w:t>
      </w:r>
      <w:r w:rsidRPr="007D094A">
        <w:rPr>
          <w:rFonts w:ascii="Times New Roman" w:hAnsi="Times New Roman"/>
          <w:sz w:val="18"/>
          <w:szCs w:val="18"/>
        </w:rPr>
        <w:t>»</w:t>
      </w:r>
    </w:p>
    <w:p w:rsidR="00A0373D" w:rsidRDefault="00A0373D" w:rsidP="00CC16AD">
      <w:pPr>
        <w:tabs>
          <w:tab w:val="left" w:pos="1260"/>
        </w:tabs>
        <w:spacing w:after="0" w:line="240" w:lineRule="auto"/>
        <w:ind w:firstLine="53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0373D" w:rsidRPr="00735278" w:rsidRDefault="00A0373D" w:rsidP="00C16329">
      <w:pPr>
        <w:spacing w:after="0" w:line="240" w:lineRule="auto"/>
        <w:jc w:val="right"/>
        <w:textAlignment w:val="baseline"/>
        <w:rPr>
          <w:rFonts w:ascii="Times New Roman" w:hAnsi="Times New Roman"/>
          <w:color w:val="2D2D2D"/>
          <w:sz w:val="23"/>
          <w:szCs w:val="23"/>
        </w:rPr>
      </w:pPr>
      <w:r w:rsidRPr="00735278">
        <w:rPr>
          <w:rFonts w:ascii="Times New Roman" w:hAnsi="Times New Roman"/>
          <w:color w:val="2D2D2D"/>
          <w:sz w:val="23"/>
          <w:szCs w:val="23"/>
        </w:rPr>
        <w:t>Форма (образец) заявления</w:t>
      </w: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20"/>
        <w:gridCol w:w="1542"/>
        <w:gridCol w:w="8499"/>
        <w:gridCol w:w="19"/>
      </w:tblGrid>
      <w:tr w:rsidR="00A0373D" w:rsidRPr="00836D8C" w:rsidTr="00120746">
        <w:trPr>
          <w:trHeight w:val="15"/>
        </w:trPr>
        <w:tc>
          <w:tcPr>
            <w:tcW w:w="4" w:type="dxa"/>
          </w:tcPr>
          <w:p w:rsidR="00A0373D" w:rsidRPr="00735278" w:rsidRDefault="00A0373D" w:rsidP="00FD5C37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3022" w:type="dxa"/>
          </w:tcPr>
          <w:p w:rsidR="00A0373D" w:rsidRPr="00735278" w:rsidRDefault="00A0373D" w:rsidP="00FD5C37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7176" w:type="dxa"/>
          </w:tcPr>
          <w:p w:rsidR="00A0373D" w:rsidRPr="00735278" w:rsidRDefault="00A0373D" w:rsidP="00FD5C37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3" w:type="dxa"/>
          </w:tcPr>
          <w:p w:rsidR="00A0373D" w:rsidRPr="00735278" w:rsidRDefault="00A0373D" w:rsidP="00FD5C37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</w:tr>
      <w:tr w:rsidR="00A0373D" w:rsidRPr="00836D8C" w:rsidTr="00120746">
        <w:tc>
          <w:tcPr>
            <w:tcW w:w="4" w:type="dxa"/>
          </w:tcPr>
          <w:p w:rsidR="00A0373D" w:rsidRPr="00735278" w:rsidRDefault="00A0373D" w:rsidP="00FD5C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6" w:type="dxa"/>
              <w:bottom w:w="0" w:type="dxa"/>
              <w:right w:w="36" w:type="dxa"/>
            </w:tcMar>
          </w:tcPr>
          <w:p w:rsidR="00A0373D" w:rsidRPr="00457ECA" w:rsidRDefault="00A0373D" w:rsidP="00FD5C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6" w:type="dxa"/>
              <w:bottom w:w="0" w:type="dxa"/>
              <w:right w:w="36" w:type="dxa"/>
            </w:tcMar>
          </w:tcPr>
          <w:p w:rsidR="00A0373D" w:rsidRPr="00457ECA" w:rsidRDefault="00A0373D" w:rsidP="00457ECA">
            <w:pPr>
              <w:spacing w:after="0" w:line="240" w:lineRule="auto"/>
              <w:jc w:val="right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ECA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В Администрацию </w:t>
            </w:r>
            <w:r w:rsidRPr="00457E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Ржевского муниципального </w:t>
            </w:r>
          </w:p>
          <w:p w:rsidR="00A0373D" w:rsidRPr="00457ECA" w:rsidRDefault="00A0373D" w:rsidP="00457ECA">
            <w:pPr>
              <w:spacing w:after="0" w:line="240" w:lineRule="auto"/>
              <w:jc w:val="right"/>
              <w:textAlignment w:val="baseline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457ECA">
              <w:rPr>
                <w:rFonts w:ascii="Times New Roman" w:hAnsi="Times New Roman"/>
                <w:b/>
                <w:bCs/>
                <w:sz w:val="24"/>
                <w:szCs w:val="24"/>
              </w:rPr>
              <w:t>округа Тверской области</w:t>
            </w:r>
          </w:p>
          <w:p w:rsidR="00A0373D" w:rsidRPr="00457ECA" w:rsidRDefault="00A0373D" w:rsidP="00457ECA">
            <w:pPr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3"/>
                <w:szCs w:val="23"/>
              </w:rPr>
            </w:pPr>
            <w:r w:rsidRPr="00457ECA">
              <w:rPr>
                <w:rFonts w:ascii="Times New Roman" w:hAnsi="Times New Roman"/>
                <w:sz w:val="23"/>
                <w:szCs w:val="23"/>
              </w:rPr>
              <w:t>Тверская область, город Ржев, ул. Партизанская, д.33</w:t>
            </w:r>
          </w:p>
          <w:p w:rsidR="00A0373D" w:rsidRPr="00457ECA" w:rsidRDefault="00A0373D" w:rsidP="007D094A">
            <w:pPr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3"/>
                <w:szCs w:val="23"/>
              </w:rPr>
            </w:pPr>
            <w:r w:rsidRPr="00457ECA">
              <w:rPr>
                <w:rFonts w:ascii="Times New Roman" w:hAnsi="Times New Roman"/>
                <w:sz w:val="23"/>
                <w:szCs w:val="23"/>
              </w:rPr>
              <w:t>от ___________________________________________</w:t>
            </w:r>
            <w:r w:rsidRPr="00457ECA">
              <w:rPr>
                <w:rFonts w:ascii="Times New Roman" w:hAnsi="Times New Roman"/>
                <w:sz w:val="23"/>
                <w:szCs w:val="23"/>
              </w:rPr>
              <w:br/>
              <w:t>_____________________________________________</w:t>
            </w:r>
            <w:r w:rsidRPr="00457ECA">
              <w:rPr>
                <w:rFonts w:ascii="Times New Roman" w:hAnsi="Times New Roman"/>
                <w:sz w:val="23"/>
                <w:szCs w:val="23"/>
              </w:rPr>
              <w:br/>
              <w:t xml:space="preserve">(для физических лиц </w:t>
            </w:r>
            <w:r>
              <w:rPr>
                <w:rFonts w:ascii="Times New Roman" w:hAnsi="Times New Roman"/>
                <w:sz w:val="23"/>
                <w:szCs w:val="23"/>
              </w:rPr>
              <w:t>–</w:t>
            </w:r>
            <w:r w:rsidRPr="00457ECA">
              <w:rPr>
                <w:rFonts w:ascii="Times New Roman" w:hAnsi="Times New Roman"/>
                <w:sz w:val="23"/>
                <w:szCs w:val="23"/>
              </w:rPr>
              <w:t xml:space="preserve"> Ф.И.О., паспортные данные;</w:t>
            </w:r>
            <w:r w:rsidRPr="00457ECA">
              <w:rPr>
                <w:rFonts w:ascii="Times New Roman" w:hAnsi="Times New Roman"/>
                <w:sz w:val="23"/>
                <w:szCs w:val="23"/>
              </w:rPr>
              <w:br/>
              <w:t xml:space="preserve">для юридических лиц </w:t>
            </w:r>
            <w:r>
              <w:rPr>
                <w:rFonts w:ascii="Times New Roman" w:hAnsi="Times New Roman"/>
                <w:sz w:val="23"/>
                <w:szCs w:val="23"/>
              </w:rPr>
              <w:t>–</w:t>
            </w:r>
            <w:r w:rsidRPr="00457ECA">
              <w:rPr>
                <w:rFonts w:ascii="Times New Roman" w:hAnsi="Times New Roman"/>
                <w:sz w:val="23"/>
                <w:szCs w:val="23"/>
              </w:rPr>
              <w:t xml:space="preserve"> полное наименование)</w:t>
            </w:r>
            <w:r w:rsidRPr="00457ECA">
              <w:rPr>
                <w:rFonts w:ascii="Times New Roman" w:hAnsi="Times New Roman"/>
                <w:sz w:val="23"/>
                <w:szCs w:val="23"/>
              </w:rPr>
              <w:br/>
              <w:t>Адрес:_______________________________________</w:t>
            </w:r>
            <w:r w:rsidRPr="00457ECA">
              <w:rPr>
                <w:rFonts w:ascii="Times New Roman" w:hAnsi="Times New Roman"/>
                <w:sz w:val="23"/>
                <w:szCs w:val="23"/>
              </w:rPr>
              <w:br/>
              <w:t>_____________________________________________</w:t>
            </w:r>
            <w:r w:rsidRPr="00457ECA">
              <w:rPr>
                <w:rFonts w:ascii="Times New Roman" w:hAnsi="Times New Roman"/>
                <w:sz w:val="23"/>
                <w:szCs w:val="23"/>
              </w:rPr>
              <w:br/>
              <w:t xml:space="preserve">(для физических лиц </w:t>
            </w:r>
            <w:r>
              <w:rPr>
                <w:rFonts w:ascii="Times New Roman" w:hAnsi="Times New Roman"/>
                <w:sz w:val="23"/>
                <w:szCs w:val="23"/>
              </w:rPr>
              <w:t>–</w:t>
            </w:r>
            <w:r w:rsidRPr="00457ECA">
              <w:rPr>
                <w:rFonts w:ascii="Times New Roman" w:hAnsi="Times New Roman"/>
                <w:sz w:val="23"/>
                <w:szCs w:val="23"/>
              </w:rPr>
              <w:t xml:space="preserve"> место жительства физического лица;</w:t>
            </w:r>
            <w:r w:rsidRPr="00457ECA">
              <w:rPr>
                <w:rFonts w:ascii="Times New Roman" w:hAnsi="Times New Roman"/>
                <w:sz w:val="23"/>
                <w:szCs w:val="23"/>
              </w:rPr>
              <w:br/>
              <w:t xml:space="preserve">для юридических лиц </w:t>
            </w:r>
            <w:r>
              <w:rPr>
                <w:rFonts w:ascii="Times New Roman" w:hAnsi="Times New Roman"/>
                <w:sz w:val="23"/>
                <w:szCs w:val="23"/>
              </w:rPr>
              <w:t>–</w:t>
            </w:r>
            <w:r w:rsidRPr="00457ECA">
              <w:rPr>
                <w:rFonts w:ascii="Times New Roman" w:hAnsi="Times New Roman"/>
                <w:sz w:val="23"/>
                <w:szCs w:val="23"/>
              </w:rPr>
              <w:t xml:space="preserve"> местонахождение юридического лица)</w:t>
            </w:r>
            <w:r w:rsidRPr="00457ECA">
              <w:rPr>
                <w:rFonts w:ascii="Times New Roman" w:hAnsi="Times New Roman"/>
                <w:sz w:val="23"/>
                <w:szCs w:val="23"/>
              </w:rPr>
              <w:br/>
              <w:t>Телефон (факс): _______________________________</w:t>
            </w:r>
            <w:r w:rsidRPr="00457ECA">
              <w:rPr>
                <w:rFonts w:ascii="Times New Roman" w:hAnsi="Times New Roman"/>
                <w:sz w:val="23"/>
                <w:szCs w:val="23"/>
              </w:rPr>
              <w:br/>
              <w:t>адрес эл. почты: _______________________________</w:t>
            </w:r>
          </w:p>
        </w:tc>
        <w:tc>
          <w:tcPr>
            <w:tcW w:w="3" w:type="dxa"/>
          </w:tcPr>
          <w:p w:rsidR="00A0373D" w:rsidRPr="00735278" w:rsidRDefault="00A0373D" w:rsidP="00FD5C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73D" w:rsidRPr="00836D8C" w:rsidTr="00120746">
        <w:tc>
          <w:tcPr>
            <w:tcW w:w="4" w:type="dxa"/>
            <w:shd w:val="clear" w:color="auto" w:fill="FFFFFF"/>
          </w:tcPr>
          <w:p w:rsidR="00A0373D" w:rsidRPr="00735278" w:rsidRDefault="00A0373D" w:rsidP="00FD5C37">
            <w:pPr>
              <w:spacing w:after="0" w:line="240" w:lineRule="auto"/>
              <w:rPr>
                <w:rFonts w:ascii="Arial" w:hAnsi="Arial" w:cs="Arial"/>
                <w:color w:val="242424"/>
                <w:spacing w:val="2"/>
                <w:sz w:val="20"/>
                <w:szCs w:val="20"/>
              </w:rPr>
            </w:pPr>
          </w:p>
        </w:tc>
        <w:tc>
          <w:tcPr>
            <w:tcW w:w="10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36" w:type="dxa"/>
              <w:bottom w:w="0" w:type="dxa"/>
              <w:right w:w="36" w:type="dxa"/>
            </w:tcMar>
          </w:tcPr>
          <w:tbl>
            <w:tblPr>
              <w:tblW w:w="10214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10214"/>
            </w:tblGrid>
            <w:tr w:rsidR="00A0373D" w:rsidRPr="00457ECA" w:rsidTr="007D094A">
              <w:tc>
                <w:tcPr>
                  <w:tcW w:w="102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A0373D" w:rsidRPr="00457ECA" w:rsidRDefault="00A0373D" w:rsidP="00E84299">
                  <w:pPr>
                    <w:pStyle w:val="ConsPlusNormal"/>
                    <w:ind w:firstLine="709"/>
                    <w:jc w:val="center"/>
                    <w:rPr>
                      <w:b/>
                    </w:rPr>
                  </w:pPr>
                  <w:r w:rsidRPr="00457EC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Заявление</w:t>
                  </w:r>
                </w:p>
                <w:p w:rsidR="00A0373D" w:rsidRPr="00457ECA" w:rsidRDefault="00A0373D" w:rsidP="00906AA7">
                  <w:pPr>
                    <w:pStyle w:val="ConsPlusNormal"/>
                    <w:ind w:right="221"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7E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Прошу выдать разрешение на использование воздушного пространства над территорией </w:t>
                  </w:r>
                  <w:r w:rsidRPr="00457ECA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Ржевского муниципального округа</w:t>
                  </w:r>
                  <w:r w:rsidRPr="00457E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Тверской области для _____________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</w:t>
                  </w:r>
                  <w:r w:rsidRPr="00457E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_______________________________________________________________________________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</w:t>
                  </w:r>
                </w:p>
                <w:p w:rsidR="00A0373D" w:rsidRPr="00457ECA" w:rsidRDefault="00A0373D" w:rsidP="00FD5C37">
                  <w:pPr>
                    <w:pStyle w:val="ConsPlusNormal"/>
                    <w:ind w:firstLine="709"/>
                    <w:jc w:val="center"/>
                  </w:pPr>
                  <w:r w:rsidRPr="00457ECA">
                    <w:rPr>
                      <w:rFonts w:ascii="Times New Roman" w:hAnsi="Times New Roman" w:cs="Times New Roman"/>
                      <w:szCs w:val="22"/>
                    </w:rPr>
                    <w:t>(вид деятельности по использованию воздушного пространства)</w:t>
                  </w:r>
                </w:p>
                <w:p w:rsidR="00A0373D" w:rsidRPr="00457ECA" w:rsidRDefault="00A0373D" w:rsidP="00FD5C37">
                  <w:pPr>
                    <w:pStyle w:val="ConsPlusNormal"/>
                    <w:jc w:val="both"/>
                  </w:pPr>
                  <w:r w:rsidRPr="00457E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воздушном судне: _________________________________________________</w:t>
                  </w:r>
                </w:p>
                <w:p w:rsidR="00A0373D" w:rsidRPr="00457ECA" w:rsidRDefault="00A0373D" w:rsidP="00FD5C37">
                  <w:pPr>
                    <w:pStyle w:val="ConsPlusNormal"/>
                    <w:jc w:val="both"/>
                  </w:pPr>
                  <w:r w:rsidRPr="00457E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тип, количество: _____________________________________________________</w:t>
                  </w:r>
                </w:p>
                <w:p w:rsidR="00A0373D" w:rsidRPr="00457ECA" w:rsidRDefault="00A0373D" w:rsidP="00FD5C37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7E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государственный (регистрационный) опознавательный знак:</w:t>
                  </w:r>
                </w:p>
                <w:p w:rsidR="00A0373D" w:rsidRPr="00457ECA" w:rsidRDefault="00A0373D" w:rsidP="00FD5C37">
                  <w:pPr>
                    <w:pStyle w:val="ConsPlusNormal"/>
                    <w:jc w:val="both"/>
                  </w:pPr>
                  <w:r w:rsidRPr="00457E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____________________________________________________________________</w:t>
                  </w:r>
                </w:p>
                <w:p w:rsidR="00A0373D" w:rsidRPr="00457ECA" w:rsidRDefault="00A0373D" w:rsidP="00FD5C37">
                  <w:pPr>
                    <w:pStyle w:val="ConsPlusNormal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7E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заводской номер (при наличии):</w:t>
                  </w:r>
                </w:p>
                <w:p w:rsidR="00A0373D" w:rsidRPr="00457ECA" w:rsidRDefault="00A0373D" w:rsidP="00FD5C37">
                  <w:pPr>
                    <w:pStyle w:val="ConsPlusNormal"/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7E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____________________________________________________________________</w:t>
                  </w:r>
                </w:p>
                <w:p w:rsidR="00A0373D" w:rsidRPr="00457ECA" w:rsidRDefault="00A0373D" w:rsidP="00FD5C37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7E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Цель получения </w:t>
                  </w:r>
                </w:p>
                <w:p w:rsidR="00A0373D" w:rsidRPr="00457ECA" w:rsidRDefault="00A0373D" w:rsidP="005D399D">
                  <w:pPr>
                    <w:pStyle w:val="ConsPlusNormal"/>
                    <w:ind w:right="221"/>
                    <w:jc w:val="both"/>
                  </w:pPr>
                  <w:r w:rsidRPr="00457E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разрешения:__________________________________________________________</w:t>
                  </w:r>
                </w:p>
                <w:p w:rsidR="00A0373D" w:rsidRPr="00457ECA" w:rsidRDefault="00A0373D" w:rsidP="005D399D">
                  <w:pPr>
                    <w:pStyle w:val="ConsPlusNormal"/>
                    <w:ind w:right="221" w:firstLine="709"/>
                    <w:jc w:val="both"/>
                    <w:rPr>
                      <w:sz w:val="16"/>
                      <w:szCs w:val="16"/>
                    </w:rPr>
                  </w:pPr>
                </w:p>
                <w:p w:rsidR="00A0373D" w:rsidRPr="00457ECA" w:rsidRDefault="00A0373D" w:rsidP="005D399D">
                  <w:pPr>
                    <w:pStyle w:val="ConsPlusNormal"/>
                    <w:ind w:right="221"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7E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Место использования воздушного пространства над территорией </w:t>
                  </w:r>
                  <w:r w:rsidRPr="00457ECA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Ржевского муниципального округа </w:t>
                  </w:r>
                  <w:r w:rsidRPr="00457E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Тверской области:</w:t>
                  </w:r>
                </w:p>
                <w:p w:rsidR="00A0373D" w:rsidRPr="00457ECA" w:rsidRDefault="00A0373D" w:rsidP="005D399D">
                  <w:pPr>
                    <w:pStyle w:val="ConsPlusNormal"/>
                    <w:ind w:right="221" w:firstLine="709"/>
                    <w:jc w:val="both"/>
                  </w:pPr>
                  <w:r w:rsidRPr="00457E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____________________________________________________________________</w:t>
                  </w:r>
                </w:p>
                <w:p w:rsidR="00A0373D" w:rsidRPr="00457ECA" w:rsidRDefault="00A0373D" w:rsidP="005D399D">
                  <w:pPr>
                    <w:pStyle w:val="ConsPlusNormal"/>
                    <w:ind w:right="221" w:firstLine="709"/>
                    <w:jc w:val="both"/>
                  </w:pPr>
                  <w:r w:rsidRPr="00457E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Срок использования воздушного пространства над территорией </w:t>
                  </w:r>
                  <w:r w:rsidRPr="00457ECA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Ржевского муниципального округа </w:t>
                  </w:r>
                  <w:r w:rsidRPr="00457E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Тверской области (дата и время начала и окончания использования): __________________________________________________________________________</w:t>
                  </w:r>
                </w:p>
                <w:p w:rsidR="00A0373D" w:rsidRPr="00457ECA" w:rsidRDefault="00A0373D" w:rsidP="005D399D">
                  <w:pPr>
                    <w:pStyle w:val="ConsPlusNormal"/>
                    <w:ind w:right="221" w:firstLine="709"/>
                    <w:jc w:val="both"/>
                  </w:pPr>
                  <w:r w:rsidRPr="00457E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Сведения о площадках посадки (взлета), сведения о которых не опубликованы в документах аэронавигационной информации ___________________________________</w:t>
                  </w:r>
                </w:p>
                <w:p w:rsidR="00A0373D" w:rsidRPr="00457ECA" w:rsidRDefault="00A0373D" w:rsidP="005D399D">
                  <w:pPr>
                    <w:pStyle w:val="ConsPlusNormal"/>
                    <w:numPr>
                      <w:ilvl w:val="0"/>
                      <w:numId w:val="3"/>
                    </w:numPr>
                    <w:ind w:left="0" w:right="221" w:firstLine="709"/>
                    <w:jc w:val="both"/>
                  </w:pPr>
                  <w:r w:rsidRPr="00457E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Вручить лично в форме документа на бумажном носителе</w:t>
                  </w:r>
                </w:p>
                <w:p w:rsidR="00A0373D" w:rsidRPr="00457ECA" w:rsidRDefault="00A0373D" w:rsidP="005D399D">
                  <w:pPr>
                    <w:pStyle w:val="ConsPlusNormal"/>
                    <w:numPr>
                      <w:ilvl w:val="0"/>
                      <w:numId w:val="3"/>
                    </w:numPr>
                    <w:ind w:left="0" w:right="221" w:firstLine="709"/>
                    <w:jc w:val="both"/>
                  </w:pPr>
                  <w:r w:rsidRPr="00457E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Направить посредством почтового отправления заказным письмом</w:t>
                  </w:r>
                </w:p>
                <w:p w:rsidR="00A0373D" w:rsidRPr="00457ECA" w:rsidRDefault="00A0373D" w:rsidP="005D399D">
                  <w:pPr>
                    <w:pStyle w:val="ConsPlusNormal"/>
                    <w:numPr>
                      <w:ilvl w:val="0"/>
                      <w:numId w:val="3"/>
                    </w:numPr>
                    <w:ind w:left="0" w:right="221" w:firstLine="709"/>
                    <w:jc w:val="both"/>
                  </w:pPr>
                  <w:r w:rsidRPr="00457E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Направить по электронной почте в форме электронного документа</w:t>
                  </w:r>
                </w:p>
                <w:p w:rsidR="00A0373D" w:rsidRPr="00457ECA" w:rsidRDefault="00A0373D" w:rsidP="005D399D">
                  <w:pPr>
                    <w:pStyle w:val="ConsPlusNormal"/>
                    <w:ind w:right="221" w:firstLine="709"/>
                    <w:jc w:val="both"/>
                  </w:pPr>
                  <w:r w:rsidRPr="00457E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 ______________ _________________________</w:t>
                  </w:r>
                </w:p>
                <w:p w:rsidR="00A0373D" w:rsidRPr="00457ECA" w:rsidRDefault="00A0373D" w:rsidP="005D399D">
                  <w:pPr>
                    <w:pStyle w:val="ConsPlusNormal"/>
                    <w:ind w:right="221" w:firstLine="709"/>
                    <w:jc w:val="both"/>
                  </w:pPr>
                  <w:r w:rsidRPr="00457ECA">
                    <w:rPr>
                      <w:rFonts w:ascii="Times New Roman" w:hAnsi="Times New Roman" w:cs="Times New Roman"/>
                    </w:rPr>
                    <w:t>(число, месяц, год) (подпись) (расшифровка)</w:t>
                  </w:r>
                </w:p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A0"/>
                  </w:tblPr>
                  <w:tblGrid>
                    <w:gridCol w:w="6539"/>
                    <w:gridCol w:w="3377"/>
                  </w:tblGrid>
                  <w:tr w:rsidR="00A0373D" w:rsidRPr="00457ECA" w:rsidTr="00EE0D0B">
                    <w:tc>
                      <w:tcPr>
                        <w:tcW w:w="1010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49" w:type="dxa"/>
                          <w:bottom w:w="0" w:type="dxa"/>
                          <w:right w:w="149" w:type="dxa"/>
                        </w:tcMar>
                      </w:tcPr>
                      <w:p w:rsidR="00A0373D" w:rsidRPr="00457ECA" w:rsidRDefault="00A0373D" w:rsidP="005D399D">
                        <w:pPr>
                          <w:pStyle w:val="formattext"/>
                          <w:spacing w:before="0" w:beforeAutospacing="0" w:after="0" w:afterAutospacing="0"/>
                          <w:ind w:right="221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457ECA">
                          <w:rPr>
                            <w:sz w:val="20"/>
                            <w:szCs w:val="20"/>
                          </w:rPr>
                          <w:t>Даю согласие на обработку моих персональных данных, указанных в настоящем заявлении, в соответствии со </w:t>
                        </w:r>
                        <w:hyperlink r:id="rId16" w:history="1">
                          <w:r w:rsidRPr="00457ECA">
                            <w:rPr>
                              <w:rStyle w:val="Hyperlink"/>
                              <w:color w:val="auto"/>
                              <w:sz w:val="20"/>
                              <w:szCs w:val="20"/>
                            </w:rPr>
                            <w:t>ст. 1</w:t>
                          </w:r>
                        </w:hyperlink>
                        <w:r w:rsidRPr="00457ECA">
                          <w:rPr>
                            <w:sz w:val="20"/>
                            <w:szCs w:val="20"/>
                          </w:rPr>
                          <w:t>) Федерального закона от 27.07.2006 N 152-ФЗ «О</w:t>
                        </w:r>
                      </w:p>
                    </w:tc>
                  </w:tr>
                  <w:tr w:rsidR="00A0373D" w:rsidRPr="00457ECA" w:rsidTr="00EE0D0B">
                    <w:tc>
                      <w:tcPr>
                        <w:tcW w:w="665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149" w:type="dxa"/>
                          <w:bottom w:w="0" w:type="dxa"/>
                          <w:right w:w="149" w:type="dxa"/>
                        </w:tcMar>
                      </w:tcPr>
                      <w:p w:rsidR="00A0373D" w:rsidRPr="00457ECA" w:rsidRDefault="00A0373D" w:rsidP="005D399D">
                        <w:pPr>
                          <w:pStyle w:val="formattext"/>
                          <w:spacing w:before="0" w:beforeAutospacing="0" w:after="0" w:afterAutospacing="0"/>
                          <w:ind w:right="221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457ECA">
                          <w:rPr>
                            <w:sz w:val="20"/>
                            <w:szCs w:val="20"/>
                          </w:rPr>
                          <w:t>персональных данных» в целях получения мной услуги</w:t>
                        </w:r>
                      </w:p>
                    </w:tc>
                    <w:tc>
                      <w:tcPr>
                        <w:tcW w:w="3449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49" w:type="dxa"/>
                          <w:bottom w:w="0" w:type="dxa"/>
                          <w:right w:w="149" w:type="dxa"/>
                        </w:tcMar>
                      </w:tcPr>
                      <w:p w:rsidR="00A0373D" w:rsidRPr="00457ECA" w:rsidRDefault="00A0373D" w:rsidP="005D399D">
                        <w:pPr>
                          <w:spacing w:after="0" w:line="240" w:lineRule="auto"/>
                          <w:ind w:right="221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0373D" w:rsidRPr="00457ECA" w:rsidRDefault="00A0373D" w:rsidP="008D1ED6">
                  <w:pPr>
                    <w:pStyle w:val="formattext"/>
                    <w:spacing w:before="0" w:beforeAutospacing="0" w:after="0" w:afterAutospacing="0" w:line="315" w:lineRule="atLeast"/>
                    <w:textAlignment w:val="baseline"/>
                  </w:pPr>
                  <w:r w:rsidRPr="00457ECA">
                    <w:t>Принял                                                                       __________________________</w:t>
                  </w:r>
                </w:p>
              </w:tc>
            </w:tr>
            <w:tr w:rsidR="00A0373D" w:rsidRPr="00457ECA" w:rsidTr="005D399D">
              <w:trPr>
                <w:trHeight w:val="60"/>
              </w:trPr>
              <w:tc>
                <w:tcPr>
                  <w:tcW w:w="1021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A0373D" w:rsidRPr="00457ECA" w:rsidRDefault="00A0373D" w:rsidP="00FD5C3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A0373D" w:rsidRPr="00457ECA" w:rsidRDefault="00A0373D" w:rsidP="00FD5C37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rFonts w:ascii="Arial" w:hAnsi="Arial" w:cs="Arial"/>
                <w:spacing w:val="2"/>
                <w:sz w:val="23"/>
                <w:szCs w:val="23"/>
              </w:rPr>
            </w:pPr>
          </w:p>
        </w:tc>
        <w:tc>
          <w:tcPr>
            <w:tcW w:w="0" w:type="auto"/>
          </w:tcPr>
          <w:p w:rsidR="00A0373D" w:rsidRPr="00735278" w:rsidRDefault="00A0373D" w:rsidP="00FD5C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0373D" w:rsidRDefault="00A0373D" w:rsidP="00120746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  <w:sectPr w:rsidR="00A0373D" w:rsidSect="005D399D">
          <w:headerReference w:type="even" r:id="rId17"/>
          <w:headerReference w:type="default" r:id="rId18"/>
          <w:pgSz w:w="11906" w:h="16838"/>
          <w:pgMar w:top="1078" w:right="566" w:bottom="539" w:left="1260" w:header="283" w:footer="283" w:gutter="0"/>
          <w:cols w:space="708"/>
          <w:titlePg/>
          <w:docGrid w:linePitch="360"/>
        </w:sectPr>
      </w:pPr>
    </w:p>
    <w:p w:rsidR="00A0373D" w:rsidRDefault="00A0373D" w:rsidP="00120746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A0373D" w:rsidRPr="007D094A" w:rsidRDefault="00A0373D" w:rsidP="00FB3E5D">
      <w:pPr>
        <w:spacing w:after="0" w:line="160" w:lineRule="exact"/>
        <w:ind w:right="493"/>
        <w:jc w:val="right"/>
        <w:textAlignment w:val="baseline"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Приложение 2</w:t>
      </w:r>
    </w:p>
    <w:p w:rsidR="00A0373D" w:rsidRPr="007D094A" w:rsidRDefault="00A0373D" w:rsidP="00FB3E5D">
      <w:pPr>
        <w:spacing w:after="0" w:line="160" w:lineRule="exact"/>
        <w:ind w:right="493"/>
        <w:jc w:val="right"/>
        <w:textAlignment w:val="baseline"/>
        <w:outlineLvl w:val="1"/>
        <w:rPr>
          <w:rFonts w:ascii="Times New Roman" w:hAnsi="Times New Roman"/>
          <w:sz w:val="18"/>
          <w:szCs w:val="18"/>
        </w:rPr>
      </w:pPr>
      <w:r w:rsidRPr="007D094A">
        <w:rPr>
          <w:rFonts w:ascii="Times New Roman" w:hAnsi="Times New Roman"/>
          <w:sz w:val="18"/>
          <w:szCs w:val="18"/>
        </w:rPr>
        <w:t xml:space="preserve">к Административному регламенту предоставления </w:t>
      </w:r>
    </w:p>
    <w:p w:rsidR="00A0373D" w:rsidRPr="007D094A" w:rsidRDefault="00A0373D" w:rsidP="00FB3E5D">
      <w:pPr>
        <w:spacing w:after="0" w:line="160" w:lineRule="exact"/>
        <w:ind w:right="493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sz w:val="18"/>
          <w:szCs w:val="18"/>
        </w:rPr>
        <w:t>муниципальной услуги «</w:t>
      </w:r>
      <w:r w:rsidRPr="007D094A">
        <w:rPr>
          <w:rFonts w:ascii="Times New Roman" w:hAnsi="Times New Roman"/>
          <w:bCs/>
          <w:sz w:val="18"/>
          <w:szCs w:val="18"/>
        </w:rPr>
        <w:t xml:space="preserve">Выдача разрешений на выполнение </w:t>
      </w:r>
    </w:p>
    <w:p w:rsidR="00A0373D" w:rsidRPr="007D094A" w:rsidRDefault="00A0373D" w:rsidP="00FB3E5D">
      <w:pPr>
        <w:spacing w:after="0" w:line="160" w:lineRule="exact"/>
        <w:ind w:right="493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авиационных работ, парашютных прыжков, демонстрационных </w:t>
      </w:r>
    </w:p>
    <w:p w:rsidR="00A0373D" w:rsidRPr="007D094A" w:rsidRDefault="00A0373D" w:rsidP="00FB3E5D">
      <w:pPr>
        <w:spacing w:after="0" w:line="160" w:lineRule="exact"/>
        <w:ind w:right="493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полетов воздушных судов, полетов беспилотных воздушных судов </w:t>
      </w:r>
    </w:p>
    <w:p w:rsidR="00A0373D" w:rsidRPr="007D094A" w:rsidRDefault="00A0373D" w:rsidP="00FB3E5D">
      <w:pPr>
        <w:spacing w:after="0" w:line="160" w:lineRule="exact"/>
        <w:ind w:right="493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(за исключением полетов беспилотных воздушных судов </w:t>
      </w:r>
    </w:p>
    <w:p w:rsidR="00A0373D" w:rsidRPr="007D094A" w:rsidRDefault="00A0373D" w:rsidP="00FB3E5D">
      <w:pPr>
        <w:spacing w:after="0" w:line="160" w:lineRule="exact"/>
        <w:ind w:right="493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с максимальной взлетной массой менее 0,25 кг), подъемов привязных </w:t>
      </w:r>
    </w:p>
    <w:p w:rsidR="00A0373D" w:rsidRPr="007D094A" w:rsidRDefault="00A0373D" w:rsidP="00FB3E5D">
      <w:pPr>
        <w:spacing w:after="0" w:line="160" w:lineRule="exact"/>
        <w:ind w:right="493"/>
        <w:jc w:val="right"/>
        <w:textAlignment w:val="baseline"/>
        <w:outlineLvl w:val="1"/>
        <w:rPr>
          <w:rFonts w:ascii="Times New Roman" w:hAnsi="Times New Roman"/>
          <w:bCs/>
          <w:color w:val="000000"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аэростатов над территорией </w:t>
      </w:r>
      <w:r w:rsidRPr="007D094A">
        <w:rPr>
          <w:rFonts w:ascii="Times New Roman" w:hAnsi="Times New Roman"/>
          <w:bCs/>
          <w:color w:val="000000"/>
          <w:sz w:val="18"/>
          <w:szCs w:val="18"/>
        </w:rPr>
        <w:t xml:space="preserve">Ржевского муниципального округа </w:t>
      </w:r>
    </w:p>
    <w:p w:rsidR="00A0373D" w:rsidRPr="007D094A" w:rsidRDefault="00A0373D" w:rsidP="00FB3E5D">
      <w:pPr>
        <w:spacing w:after="0" w:line="160" w:lineRule="exact"/>
        <w:ind w:right="493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Тверской области, а также на посадку (взлет) на площадки, </w:t>
      </w:r>
    </w:p>
    <w:p w:rsidR="00A0373D" w:rsidRPr="007D094A" w:rsidRDefault="00A0373D" w:rsidP="00FB3E5D">
      <w:pPr>
        <w:spacing w:after="0" w:line="160" w:lineRule="exact"/>
        <w:ind w:right="493"/>
        <w:jc w:val="right"/>
        <w:textAlignment w:val="baseline"/>
        <w:outlineLvl w:val="1"/>
        <w:rPr>
          <w:rFonts w:ascii="Times New Roman" w:hAnsi="Times New Roman"/>
          <w:bCs/>
          <w:color w:val="000000"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расположенные в границах </w:t>
      </w:r>
      <w:r w:rsidRPr="007D094A">
        <w:rPr>
          <w:rFonts w:ascii="Times New Roman" w:hAnsi="Times New Roman"/>
          <w:bCs/>
          <w:color w:val="000000"/>
          <w:sz w:val="18"/>
          <w:szCs w:val="18"/>
        </w:rPr>
        <w:t xml:space="preserve">Ржевского муниципального округа </w:t>
      </w:r>
    </w:p>
    <w:p w:rsidR="00A0373D" w:rsidRPr="007D094A" w:rsidRDefault="00A0373D" w:rsidP="00FB3E5D">
      <w:pPr>
        <w:spacing w:after="0" w:line="160" w:lineRule="exact"/>
        <w:ind w:right="493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Тверской области, сведения о которых не опубликованы </w:t>
      </w:r>
    </w:p>
    <w:p w:rsidR="00A0373D" w:rsidRPr="007D094A" w:rsidRDefault="00A0373D" w:rsidP="00FB3E5D">
      <w:pPr>
        <w:spacing w:after="0" w:line="160" w:lineRule="exact"/>
        <w:ind w:right="493"/>
        <w:jc w:val="right"/>
        <w:textAlignment w:val="baseline"/>
        <w:outlineLvl w:val="1"/>
        <w:rPr>
          <w:rFonts w:ascii="Times New Roman" w:hAnsi="Times New Roman"/>
          <w:bCs/>
          <w:color w:val="000000"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>в документах аэронавигационной информации</w:t>
      </w:r>
      <w:r w:rsidRPr="007D094A">
        <w:rPr>
          <w:rFonts w:ascii="Times New Roman" w:hAnsi="Times New Roman"/>
          <w:sz w:val="18"/>
          <w:szCs w:val="18"/>
        </w:rPr>
        <w:t>»</w:t>
      </w:r>
    </w:p>
    <w:p w:rsidR="00A0373D" w:rsidRPr="00120746" w:rsidRDefault="00A0373D" w:rsidP="00120746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3418FF">
      <w:pPr>
        <w:spacing w:after="0" w:line="240" w:lineRule="auto"/>
        <w:contextualSpacing/>
        <w:jc w:val="center"/>
        <w:textAlignment w:val="baseline"/>
        <w:outlineLvl w:val="1"/>
        <w:rPr>
          <w:rFonts w:ascii="Times New Roman" w:hAnsi="Times New Roman"/>
          <w:b/>
          <w:sz w:val="24"/>
          <w:szCs w:val="20"/>
        </w:rPr>
      </w:pPr>
      <w:r w:rsidRPr="00120746">
        <w:rPr>
          <w:rFonts w:ascii="Times New Roman" w:hAnsi="Times New Roman"/>
          <w:b/>
          <w:sz w:val="24"/>
          <w:szCs w:val="20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p w:rsidR="00A0373D" w:rsidRDefault="00A0373D" w:rsidP="003418FF">
      <w:pPr>
        <w:spacing w:after="0" w:line="240" w:lineRule="auto"/>
        <w:contextualSpacing/>
        <w:jc w:val="center"/>
        <w:textAlignment w:val="baseline"/>
        <w:outlineLvl w:val="1"/>
        <w:rPr>
          <w:rFonts w:ascii="Times New Roman" w:hAnsi="Times New Roman"/>
          <w:b/>
          <w:sz w:val="24"/>
          <w:szCs w:val="20"/>
        </w:rPr>
      </w:pPr>
    </w:p>
    <w:tbl>
      <w:tblPr>
        <w:tblStyle w:val="TableGrid"/>
        <w:tblW w:w="16200" w:type="dxa"/>
        <w:tblInd w:w="288" w:type="dxa"/>
        <w:tblLayout w:type="fixed"/>
        <w:tblLook w:val="01E0"/>
      </w:tblPr>
      <w:tblGrid>
        <w:gridCol w:w="2268"/>
        <w:gridCol w:w="3240"/>
        <w:gridCol w:w="1872"/>
        <w:gridCol w:w="2160"/>
        <w:gridCol w:w="1872"/>
        <w:gridCol w:w="2268"/>
        <w:gridCol w:w="2520"/>
      </w:tblGrid>
      <w:tr w:rsidR="00A0373D" w:rsidTr="0042576C">
        <w:tc>
          <w:tcPr>
            <w:tcW w:w="2268" w:type="dxa"/>
          </w:tcPr>
          <w:p w:rsidR="00A0373D" w:rsidRPr="00D87793" w:rsidRDefault="00A0373D" w:rsidP="00497A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Основание для начала</w:t>
            </w:r>
          </w:p>
          <w:p w:rsidR="00A0373D" w:rsidRPr="00D87793" w:rsidRDefault="00A0373D" w:rsidP="00497A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административной</w:t>
            </w:r>
          </w:p>
          <w:p w:rsidR="00A0373D" w:rsidRPr="00D87793" w:rsidRDefault="00A0373D" w:rsidP="00497A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процедуры</w:t>
            </w:r>
          </w:p>
        </w:tc>
        <w:tc>
          <w:tcPr>
            <w:tcW w:w="3240" w:type="dxa"/>
            <w:vAlign w:val="center"/>
          </w:tcPr>
          <w:p w:rsidR="00A0373D" w:rsidRPr="00D87793" w:rsidRDefault="00A0373D" w:rsidP="00497A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Содержание административных действий</w:t>
            </w:r>
          </w:p>
        </w:tc>
        <w:tc>
          <w:tcPr>
            <w:tcW w:w="1872" w:type="dxa"/>
            <w:vAlign w:val="center"/>
          </w:tcPr>
          <w:p w:rsidR="00A0373D" w:rsidRPr="00D87793" w:rsidRDefault="00A0373D" w:rsidP="00497A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Срок</w:t>
            </w:r>
          </w:p>
          <w:p w:rsidR="00A0373D" w:rsidRPr="00D87793" w:rsidRDefault="00A0373D" w:rsidP="00497A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выполнения</w:t>
            </w:r>
          </w:p>
          <w:p w:rsidR="00A0373D" w:rsidRPr="00D87793" w:rsidRDefault="00A0373D" w:rsidP="00497A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административных</w:t>
            </w:r>
          </w:p>
          <w:p w:rsidR="00A0373D" w:rsidRPr="00D87793" w:rsidRDefault="00A0373D" w:rsidP="00497A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действий</w:t>
            </w:r>
          </w:p>
        </w:tc>
        <w:tc>
          <w:tcPr>
            <w:tcW w:w="2160" w:type="dxa"/>
            <w:vAlign w:val="center"/>
          </w:tcPr>
          <w:p w:rsidR="00A0373D" w:rsidRPr="00D87793" w:rsidRDefault="00A0373D" w:rsidP="00497A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Должностное лицо, ответственное за выполнение</w:t>
            </w:r>
          </w:p>
          <w:p w:rsidR="00A0373D" w:rsidRPr="00D87793" w:rsidRDefault="00A0373D" w:rsidP="00497A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административного</w:t>
            </w:r>
          </w:p>
          <w:p w:rsidR="00A0373D" w:rsidRPr="00D87793" w:rsidRDefault="00A0373D" w:rsidP="00497A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действия</w:t>
            </w:r>
          </w:p>
        </w:tc>
        <w:tc>
          <w:tcPr>
            <w:tcW w:w="1872" w:type="dxa"/>
            <w:vAlign w:val="bottom"/>
          </w:tcPr>
          <w:p w:rsidR="00A0373D" w:rsidRPr="00D87793" w:rsidRDefault="00A0373D" w:rsidP="00497A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Место выполнения административ</w:t>
            </w:r>
            <w:r>
              <w:rPr>
                <w:sz w:val="20"/>
                <w:szCs w:val="20"/>
              </w:rPr>
              <w:t>-</w:t>
            </w:r>
            <w:r w:rsidRPr="00D87793">
              <w:rPr>
                <w:sz w:val="20"/>
                <w:szCs w:val="20"/>
              </w:rPr>
              <w:t>ного действия/ используемая информационная система</w:t>
            </w:r>
          </w:p>
        </w:tc>
        <w:tc>
          <w:tcPr>
            <w:tcW w:w="2268" w:type="dxa"/>
            <w:vAlign w:val="center"/>
          </w:tcPr>
          <w:p w:rsidR="00A0373D" w:rsidRPr="00D87793" w:rsidRDefault="00A0373D" w:rsidP="00497A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Критерии</w:t>
            </w:r>
          </w:p>
          <w:p w:rsidR="00A0373D" w:rsidRPr="00D87793" w:rsidRDefault="00A0373D" w:rsidP="00497A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принятия</w:t>
            </w:r>
          </w:p>
          <w:p w:rsidR="00A0373D" w:rsidRPr="00D87793" w:rsidRDefault="00A0373D" w:rsidP="00497A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решения</w:t>
            </w:r>
          </w:p>
        </w:tc>
        <w:tc>
          <w:tcPr>
            <w:tcW w:w="2520" w:type="dxa"/>
            <w:vAlign w:val="center"/>
          </w:tcPr>
          <w:p w:rsidR="00A0373D" w:rsidRPr="00D87793" w:rsidRDefault="00A0373D" w:rsidP="00497A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Результат</w:t>
            </w:r>
          </w:p>
          <w:p w:rsidR="00A0373D" w:rsidRPr="00D87793" w:rsidRDefault="00A0373D" w:rsidP="00497A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административного действия, способ фиксации</w:t>
            </w:r>
          </w:p>
        </w:tc>
      </w:tr>
      <w:tr w:rsidR="00A0373D" w:rsidTr="0042576C">
        <w:tc>
          <w:tcPr>
            <w:tcW w:w="2268" w:type="dxa"/>
          </w:tcPr>
          <w:p w:rsidR="00A0373D" w:rsidRPr="00D87793" w:rsidRDefault="00A0373D" w:rsidP="00497A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1</w:t>
            </w:r>
          </w:p>
        </w:tc>
        <w:tc>
          <w:tcPr>
            <w:tcW w:w="3240" w:type="dxa"/>
            <w:vAlign w:val="bottom"/>
          </w:tcPr>
          <w:p w:rsidR="00A0373D" w:rsidRPr="00D87793" w:rsidRDefault="00A0373D" w:rsidP="00497A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  <w:vAlign w:val="bottom"/>
          </w:tcPr>
          <w:p w:rsidR="00A0373D" w:rsidRPr="00D87793" w:rsidRDefault="00A0373D" w:rsidP="00497A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3</w:t>
            </w:r>
          </w:p>
        </w:tc>
        <w:tc>
          <w:tcPr>
            <w:tcW w:w="2160" w:type="dxa"/>
            <w:vAlign w:val="bottom"/>
          </w:tcPr>
          <w:p w:rsidR="00A0373D" w:rsidRPr="00D87793" w:rsidRDefault="00A0373D" w:rsidP="00497A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4</w:t>
            </w:r>
          </w:p>
        </w:tc>
        <w:tc>
          <w:tcPr>
            <w:tcW w:w="1872" w:type="dxa"/>
            <w:vAlign w:val="bottom"/>
          </w:tcPr>
          <w:p w:rsidR="00A0373D" w:rsidRPr="00D87793" w:rsidRDefault="00A0373D" w:rsidP="00497A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vAlign w:val="bottom"/>
          </w:tcPr>
          <w:p w:rsidR="00A0373D" w:rsidRPr="00D87793" w:rsidRDefault="00A0373D" w:rsidP="00497A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6</w:t>
            </w:r>
          </w:p>
        </w:tc>
        <w:tc>
          <w:tcPr>
            <w:tcW w:w="2520" w:type="dxa"/>
            <w:vAlign w:val="bottom"/>
          </w:tcPr>
          <w:p w:rsidR="00A0373D" w:rsidRPr="00D87793" w:rsidRDefault="00A0373D" w:rsidP="00497A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7</w:t>
            </w:r>
          </w:p>
        </w:tc>
      </w:tr>
      <w:tr w:rsidR="00A0373D" w:rsidTr="0042576C">
        <w:tc>
          <w:tcPr>
            <w:tcW w:w="16200" w:type="dxa"/>
            <w:gridSpan w:val="7"/>
          </w:tcPr>
          <w:p w:rsidR="00A0373D" w:rsidRPr="00D87793" w:rsidRDefault="00A0373D" w:rsidP="00D87793">
            <w:pPr>
              <w:spacing w:after="0" w:line="240" w:lineRule="auto"/>
              <w:ind w:right="-83"/>
              <w:contextualSpacing/>
              <w:jc w:val="center"/>
              <w:textAlignment w:val="baseline"/>
              <w:outlineLvl w:val="1"/>
              <w:rPr>
                <w:rFonts w:ascii="Times New Roman" w:hAnsi="Times New Roman"/>
                <w:b/>
                <w:sz w:val="22"/>
                <w:szCs w:val="22"/>
              </w:rPr>
            </w:pPr>
            <w:r w:rsidRPr="00D87793">
              <w:rPr>
                <w:rFonts w:ascii="Times New Roman" w:hAnsi="Times New Roman"/>
                <w:b/>
                <w:sz w:val="22"/>
                <w:szCs w:val="22"/>
              </w:rPr>
              <w:t>1. Проверка документов и регистрация заявления</w:t>
            </w:r>
          </w:p>
        </w:tc>
      </w:tr>
      <w:tr w:rsidR="00A0373D" w:rsidTr="0042576C">
        <w:tc>
          <w:tcPr>
            <w:tcW w:w="2268" w:type="dxa"/>
            <w:vMerge w:val="restart"/>
          </w:tcPr>
          <w:p w:rsidR="00A0373D" w:rsidRPr="00D87793" w:rsidRDefault="00A0373D" w:rsidP="00A22E78">
            <w:pPr>
              <w:pStyle w:val="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93">
              <w:rPr>
                <w:rFonts w:ascii="Times New Roman" w:hAnsi="Times New Roman" w:cs="Times New Roman"/>
                <w:sz w:val="20"/>
                <w:szCs w:val="20"/>
              </w:rPr>
              <w:t>Поступление заявления и документов для предоставления муниципальной услуги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87793">
              <w:rPr>
                <w:rFonts w:ascii="Times New Roman" w:hAnsi="Times New Roman" w:cs="Times New Roman"/>
                <w:sz w:val="20"/>
                <w:szCs w:val="20"/>
              </w:rPr>
              <w:t>Уполномоченный</w:t>
            </w:r>
          </w:p>
          <w:p w:rsidR="00A0373D" w:rsidRPr="00D87793" w:rsidRDefault="00A0373D" w:rsidP="00D87793">
            <w:pPr>
              <w:spacing w:after="0" w:line="240" w:lineRule="auto"/>
              <w:contextualSpacing/>
              <w:jc w:val="center"/>
              <w:textAlignment w:val="baseline"/>
              <w:outlineLvl w:val="1"/>
              <w:rPr>
                <w:rFonts w:ascii="Times New Roman" w:hAnsi="Times New Roman"/>
                <w:b/>
                <w:sz w:val="24"/>
              </w:rPr>
            </w:pPr>
            <w:r w:rsidRPr="00D87793">
              <w:rPr>
                <w:rFonts w:ascii="Times New Roman" w:hAnsi="Times New Roman"/>
              </w:rPr>
              <w:t>орган</w:t>
            </w:r>
          </w:p>
        </w:tc>
        <w:tc>
          <w:tcPr>
            <w:tcW w:w="3240" w:type="dxa"/>
          </w:tcPr>
          <w:p w:rsidR="00A0373D" w:rsidRPr="00D87793" w:rsidRDefault="00A0373D" w:rsidP="003418FF">
            <w:pPr>
              <w:spacing w:after="0" w:line="240" w:lineRule="auto"/>
              <w:contextualSpacing/>
              <w:jc w:val="center"/>
              <w:textAlignment w:val="baseline"/>
              <w:outlineLvl w:val="1"/>
              <w:rPr>
                <w:rFonts w:ascii="Times New Roman" w:hAnsi="Times New Roman"/>
                <w:b/>
                <w:sz w:val="24"/>
              </w:rPr>
            </w:pPr>
            <w:r w:rsidRPr="00D87793">
              <w:rPr>
                <w:rFonts w:ascii="Times New Roman" w:hAnsi="Times New Roman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2.6.1 Административного регламента</w:t>
            </w:r>
          </w:p>
        </w:tc>
        <w:tc>
          <w:tcPr>
            <w:tcW w:w="1872" w:type="dxa"/>
          </w:tcPr>
          <w:p w:rsidR="00A0373D" w:rsidRDefault="00A0373D" w:rsidP="003418FF">
            <w:pPr>
              <w:spacing w:after="0" w:line="240" w:lineRule="auto"/>
              <w:contextualSpacing/>
              <w:jc w:val="center"/>
              <w:textAlignment w:val="baseline"/>
              <w:outlineLvl w:val="1"/>
              <w:rPr>
                <w:rFonts w:ascii="Times New Roman" w:hAnsi="Times New Roman"/>
              </w:rPr>
            </w:pPr>
          </w:p>
          <w:p w:rsidR="00A0373D" w:rsidRPr="00D87793" w:rsidRDefault="00A0373D" w:rsidP="003418FF">
            <w:pPr>
              <w:spacing w:after="0" w:line="240" w:lineRule="auto"/>
              <w:contextualSpacing/>
              <w:jc w:val="center"/>
              <w:textAlignment w:val="baseline"/>
              <w:outlineLvl w:val="1"/>
              <w:rPr>
                <w:rFonts w:ascii="Times New Roman" w:hAnsi="Times New Roman"/>
                <w:b/>
                <w:sz w:val="24"/>
              </w:rPr>
            </w:pPr>
            <w:r w:rsidRPr="00D87793">
              <w:rPr>
                <w:rFonts w:ascii="Times New Roman" w:hAnsi="Times New Roman"/>
              </w:rPr>
              <w:t>1 рабочий день</w:t>
            </w:r>
          </w:p>
        </w:tc>
        <w:tc>
          <w:tcPr>
            <w:tcW w:w="2160" w:type="dxa"/>
            <w:vMerge w:val="restart"/>
          </w:tcPr>
          <w:p w:rsidR="00A0373D" w:rsidRPr="00D87793" w:rsidRDefault="00A0373D" w:rsidP="00AC4DC5">
            <w:pPr>
              <w:pStyle w:val="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93">
              <w:rPr>
                <w:rFonts w:ascii="Times New Roman" w:hAnsi="Times New Roman" w:cs="Times New Roman"/>
                <w:sz w:val="20"/>
                <w:szCs w:val="20"/>
              </w:rPr>
              <w:t>Уполномоченного</w:t>
            </w:r>
          </w:p>
          <w:p w:rsidR="00A0373D" w:rsidRPr="00D87793" w:rsidRDefault="00A0373D" w:rsidP="00AC4DC5">
            <w:pPr>
              <w:pStyle w:val="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93">
              <w:rPr>
                <w:rFonts w:ascii="Times New Roman" w:hAnsi="Times New Roman" w:cs="Times New Roman"/>
                <w:sz w:val="20"/>
                <w:szCs w:val="20"/>
              </w:rPr>
              <w:t>органа,</w:t>
            </w:r>
          </w:p>
          <w:p w:rsidR="00A0373D" w:rsidRPr="00D87793" w:rsidRDefault="00A0373D" w:rsidP="00AC4DC5">
            <w:pPr>
              <w:pStyle w:val="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93">
              <w:rPr>
                <w:rFonts w:ascii="Times New Roman" w:hAnsi="Times New Roman" w:cs="Times New Roman"/>
                <w:sz w:val="20"/>
                <w:szCs w:val="20"/>
              </w:rPr>
              <w:t>ответственное за</w:t>
            </w:r>
          </w:p>
          <w:p w:rsidR="00A0373D" w:rsidRPr="00D87793" w:rsidRDefault="00A0373D" w:rsidP="00AC4DC5">
            <w:pPr>
              <w:pStyle w:val="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93">
              <w:rPr>
                <w:rFonts w:ascii="Times New Roman" w:hAnsi="Times New Roman" w:cs="Times New Roman"/>
                <w:sz w:val="20"/>
                <w:szCs w:val="20"/>
              </w:rPr>
              <w:t>предоставление</w:t>
            </w:r>
          </w:p>
          <w:p w:rsidR="00A0373D" w:rsidRPr="00D87793" w:rsidRDefault="00A0373D" w:rsidP="00AC4DC5">
            <w:pPr>
              <w:pStyle w:val="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93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</w:p>
          <w:p w:rsidR="00A0373D" w:rsidRPr="00D87793" w:rsidRDefault="00A0373D" w:rsidP="00AC4DC5">
            <w:pPr>
              <w:pStyle w:val="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93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</w:p>
        </w:tc>
        <w:tc>
          <w:tcPr>
            <w:tcW w:w="1872" w:type="dxa"/>
            <w:vMerge w:val="restart"/>
          </w:tcPr>
          <w:p w:rsidR="00A0373D" w:rsidRPr="00D87793" w:rsidRDefault="00A0373D" w:rsidP="00AC4DC5">
            <w:pPr>
              <w:pStyle w:val="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93">
              <w:rPr>
                <w:rFonts w:ascii="Times New Roman" w:hAnsi="Times New Roman" w:cs="Times New Roman"/>
                <w:sz w:val="20"/>
                <w:szCs w:val="20"/>
              </w:rPr>
              <w:t>Уполномоченный орган / ГИС</w:t>
            </w:r>
          </w:p>
        </w:tc>
        <w:tc>
          <w:tcPr>
            <w:tcW w:w="2268" w:type="dxa"/>
            <w:vMerge w:val="restart"/>
          </w:tcPr>
          <w:p w:rsidR="00A0373D" w:rsidRPr="00D87793" w:rsidRDefault="00A0373D" w:rsidP="00AC4DC5">
            <w:pPr>
              <w:pStyle w:val="a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73D" w:rsidRPr="00D87793" w:rsidRDefault="00A0373D" w:rsidP="00AC4DC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0373D" w:rsidRPr="00D87793" w:rsidRDefault="00A0373D" w:rsidP="00AC4DC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0373D" w:rsidRPr="00D87793" w:rsidRDefault="00A0373D" w:rsidP="00AC4DC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0373D" w:rsidRPr="00D87793" w:rsidRDefault="00A0373D" w:rsidP="00AC4DC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0373D" w:rsidRPr="00D87793" w:rsidRDefault="00A0373D" w:rsidP="00AC4DC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20" w:type="dxa"/>
            <w:vMerge w:val="restart"/>
          </w:tcPr>
          <w:p w:rsidR="00A0373D" w:rsidRPr="00D87793" w:rsidRDefault="00A0373D" w:rsidP="00AC4DC5">
            <w:pPr>
              <w:pStyle w:val="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93">
              <w:rPr>
                <w:rFonts w:ascii="Times New Roman" w:hAnsi="Times New Roman" w:cs="Times New Roman"/>
                <w:sz w:val="20"/>
                <w:szCs w:val="20"/>
              </w:rPr>
              <w:t>Регистрация заявления и документов в ГИС (присвоение номера и датирование); 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A0373D" w:rsidTr="0042576C">
        <w:tc>
          <w:tcPr>
            <w:tcW w:w="2268" w:type="dxa"/>
            <w:vMerge/>
          </w:tcPr>
          <w:p w:rsidR="00A0373D" w:rsidRPr="00D87793" w:rsidRDefault="00A0373D" w:rsidP="00D87793">
            <w:pPr>
              <w:pStyle w:val="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</w:tcPr>
          <w:p w:rsidR="00A0373D" w:rsidRPr="00D87793" w:rsidRDefault="00A0373D" w:rsidP="003418FF">
            <w:pPr>
              <w:spacing w:after="0" w:line="240" w:lineRule="auto"/>
              <w:contextualSpacing/>
              <w:jc w:val="center"/>
              <w:textAlignment w:val="baseline"/>
              <w:outlineLvl w:val="1"/>
              <w:rPr>
                <w:rFonts w:ascii="Times New Roman" w:hAnsi="Times New Roman"/>
                <w:b/>
                <w:sz w:val="24"/>
              </w:rPr>
            </w:pPr>
            <w:r w:rsidRPr="00D87793">
              <w:rPr>
                <w:rFonts w:ascii="Times New Roman" w:hAnsi="Times New Roman"/>
              </w:rPr>
              <w:t>В случае выявления оснований для отказа в приеме документов, направление заявителю лично, почтой или в электронной форме в личный кабинет на ЕПГУ уведомления о недостаточности представленных документов, с указанием на соответствующий документ, предусмотренный пунктом 2.7 Административного регламента либо о выявленных нарушениях.</w:t>
            </w:r>
          </w:p>
        </w:tc>
        <w:tc>
          <w:tcPr>
            <w:tcW w:w="1872" w:type="dxa"/>
          </w:tcPr>
          <w:p w:rsidR="00A0373D" w:rsidRDefault="00A0373D" w:rsidP="00D87793">
            <w:pPr>
              <w:pStyle w:val="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373D" w:rsidRPr="00D87793" w:rsidRDefault="00A0373D" w:rsidP="00D87793">
            <w:pPr>
              <w:pStyle w:val="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93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  <w:p w:rsidR="00A0373D" w:rsidRPr="00D87793" w:rsidRDefault="00A0373D" w:rsidP="003418FF">
            <w:pPr>
              <w:spacing w:after="0" w:line="240" w:lineRule="auto"/>
              <w:contextualSpacing/>
              <w:jc w:val="center"/>
              <w:textAlignment w:val="baseline"/>
              <w:outlineLvl w:val="1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60" w:type="dxa"/>
            <w:vMerge/>
          </w:tcPr>
          <w:p w:rsidR="00A0373D" w:rsidRPr="00D87793" w:rsidRDefault="00A0373D" w:rsidP="00AC4DC5">
            <w:pPr>
              <w:pStyle w:val="a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vMerge/>
          </w:tcPr>
          <w:p w:rsidR="00A0373D" w:rsidRPr="00D87793" w:rsidRDefault="00A0373D" w:rsidP="00AC4DC5">
            <w:pPr>
              <w:pStyle w:val="a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0373D" w:rsidRPr="00D87793" w:rsidRDefault="00A0373D" w:rsidP="00AC4DC5">
            <w:pPr>
              <w:pStyle w:val="a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0373D" w:rsidRPr="00D87793" w:rsidRDefault="00A0373D" w:rsidP="00AC4DC5">
            <w:pPr>
              <w:pStyle w:val="a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73D" w:rsidTr="0042576C">
        <w:tc>
          <w:tcPr>
            <w:tcW w:w="2268" w:type="dxa"/>
          </w:tcPr>
          <w:p w:rsidR="00A0373D" w:rsidRPr="00D87793" w:rsidRDefault="00A0373D" w:rsidP="00D87793">
            <w:pPr>
              <w:pStyle w:val="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</w:tcPr>
          <w:p w:rsidR="00A0373D" w:rsidRPr="00A22E78" w:rsidRDefault="00A0373D" w:rsidP="003418FF">
            <w:pPr>
              <w:spacing w:after="0" w:line="240" w:lineRule="auto"/>
              <w:contextualSpacing/>
              <w:jc w:val="center"/>
              <w:textAlignment w:val="baseline"/>
              <w:outlineLvl w:val="1"/>
              <w:rPr>
                <w:rFonts w:ascii="Times New Roman" w:hAnsi="Times New Roman"/>
              </w:rPr>
            </w:pPr>
            <w:r w:rsidRPr="00A22E78">
              <w:rPr>
                <w:rFonts w:ascii="Times New Roman" w:hAnsi="Times New Roman"/>
              </w:rPr>
              <w:t>Данные недостатки могут быть исправлены заявителем в течение 1 рабочего дня со дня поступления соответствующего уведомления заявителю.</w:t>
            </w:r>
          </w:p>
        </w:tc>
        <w:tc>
          <w:tcPr>
            <w:tcW w:w="1872" w:type="dxa"/>
          </w:tcPr>
          <w:p w:rsidR="00A0373D" w:rsidRDefault="00A0373D" w:rsidP="00D87793">
            <w:pPr>
              <w:pStyle w:val="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A0373D" w:rsidRPr="00D87793" w:rsidRDefault="00A0373D" w:rsidP="00AC4DC5">
            <w:pPr>
              <w:pStyle w:val="a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</w:tcPr>
          <w:p w:rsidR="00A0373D" w:rsidRPr="00D87793" w:rsidRDefault="00A0373D" w:rsidP="00AC4DC5">
            <w:pPr>
              <w:pStyle w:val="a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A0373D" w:rsidRPr="00D87793" w:rsidRDefault="00A0373D" w:rsidP="00AC4DC5">
            <w:pPr>
              <w:pStyle w:val="a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A0373D" w:rsidRPr="00D87793" w:rsidRDefault="00A0373D" w:rsidP="00AC4DC5">
            <w:pPr>
              <w:pStyle w:val="a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73D" w:rsidTr="0042576C">
        <w:tc>
          <w:tcPr>
            <w:tcW w:w="2268" w:type="dxa"/>
            <w:vMerge w:val="restart"/>
          </w:tcPr>
          <w:p w:rsidR="00A0373D" w:rsidRPr="00D87793" w:rsidRDefault="00A0373D" w:rsidP="00D87793">
            <w:pPr>
              <w:pStyle w:val="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</w:tcPr>
          <w:p w:rsidR="00A0373D" w:rsidRPr="00D87793" w:rsidRDefault="00A0373D" w:rsidP="004B02DF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муниципальной услуги, с указанием причин отказа</w:t>
            </w:r>
          </w:p>
        </w:tc>
        <w:tc>
          <w:tcPr>
            <w:tcW w:w="1872" w:type="dxa"/>
          </w:tcPr>
          <w:p w:rsidR="00A0373D" w:rsidRDefault="00A0373D" w:rsidP="00D87793">
            <w:pPr>
              <w:pStyle w:val="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A0373D" w:rsidRPr="00D87793" w:rsidRDefault="00A0373D" w:rsidP="00AC4DC5">
            <w:pPr>
              <w:pStyle w:val="a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</w:tcPr>
          <w:p w:rsidR="00A0373D" w:rsidRPr="00D87793" w:rsidRDefault="00A0373D" w:rsidP="00AC4DC5">
            <w:pPr>
              <w:pStyle w:val="a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A0373D" w:rsidRPr="00D87793" w:rsidRDefault="00A0373D" w:rsidP="00AC4DC5">
            <w:pPr>
              <w:pStyle w:val="a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</w:tcPr>
          <w:p w:rsidR="00A0373D" w:rsidRPr="00D87793" w:rsidRDefault="00A0373D" w:rsidP="00AC4DC5">
            <w:pPr>
              <w:pStyle w:val="a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73D" w:rsidTr="0042576C">
        <w:tc>
          <w:tcPr>
            <w:tcW w:w="2268" w:type="dxa"/>
            <w:vMerge/>
          </w:tcPr>
          <w:p w:rsidR="00A0373D" w:rsidRPr="00D87793" w:rsidRDefault="00A0373D" w:rsidP="00D87793">
            <w:pPr>
              <w:pStyle w:val="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</w:tcPr>
          <w:p w:rsidR="00A0373D" w:rsidRPr="00D87793" w:rsidRDefault="00A0373D" w:rsidP="004B02DF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В случае отсутствия оснований для отказа в приеме документов</w:t>
            </w:r>
            <w:r>
              <w:rPr>
                <w:sz w:val="20"/>
                <w:szCs w:val="20"/>
              </w:rPr>
              <w:t>, предусмотренных пунктом 2.7</w:t>
            </w:r>
            <w:r w:rsidRPr="00D87793">
              <w:rPr>
                <w:sz w:val="20"/>
                <w:szCs w:val="20"/>
              </w:rPr>
              <w:t xml:space="preserve">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872" w:type="dxa"/>
          </w:tcPr>
          <w:p w:rsidR="00A0373D" w:rsidRPr="00D87793" w:rsidRDefault="00A0373D" w:rsidP="003D751D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1 рабочий день</w:t>
            </w:r>
          </w:p>
        </w:tc>
        <w:tc>
          <w:tcPr>
            <w:tcW w:w="2160" w:type="dxa"/>
          </w:tcPr>
          <w:p w:rsidR="00A0373D" w:rsidRPr="00D87793" w:rsidRDefault="00A0373D" w:rsidP="003D751D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Должностное лицо</w:t>
            </w:r>
          </w:p>
          <w:p w:rsidR="00A0373D" w:rsidRPr="00D87793" w:rsidRDefault="00A0373D" w:rsidP="003D751D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Уполномоченного</w:t>
            </w:r>
          </w:p>
          <w:p w:rsidR="00A0373D" w:rsidRPr="00D87793" w:rsidRDefault="00A0373D" w:rsidP="00A22E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органа,</w:t>
            </w:r>
            <w:r>
              <w:rPr>
                <w:sz w:val="20"/>
                <w:szCs w:val="20"/>
              </w:rPr>
              <w:t xml:space="preserve"> </w:t>
            </w:r>
            <w:r w:rsidRPr="00D87793">
              <w:rPr>
                <w:sz w:val="20"/>
                <w:szCs w:val="20"/>
              </w:rPr>
              <w:t>ответственное за</w:t>
            </w:r>
            <w:r>
              <w:rPr>
                <w:sz w:val="20"/>
                <w:szCs w:val="20"/>
              </w:rPr>
              <w:t xml:space="preserve"> </w:t>
            </w:r>
            <w:r w:rsidRPr="00D87793">
              <w:rPr>
                <w:sz w:val="20"/>
                <w:szCs w:val="20"/>
              </w:rPr>
              <w:t>регистрацию</w:t>
            </w:r>
          </w:p>
          <w:p w:rsidR="00A0373D" w:rsidRPr="00D87793" w:rsidRDefault="00A0373D" w:rsidP="003D751D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корреспонденции</w:t>
            </w:r>
          </w:p>
        </w:tc>
        <w:tc>
          <w:tcPr>
            <w:tcW w:w="1872" w:type="dxa"/>
          </w:tcPr>
          <w:p w:rsidR="00A0373D" w:rsidRPr="00D87793" w:rsidRDefault="00A0373D" w:rsidP="003D751D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Уполномоченный</w:t>
            </w:r>
          </w:p>
          <w:p w:rsidR="00A0373D" w:rsidRPr="00D87793" w:rsidRDefault="00A0373D" w:rsidP="003D751D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орган/ГИС</w:t>
            </w:r>
          </w:p>
        </w:tc>
        <w:tc>
          <w:tcPr>
            <w:tcW w:w="2268" w:type="dxa"/>
            <w:vMerge/>
          </w:tcPr>
          <w:p w:rsidR="00A0373D" w:rsidRPr="00D87793" w:rsidRDefault="00A0373D" w:rsidP="00AC4DC5">
            <w:pPr>
              <w:pStyle w:val="a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0373D" w:rsidRPr="00D87793" w:rsidRDefault="00A0373D" w:rsidP="00AC4DC5">
            <w:pPr>
              <w:pStyle w:val="a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73D" w:rsidTr="0042576C">
        <w:tc>
          <w:tcPr>
            <w:tcW w:w="2268" w:type="dxa"/>
            <w:vMerge w:val="restart"/>
          </w:tcPr>
          <w:p w:rsidR="00A0373D" w:rsidRPr="00D87793" w:rsidRDefault="00A0373D" w:rsidP="00D87793">
            <w:pPr>
              <w:pStyle w:val="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</w:tcPr>
          <w:p w:rsidR="00A0373D" w:rsidRPr="00D87793" w:rsidRDefault="00A0373D" w:rsidP="004B02DF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1872" w:type="dxa"/>
            <w:vMerge w:val="restart"/>
          </w:tcPr>
          <w:p w:rsidR="00A0373D" w:rsidRDefault="00A0373D" w:rsidP="00D87793">
            <w:pPr>
              <w:pStyle w:val="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</w:tcPr>
          <w:p w:rsidR="00A0373D" w:rsidRPr="00D87793" w:rsidRDefault="00A0373D" w:rsidP="00A22E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Должностное лицо</w:t>
            </w:r>
          </w:p>
          <w:p w:rsidR="00A0373D" w:rsidRPr="00D87793" w:rsidRDefault="00A0373D" w:rsidP="00A22E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Уполномоченного</w:t>
            </w:r>
          </w:p>
          <w:p w:rsidR="00A0373D" w:rsidRPr="00D87793" w:rsidRDefault="00A0373D" w:rsidP="00A22E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органа,</w:t>
            </w:r>
          </w:p>
          <w:p w:rsidR="00A0373D" w:rsidRPr="00D87793" w:rsidRDefault="00A0373D" w:rsidP="00A22E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ответственное за</w:t>
            </w:r>
          </w:p>
          <w:p w:rsidR="00A0373D" w:rsidRPr="00D87793" w:rsidRDefault="00A0373D" w:rsidP="00A22E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предоставление</w:t>
            </w:r>
          </w:p>
          <w:p w:rsidR="00A0373D" w:rsidRPr="00D87793" w:rsidRDefault="00A0373D" w:rsidP="00A22E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муниципальной</w:t>
            </w:r>
          </w:p>
          <w:p w:rsidR="00A0373D" w:rsidRPr="00D87793" w:rsidRDefault="00A0373D" w:rsidP="00A22E78">
            <w:pPr>
              <w:pStyle w:val="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услуги</w:t>
            </w:r>
          </w:p>
        </w:tc>
        <w:tc>
          <w:tcPr>
            <w:tcW w:w="1872" w:type="dxa"/>
            <w:vMerge w:val="restart"/>
          </w:tcPr>
          <w:p w:rsidR="00A0373D" w:rsidRPr="00D87793" w:rsidRDefault="00A0373D" w:rsidP="00A22E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Уполномоченный</w:t>
            </w:r>
          </w:p>
          <w:p w:rsidR="00A0373D" w:rsidRPr="00D87793" w:rsidRDefault="00A0373D" w:rsidP="00A22E78">
            <w:pPr>
              <w:pStyle w:val="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орган/ГИС</w:t>
            </w:r>
          </w:p>
        </w:tc>
        <w:tc>
          <w:tcPr>
            <w:tcW w:w="2268" w:type="dxa"/>
          </w:tcPr>
          <w:p w:rsidR="00A0373D" w:rsidRPr="00D87793" w:rsidRDefault="00A0373D" w:rsidP="00AC4DC5">
            <w:pPr>
              <w:pStyle w:val="a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:rsidR="00A0373D" w:rsidRPr="00D87793" w:rsidRDefault="00A0373D" w:rsidP="00AC4DC5">
            <w:pPr>
              <w:pStyle w:val="a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73D" w:rsidTr="0042576C">
        <w:trPr>
          <w:trHeight w:val="1769"/>
        </w:trPr>
        <w:tc>
          <w:tcPr>
            <w:tcW w:w="2268" w:type="dxa"/>
            <w:vMerge/>
          </w:tcPr>
          <w:p w:rsidR="00A0373D" w:rsidRPr="00D87793" w:rsidRDefault="00A0373D" w:rsidP="00D87793">
            <w:pPr>
              <w:pStyle w:val="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</w:tcPr>
          <w:p w:rsidR="00A0373D" w:rsidRPr="00D87793" w:rsidRDefault="00A0373D" w:rsidP="004B02DF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872" w:type="dxa"/>
            <w:vMerge/>
          </w:tcPr>
          <w:p w:rsidR="00A0373D" w:rsidRDefault="00A0373D" w:rsidP="00D87793">
            <w:pPr>
              <w:pStyle w:val="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0373D" w:rsidRPr="00D87793" w:rsidRDefault="00A0373D" w:rsidP="00AC4DC5">
            <w:pPr>
              <w:pStyle w:val="a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  <w:vMerge/>
          </w:tcPr>
          <w:p w:rsidR="00A0373D" w:rsidRPr="00D87793" w:rsidRDefault="00A0373D" w:rsidP="00AC4DC5">
            <w:pPr>
              <w:pStyle w:val="a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A0373D" w:rsidRPr="00D87793" w:rsidRDefault="00A0373D" w:rsidP="00A22E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 xml:space="preserve">аличие/отсутствие оснований для </w:t>
            </w:r>
            <w:r w:rsidRPr="00D87793">
              <w:rPr>
                <w:sz w:val="20"/>
                <w:szCs w:val="20"/>
              </w:rPr>
              <w:t>отказа в приеме документов</w:t>
            </w:r>
            <w:r>
              <w:rPr>
                <w:sz w:val="20"/>
                <w:szCs w:val="20"/>
              </w:rPr>
              <w:t>, предусмотренных пунктом 2.7</w:t>
            </w:r>
          </w:p>
          <w:p w:rsidR="00A0373D" w:rsidRPr="00D87793" w:rsidRDefault="00A0373D" w:rsidP="00A22E7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Административного</w:t>
            </w:r>
          </w:p>
          <w:p w:rsidR="00A0373D" w:rsidRPr="0042576C" w:rsidRDefault="00A0373D" w:rsidP="0042576C">
            <w:pPr>
              <w:pStyle w:val="a1"/>
              <w:jc w:val="center"/>
              <w:rPr>
                <w:sz w:val="20"/>
                <w:szCs w:val="20"/>
              </w:rPr>
            </w:pPr>
            <w:r w:rsidRPr="0042576C">
              <w:rPr>
                <w:sz w:val="20"/>
                <w:szCs w:val="20"/>
              </w:rPr>
              <w:t>регламента</w:t>
            </w:r>
          </w:p>
        </w:tc>
        <w:tc>
          <w:tcPr>
            <w:tcW w:w="2520" w:type="dxa"/>
          </w:tcPr>
          <w:p w:rsidR="00A0373D" w:rsidRPr="00D87793" w:rsidRDefault="00A0373D" w:rsidP="00A22E78">
            <w:pPr>
              <w:pStyle w:val="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A0373D" w:rsidTr="0042576C">
        <w:tc>
          <w:tcPr>
            <w:tcW w:w="16200" w:type="dxa"/>
            <w:gridSpan w:val="7"/>
          </w:tcPr>
          <w:p w:rsidR="00A0373D" w:rsidRPr="00043E2B" w:rsidRDefault="00A0373D" w:rsidP="00A22E78">
            <w:pPr>
              <w:pStyle w:val="a1"/>
              <w:jc w:val="center"/>
              <w:rPr>
                <w:b/>
                <w:sz w:val="22"/>
                <w:szCs w:val="22"/>
              </w:rPr>
            </w:pPr>
            <w:r w:rsidRPr="00043E2B">
              <w:rPr>
                <w:b/>
                <w:sz w:val="22"/>
                <w:szCs w:val="22"/>
              </w:rPr>
              <w:t>2. Получение сведений посредством СМЭВ</w:t>
            </w:r>
          </w:p>
        </w:tc>
      </w:tr>
      <w:tr w:rsidR="00A0373D" w:rsidTr="0042576C">
        <w:tc>
          <w:tcPr>
            <w:tcW w:w="2268" w:type="dxa"/>
            <w:vMerge w:val="restart"/>
          </w:tcPr>
          <w:p w:rsidR="00A0373D" w:rsidRPr="00D87793" w:rsidRDefault="00A0373D" w:rsidP="00456A34">
            <w:pPr>
              <w:pStyle w:val="a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D87793">
              <w:rPr>
                <w:sz w:val="20"/>
                <w:szCs w:val="20"/>
              </w:rPr>
              <w:t>акет</w:t>
            </w:r>
          </w:p>
          <w:p w:rsidR="00A0373D" w:rsidRPr="00D87793" w:rsidRDefault="00A0373D" w:rsidP="00456A34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зарегистрированных документов, поступивших должностному лицу,</w:t>
            </w:r>
          </w:p>
          <w:p w:rsidR="00A0373D" w:rsidRPr="00D87793" w:rsidRDefault="00A0373D" w:rsidP="00456A34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ответственному за</w:t>
            </w:r>
          </w:p>
          <w:p w:rsidR="00A0373D" w:rsidRPr="00D87793" w:rsidRDefault="00A0373D" w:rsidP="00456A34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предоставление</w:t>
            </w:r>
          </w:p>
          <w:p w:rsidR="00A0373D" w:rsidRPr="00D87793" w:rsidRDefault="00A0373D" w:rsidP="00456A34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муниципальной</w:t>
            </w:r>
          </w:p>
          <w:p w:rsidR="00A0373D" w:rsidRPr="00D87793" w:rsidRDefault="00A0373D" w:rsidP="00456A34">
            <w:pPr>
              <w:pStyle w:val="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услуги</w:t>
            </w:r>
          </w:p>
        </w:tc>
        <w:tc>
          <w:tcPr>
            <w:tcW w:w="3240" w:type="dxa"/>
          </w:tcPr>
          <w:p w:rsidR="00A0373D" w:rsidRPr="00D87793" w:rsidRDefault="00A0373D" w:rsidP="004B02DF">
            <w:pPr>
              <w:pStyle w:val="a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D87793">
              <w:rPr>
                <w:sz w:val="20"/>
                <w:szCs w:val="20"/>
              </w:rPr>
              <w:t>аправление межведомственных запросов в органы и организации</w:t>
            </w:r>
          </w:p>
        </w:tc>
        <w:tc>
          <w:tcPr>
            <w:tcW w:w="1872" w:type="dxa"/>
          </w:tcPr>
          <w:p w:rsidR="00A0373D" w:rsidRPr="00D87793" w:rsidRDefault="00A0373D" w:rsidP="00456A34">
            <w:pPr>
              <w:pStyle w:val="a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D87793">
              <w:rPr>
                <w:sz w:val="20"/>
                <w:szCs w:val="20"/>
              </w:rPr>
              <w:t xml:space="preserve"> день</w:t>
            </w:r>
          </w:p>
          <w:p w:rsidR="00A0373D" w:rsidRDefault="00A0373D" w:rsidP="00456A34">
            <w:pPr>
              <w:pStyle w:val="a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регистрации заявления и документов</w:t>
            </w:r>
          </w:p>
        </w:tc>
        <w:tc>
          <w:tcPr>
            <w:tcW w:w="2160" w:type="dxa"/>
          </w:tcPr>
          <w:p w:rsidR="00A0373D" w:rsidRPr="00D87793" w:rsidRDefault="00A0373D" w:rsidP="00456A34">
            <w:pPr>
              <w:pStyle w:val="a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D87793">
              <w:rPr>
                <w:sz w:val="20"/>
                <w:szCs w:val="20"/>
              </w:rPr>
              <w:t>олжностное лицо</w:t>
            </w:r>
          </w:p>
          <w:p w:rsidR="00A0373D" w:rsidRPr="00D87793" w:rsidRDefault="00A0373D" w:rsidP="00456A34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Уполномоченного</w:t>
            </w:r>
          </w:p>
          <w:p w:rsidR="00A0373D" w:rsidRPr="00D87793" w:rsidRDefault="00A0373D" w:rsidP="00456A34">
            <w:pPr>
              <w:pStyle w:val="a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органа, </w:t>
            </w:r>
            <w:r w:rsidRPr="00D87793">
              <w:rPr>
                <w:sz w:val="20"/>
                <w:szCs w:val="20"/>
              </w:rPr>
              <w:t>ответственное за</w:t>
            </w:r>
            <w:r>
              <w:rPr>
                <w:sz w:val="20"/>
                <w:szCs w:val="20"/>
              </w:rPr>
              <w:t xml:space="preserve"> </w:t>
            </w:r>
            <w:r w:rsidRPr="00D87793">
              <w:rPr>
                <w:sz w:val="20"/>
                <w:szCs w:val="20"/>
              </w:rPr>
              <w:t>предоставление</w:t>
            </w:r>
          </w:p>
          <w:p w:rsidR="00A0373D" w:rsidRPr="00456A34" w:rsidRDefault="00A0373D" w:rsidP="00456A34">
            <w:pPr>
              <w:pStyle w:val="a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муниципальной </w:t>
            </w:r>
            <w:r w:rsidRPr="00D87793">
              <w:rPr>
                <w:sz w:val="20"/>
                <w:szCs w:val="20"/>
              </w:rPr>
              <w:t>услуги</w:t>
            </w:r>
          </w:p>
        </w:tc>
        <w:tc>
          <w:tcPr>
            <w:tcW w:w="1872" w:type="dxa"/>
          </w:tcPr>
          <w:p w:rsidR="00A0373D" w:rsidRPr="00D87793" w:rsidRDefault="00A0373D" w:rsidP="00456A34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Уполномоченный</w:t>
            </w:r>
          </w:p>
          <w:p w:rsidR="00A0373D" w:rsidRPr="00D87793" w:rsidRDefault="00A0373D" w:rsidP="00456A34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орган/ГИС/</w:t>
            </w:r>
          </w:p>
          <w:p w:rsidR="00A0373D" w:rsidRPr="00D87793" w:rsidRDefault="00A0373D" w:rsidP="00456A34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СМЭВ</w:t>
            </w:r>
          </w:p>
          <w:p w:rsidR="00A0373D" w:rsidRPr="00D87793" w:rsidRDefault="00A0373D" w:rsidP="00AC4DC5">
            <w:pPr>
              <w:pStyle w:val="a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A0373D" w:rsidRPr="0042576C" w:rsidRDefault="00A0373D" w:rsidP="0042576C">
            <w:pPr>
              <w:pStyle w:val="a1"/>
              <w:jc w:val="center"/>
              <w:rPr>
                <w:sz w:val="20"/>
                <w:szCs w:val="20"/>
              </w:rPr>
            </w:pPr>
            <w:r w:rsidRPr="0042576C">
              <w:rPr>
                <w:sz w:val="20"/>
                <w:szCs w:val="20"/>
              </w:rP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520" w:type="dxa"/>
            <w:vAlign w:val="center"/>
          </w:tcPr>
          <w:p w:rsidR="00A0373D" w:rsidRDefault="00A0373D" w:rsidP="00C003E3">
            <w:pPr>
              <w:pStyle w:val="a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D87793">
              <w:rPr>
                <w:sz w:val="20"/>
                <w:szCs w:val="20"/>
              </w:rPr>
              <w:t xml:space="preserve">аправление межведомственного запроса в органы (организации), предоставляющие документы (сведения), </w:t>
            </w:r>
          </w:p>
          <w:p w:rsidR="00A0373D" w:rsidRPr="00D87793" w:rsidRDefault="00A0373D" w:rsidP="00C003E3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в том числе с</w:t>
            </w:r>
          </w:p>
          <w:p w:rsidR="00A0373D" w:rsidRPr="00D87793" w:rsidRDefault="00A0373D" w:rsidP="00C003E3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использованием</w:t>
            </w:r>
          </w:p>
          <w:p w:rsidR="00A0373D" w:rsidRPr="00D87793" w:rsidRDefault="00A0373D" w:rsidP="00C003E3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СМЭВ</w:t>
            </w:r>
          </w:p>
        </w:tc>
      </w:tr>
      <w:tr w:rsidR="00A0373D" w:rsidTr="0042576C">
        <w:tc>
          <w:tcPr>
            <w:tcW w:w="2268" w:type="dxa"/>
            <w:vMerge/>
          </w:tcPr>
          <w:p w:rsidR="00A0373D" w:rsidRDefault="00A0373D" w:rsidP="00456A34">
            <w:pPr>
              <w:pStyle w:val="a1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A0373D" w:rsidRPr="00D87793" w:rsidRDefault="00A0373D" w:rsidP="00CF37FE">
            <w:pPr>
              <w:pStyle w:val="a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D87793">
              <w:rPr>
                <w:sz w:val="20"/>
                <w:szCs w:val="20"/>
              </w:rPr>
              <w:t>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872" w:type="dxa"/>
            <w:vAlign w:val="bottom"/>
          </w:tcPr>
          <w:p w:rsidR="00A0373D" w:rsidRDefault="00A0373D" w:rsidP="00C65E9D">
            <w:pPr>
              <w:pStyle w:val="a1"/>
              <w:ind w:left="-36" w:right="-108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 xml:space="preserve">3 рабочих дня со </w:t>
            </w:r>
          </w:p>
          <w:p w:rsidR="00A0373D" w:rsidRPr="00D87793" w:rsidRDefault="00A0373D" w:rsidP="00C65E9D">
            <w:pPr>
              <w:pStyle w:val="a1"/>
              <w:ind w:left="-36" w:right="-108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дня</w:t>
            </w:r>
            <w:r>
              <w:rPr>
                <w:sz w:val="20"/>
                <w:szCs w:val="20"/>
              </w:rPr>
              <w:t xml:space="preserve"> </w:t>
            </w:r>
            <w:r w:rsidRPr="00D87793">
              <w:rPr>
                <w:sz w:val="20"/>
                <w:szCs w:val="20"/>
              </w:rPr>
              <w:t>направления</w:t>
            </w:r>
          </w:p>
          <w:p w:rsidR="00A0373D" w:rsidRPr="00D87793" w:rsidRDefault="00A0373D" w:rsidP="00C65E9D">
            <w:pPr>
              <w:pStyle w:val="a1"/>
              <w:ind w:left="-36" w:right="-108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межведомственного запроса в орган или организацию, предоставляющие документ и</w:t>
            </w:r>
          </w:p>
          <w:p w:rsidR="00A0373D" w:rsidRPr="00D87793" w:rsidRDefault="00A0373D" w:rsidP="00C65E9D">
            <w:pPr>
              <w:pStyle w:val="a1"/>
              <w:ind w:left="-36" w:right="-108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информацию, если иные сроки не предусмотрены</w:t>
            </w:r>
          </w:p>
          <w:p w:rsidR="00A0373D" w:rsidRDefault="00A0373D" w:rsidP="00C65E9D">
            <w:pPr>
              <w:pStyle w:val="a1"/>
              <w:ind w:left="-36" w:right="-108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законодательством РФ и субъекта РФ</w:t>
            </w:r>
          </w:p>
          <w:p w:rsidR="00A0373D" w:rsidRPr="0021015D" w:rsidRDefault="00A0373D" w:rsidP="0021015D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vAlign w:val="bottom"/>
          </w:tcPr>
          <w:p w:rsidR="00A0373D" w:rsidRPr="00D87793" w:rsidRDefault="00A0373D" w:rsidP="00CF37FE">
            <w:pPr>
              <w:pStyle w:val="a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D87793">
              <w:rPr>
                <w:sz w:val="20"/>
                <w:szCs w:val="20"/>
              </w:rPr>
              <w:t>олжностное лицо Уполномоченного</w:t>
            </w:r>
            <w:r>
              <w:rPr>
                <w:sz w:val="20"/>
                <w:szCs w:val="20"/>
              </w:rPr>
              <w:t xml:space="preserve"> </w:t>
            </w:r>
            <w:r w:rsidRPr="00D87793">
              <w:rPr>
                <w:sz w:val="20"/>
                <w:szCs w:val="20"/>
              </w:rPr>
              <w:t>органа, ответственное за предоставление</w:t>
            </w:r>
          </w:p>
          <w:p w:rsidR="00A0373D" w:rsidRPr="00D87793" w:rsidRDefault="00A0373D" w:rsidP="00CF37FE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муниципальной</w:t>
            </w:r>
          </w:p>
          <w:p w:rsidR="00A0373D" w:rsidRPr="00D87793" w:rsidRDefault="00A0373D" w:rsidP="00CF37FE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услуги</w:t>
            </w:r>
          </w:p>
          <w:p w:rsidR="00A0373D" w:rsidRPr="00D87793" w:rsidRDefault="00A0373D" w:rsidP="00CF37FE">
            <w:pPr>
              <w:spacing w:after="0" w:line="240" w:lineRule="auto"/>
            </w:pPr>
          </w:p>
          <w:p w:rsidR="00A0373D" w:rsidRPr="00D87793" w:rsidRDefault="00A0373D" w:rsidP="00CF37FE">
            <w:pPr>
              <w:spacing w:after="0" w:line="240" w:lineRule="auto"/>
            </w:pPr>
          </w:p>
          <w:p w:rsidR="00A0373D" w:rsidRPr="00D87793" w:rsidRDefault="00A0373D" w:rsidP="00CF37FE">
            <w:pPr>
              <w:spacing w:after="0" w:line="240" w:lineRule="auto"/>
            </w:pPr>
          </w:p>
        </w:tc>
        <w:tc>
          <w:tcPr>
            <w:tcW w:w="1872" w:type="dxa"/>
            <w:vAlign w:val="bottom"/>
          </w:tcPr>
          <w:p w:rsidR="00A0373D" w:rsidRPr="00D87793" w:rsidRDefault="00A0373D" w:rsidP="00CF37FE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Уполномоченный орган) /ГИС/ СМЭВ</w:t>
            </w:r>
          </w:p>
          <w:p w:rsidR="00A0373D" w:rsidRPr="00D87793" w:rsidRDefault="00A0373D" w:rsidP="00CF37FE">
            <w:pPr>
              <w:spacing w:after="0" w:line="240" w:lineRule="auto"/>
            </w:pPr>
          </w:p>
          <w:p w:rsidR="00A0373D" w:rsidRPr="00D87793" w:rsidRDefault="00A0373D" w:rsidP="00CF37FE">
            <w:pPr>
              <w:spacing w:after="0" w:line="240" w:lineRule="auto"/>
            </w:pPr>
          </w:p>
          <w:p w:rsidR="00A0373D" w:rsidRPr="00D87793" w:rsidRDefault="00A0373D" w:rsidP="00CF37FE">
            <w:pPr>
              <w:spacing w:after="0" w:line="240" w:lineRule="auto"/>
            </w:pPr>
          </w:p>
          <w:p w:rsidR="00A0373D" w:rsidRPr="00D87793" w:rsidRDefault="00A0373D" w:rsidP="00CF37FE">
            <w:pPr>
              <w:spacing w:after="0" w:line="240" w:lineRule="auto"/>
            </w:pPr>
          </w:p>
          <w:p w:rsidR="00A0373D" w:rsidRPr="00D87793" w:rsidRDefault="00A0373D" w:rsidP="00CF37FE">
            <w:pPr>
              <w:spacing w:after="0" w:line="240" w:lineRule="auto"/>
            </w:pPr>
          </w:p>
        </w:tc>
        <w:tc>
          <w:tcPr>
            <w:tcW w:w="2268" w:type="dxa"/>
          </w:tcPr>
          <w:p w:rsidR="00A0373D" w:rsidRPr="0042576C" w:rsidRDefault="00A0373D" w:rsidP="00CF37FE">
            <w:pPr>
              <w:pStyle w:val="a1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A0373D" w:rsidRPr="00D87793" w:rsidRDefault="00A0373D" w:rsidP="00CF37FE">
            <w:pPr>
              <w:pStyle w:val="a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D87793">
              <w:rPr>
                <w:sz w:val="20"/>
                <w:szCs w:val="20"/>
              </w:rPr>
              <w:t>олучение документов (сведений), необходимых дляпредоставления</w:t>
            </w:r>
          </w:p>
          <w:p w:rsidR="00A0373D" w:rsidRPr="00D87793" w:rsidRDefault="00A0373D" w:rsidP="00CF37FE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муниципальной</w:t>
            </w:r>
          </w:p>
          <w:p w:rsidR="00A0373D" w:rsidRPr="00D87793" w:rsidRDefault="00A0373D" w:rsidP="00CF37FE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услуги</w:t>
            </w:r>
          </w:p>
        </w:tc>
      </w:tr>
      <w:tr w:rsidR="00A0373D" w:rsidTr="0042576C">
        <w:tc>
          <w:tcPr>
            <w:tcW w:w="16200" w:type="dxa"/>
            <w:gridSpan w:val="7"/>
          </w:tcPr>
          <w:p w:rsidR="00A0373D" w:rsidRDefault="00A0373D" w:rsidP="00CF37FE">
            <w:pPr>
              <w:pStyle w:val="a1"/>
              <w:jc w:val="center"/>
              <w:rPr>
                <w:sz w:val="20"/>
                <w:szCs w:val="20"/>
              </w:rPr>
            </w:pPr>
            <w:r w:rsidRPr="00794F13">
              <w:rPr>
                <w:b/>
                <w:sz w:val="22"/>
                <w:szCs w:val="22"/>
              </w:rPr>
              <w:t>3. Рассмотрение документов и сведений</w:t>
            </w:r>
          </w:p>
        </w:tc>
      </w:tr>
      <w:tr w:rsidR="00A0373D" w:rsidTr="0042576C">
        <w:tc>
          <w:tcPr>
            <w:tcW w:w="2268" w:type="dxa"/>
          </w:tcPr>
          <w:p w:rsidR="00A0373D" w:rsidRPr="00D87793" w:rsidRDefault="00A0373D" w:rsidP="00736A53">
            <w:pPr>
              <w:pStyle w:val="a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D87793">
              <w:rPr>
                <w:sz w:val="20"/>
                <w:szCs w:val="20"/>
              </w:rPr>
              <w:t>акет</w:t>
            </w:r>
            <w:r>
              <w:rPr>
                <w:sz w:val="20"/>
                <w:szCs w:val="20"/>
              </w:rPr>
              <w:t xml:space="preserve"> зарегистрированных документов, </w:t>
            </w:r>
            <w:r w:rsidRPr="00D87793">
              <w:rPr>
                <w:sz w:val="20"/>
                <w:szCs w:val="20"/>
              </w:rPr>
              <w:t>поступивших должностному лицу,</w:t>
            </w:r>
          </w:p>
          <w:p w:rsidR="00A0373D" w:rsidRPr="00D87793" w:rsidRDefault="00A0373D" w:rsidP="00C80FBD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ответственному за</w:t>
            </w:r>
          </w:p>
          <w:p w:rsidR="00A0373D" w:rsidRPr="00D87793" w:rsidRDefault="00A0373D" w:rsidP="00C80FBD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предоставление</w:t>
            </w:r>
          </w:p>
          <w:p w:rsidR="00A0373D" w:rsidRPr="00D87793" w:rsidRDefault="00A0373D" w:rsidP="00C80FBD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муниципальной</w:t>
            </w:r>
          </w:p>
          <w:p w:rsidR="00A0373D" w:rsidRDefault="00A0373D" w:rsidP="00C80FBD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услуги</w:t>
            </w:r>
          </w:p>
          <w:p w:rsidR="00A0373D" w:rsidRPr="0021015D" w:rsidRDefault="00A0373D" w:rsidP="0021015D">
            <w:pPr>
              <w:rPr>
                <w:sz w:val="22"/>
                <w:szCs w:val="22"/>
              </w:rPr>
            </w:pPr>
          </w:p>
        </w:tc>
        <w:tc>
          <w:tcPr>
            <w:tcW w:w="3240" w:type="dxa"/>
          </w:tcPr>
          <w:p w:rsidR="00A0373D" w:rsidRPr="00D87793" w:rsidRDefault="00A0373D" w:rsidP="00C80FBD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Проведение соответствия 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1872" w:type="dxa"/>
          </w:tcPr>
          <w:p w:rsidR="00A0373D" w:rsidRPr="00D87793" w:rsidRDefault="00A0373D" w:rsidP="00C80FBD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1 рабочий день</w:t>
            </w:r>
          </w:p>
        </w:tc>
        <w:tc>
          <w:tcPr>
            <w:tcW w:w="2160" w:type="dxa"/>
          </w:tcPr>
          <w:p w:rsidR="00A0373D" w:rsidRPr="00D87793" w:rsidRDefault="00A0373D" w:rsidP="00C80FBD">
            <w:pPr>
              <w:pStyle w:val="a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D87793">
              <w:rPr>
                <w:sz w:val="20"/>
                <w:szCs w:val="20"/>
              </w:rPr>
              <w:t>олжностное лицо</w:t>
            </w:r>
          </w:p>
          <w:p w:rsidR="00A0373D" w:rsidRPr="00D87793" w:rsidRDefault="00A0373D" w:rsidP="00C80FBD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Уполномоченного</w:t>
            </w:r>
          </w:p>
          <w:p w:rsidR="00A0373D" w:rsidRPr="00D87793" w:rsidRDefault="00A0373D" w:rsidP="00C80FBD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органа,</w:t>
            </w:r>
          </w:p>
          <w:p w:rsidR="00A0373D" w:rsidRPr="00D87793" w:rsidRDefault="00A0373D" w:rsidP="00C80FBD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ответственное за</w:t>
            </w:r>
          </w:p>
          <w:p w:rsidR="00A0373D" w:rsidRPr="00D87793" w:rsidRDefault="00A0373D" w:rsidP="00C80FBD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предоставление</w:t>
            </w:r>
          </w:p>
          <w:p w:rsidR="00A0373D" w:rsidRPr="00D87793" w:rsidRDefault="00A0373D" w:rsidP="00C80FBD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муниципальной</w:t>
            </w:r>
          </w:p>
          <w:p w:rsidR="00A0373D" w:rsidRPr="00D87793" w:rsidRDefault="00A0373D" w:rsidP="00C80FBD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услуги</w:t>
            </w:r>
          </w:p>
        </w:tc>
        <w:tc>
          <w:tcPr>
            <w:tcW w:w="1872" w:type="dxa"/>
          </w:tcPr>
          <w:p w:rsidR="00A0373D" w:rsidRPr="00D87793" w:rsidRDefault="00A0373D" w:rsidP="00C80FBD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Уполномоченный орган) / ГИС</w:t>
            </w:r>
          </w:p>
        </w:tc>
        <w:tc>
          <w:tcPr>
            <w:tcW w:w="2268" w:type="dxa"/>
          </w:tcPr>
          <w:p w:rsidR="00A0373D" w:rsidRPr="00D87793" w:rsidRDefault="00A0373D" w:rsidP="00C80FBD">
            <w:pPr>
              <w:pStyle w:val="a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D87793">
              <w:rPr>
                <w:sz w:val="20"/>
                <w:szCs w:val="20"/>
              </w:rPr>
              <w:t>снования отказа в предоставлении</w:t>
            </w:r>
          </w:p>
          <w:p w:rsidR="00A0373D" w:rsidRPr="00D87793" w:rsidRDefault="00A0373D" w:rsidP="00C80FBD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муниципальной услуги</w:t>
            </w:r>
            <w:r>
              <w:rPr>
                <w:sz w:val="20"/>
                <w:szCs w:val="20"/>
              </w:rPr>
              <w:t>, предусмотренные пунктом 2.8.2</w:t>
            </w:r>
          </w:p>
          <w:p w:rsidR="00A0373D" w:rsidRPr="00D87793" w:rsidRDefault="00A0373D" w:rsidP="00C80FBD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Административного</w:t>
            </w:r>
          </w:p>
          <w:p w:rsidR="00A0373D" w:rsidRPr="00D87793" w:rsidRDefault="00A0373D" w:rsidP="00C80FBD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регламента</w:t>
            </w:r>
          </w:p>
        </w:tc>
        <w:tc>
          <w:tcPr>
            <w:tcW w:w="2520" w:type="dxa"/>
          </w:tcPr>
          <w:p w:rsidR="00A0373D" w:rsidRDefault="00A0373D" w:rsidP="00CF37FE">
            <w:pPr>
              <w:pStyle w:val="a1"/>
              <w:jc w:val="center"/>
              <w:rPr>
                <w:sz w:val="20"/>
                <w:szCs w:val="20"/>
              </w:rPr>
            </w:pPr>
          </w:p>
        </w:tc>
      </w:tr>
      <w:tr w:rsidR="00A0373D" w:rsidTr="0042576C">
        <w:tc>
          <w:tcPr>
            <w:tcW w:w="16200" w:type="dxa"/>
            <w:gridSpan w:val="7"/>
          </w:tcPr>
          <w:p w:rsidR="00A0373D" w:rsidRDefault="00A0373D" w:rsidP="00CF37FE">
            <w:pPr>
              <w:pStyle w:val="a1"/>
              <w:jc w:val="center"/>
              <w:rPr>
                <w:sz w:val="20"/>
                <w:szCs w:val="20"/>
              </w:rPr>
            </w:pPr>
            <w:r w:rsidRPr="00736A53">
              <w:rPr>
                <w:b/>
                <w:sz w:val="22"/>
                <w:szCs w:val="22"/>
              </w:rPr>
              <w:t>4. Принятие решения</w:t>
            </w:r>
          </w:p>
        </w:tc>
      </w:tr>
      <w:tr w:rsidR="00A0373D" w:rsidTr="0042576C">
        <w:tc>
          <w:tcPr>
            <w:tcW w:w="2268" w:type="dxa"/>
            <w:vMerge w:val="restart"/>
          </w:tcPr>
          <w:p w:rsidR="00A0373D" w:rsidRPr="00D87793" w:rsidRDefault="00A0373D" w:rsidP="00355F08">
            <w:pPr>
              <w:pStyle w:val="a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D87793">
              <w:rPr>
                <w:sz w:val="20"/>
                <w:szCs w:val="20"/>
              </w:rPr>
              <w:t>роект результата</w:t>
            </w:r>
          </w:p>
          <w:p w:rsidR="00A0373D" w:rsidRPr="00D87793" w:rsidRDefault="00A0373D" w:rsidP="00355F0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предоставления</w:t>
            </w:r>
          </w:p>
          <w:p w:rsidR="00A0373D" w:rsidRPr="00D87793" w:rsidRDefault="00A0373D" w:rsidP="00355F0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муниципальной</w:t>
            </w:r>
          </w:p>
          <w:p w:rsidR="00A0373D" w:rsidRPr="00D87793" w:rsidRDefault="00A0373D" w:rsidP="00355F08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 xml:space="preserve">услуги </w:t>
            </w:r>
          </w:p>
          <w:p w:rsidR="00A0373D" w:rsidRPr="00D87793" w:rsidRDefault="00A0373D" w:rsidP="00355F08">
            <w:pPr>
              <w:pStyle w:val="a1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A0373D" w:rsidRPr="00D87793" w:rsidRDefault="00A0373D" w:rsidP="00A00AF7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Принятие решения о предоставления муниципальной услуги или об отказе в предоставлении услуги</w:t>
            </w:r>
          </w:p>
        </w:tc>
        <w:tc>
          <w:tcPr>
            <w:tcW w:w="1872" w:type="dxa"/>
            <w:vMerge w:val="restart"/>
          </w:tcPr>
          <w:p w:rsidR="00A0373D" w:rsidRPr="00D87793" w:rsidRDefault="00A0373D" w:rsidP="0018513C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1 рабочий день</w:t>
            </w:r>
          </w:p>
        </w:tc>
        <w:tc>
          <w:tcPr>
            <w:tcW w:w="2160" w:type="dxa"/>
            <w:vMerge w:val="restart"/>
          </w:tcPr>
          <w:p w:rsidR="00A0373D" w:rsidRPr="00D87793" w:rsidRDefault="00A0373D" w:rsidP="0018513C">
            <w:pPr>
              <w:pStyle w:val="a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D87793">
              <w:rPr>
                <w:sz w:val="20"/>
                <w:szCs w:val="20"/>
              </w:rPr>
              <w:t>олжностное лицо</w:t>
            </w:r>
          </w:p>
          <w:p w:rsidR="00A0373D" w:rsidRPr="00D87793" w:rsidRDefault="00A0373D" w:rsidP="0018513C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Уполномоченного</w:t>
            </w:r>
          </w:p>
          <w:p w:rsidR="00A0373D" w:rsidRPr="00D87793" w:rsidRDefault="00A0373D" w:rsidP="00736A53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органа,</w:t>
            </w:r>
            <w:r>
              <w:rPr>
                <w:sz w:val="20"/>
                <w:szCs w:val="20"/>
              </w:rPr>
              <w:t xml:space="preserve"> </w:t>
            </w:r>
            <w:r w:rsidRPr="00D87793">
              <w:rPr>
                <w:sz w:val="20"/>
                <w:szCs w:val="20"/>
              </w:rPr>
              <w:t>ответственное за</w:t>
            </w:r>
            <w:r>
              <w:rPr>
                <w:sz w:val="20"/>
                <w:szCs w:val="20"/>
              </w:rPr>
              <w:t xml:space="preserve"> </w:t>
            </w:r>
            <w:r w:rsidRPr="00D87793">
              <w:rPr>
                <w:sz w:val="20"/>
                <w:szCs w:val="20"/>
              </w:rPr>
              <w:t>предоставление</w:t>
            </w:r>
          </w:p>
          <w:p w:rsidR="00A0373D" w:rsidRPr="00D87793" w:rsidRDefault="00A0373D" w:rsidP="00736A53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муниципальной</w:t>
            </w:r>
            <w:r>
              <w:rPr>
                <w:sz w:val="20"/>
                <w:szCs w:val="20"/>
              </w:rPr>
              <w:t xml:space="preserve"> </w:t>
            </w:r>
            <w:r w:rsidRPr="00D87793">
              <w:rPr>
                <w:sz w:val="20"/>
                <w:szCs w:val="20"/>
              </w:rPr>
              <w:t>услуги;</w:t>
            </w:r>
          </w:p>
          <w:p w:rsidR="00A0373D" w:rsidRPr="00D87793" w:rsidRDefault="00A0373D" w:rsidP="0018513C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Руководитель</w:t>
            </w:r>
          </w:p>
          <w:p w:rsidR="00A0373D" w:rsidRPr="00D87793" w:rsidRDefault="00A0373D" w:rsidP="0018513C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Уполномоченного</w:t>
            </w:r>
          </w:p>
          <w:p w:rsidR="00A0373D" w:rsidRPr="00D87793" w:rsidRDefault="00A0373D" w:rsidP="00736A53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органа) или</w:t>
            </w:r>
            <w:r>
              <w:rPr>
                <w:sz w:val="20"/>
                <w:szCs w:val="20"/>
              </w:rPr>
              <w:t xml:space="preserve"> </w:t>
            </w:r>
            <w:r w:rsidRPr="00D87793">
              <w:rPr>
                <w:sz w:val="20"/>
                <w:szCs w:val="20"/>
              </w:rPr>
              <w:t>иное</w:t>
            </w:r>
          </w:p>
          <w:p w:rsidR="00A0373D" w:rsidRDefault="00A0373D" w:rsidP="0018513C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уполномоченное им лицо</w:t>
            </w:r>
          </w:p>
          <w:p w:rsidR="00A0373D" w:rsidRPr="0021015D" w:rsidRDefault="00A0373D" w:rsidP="0021015D">
            <w:pPr>
              <w:rPr>
                <w:sz w:val="22"/>
                <w:szCs w:val="22"/>
              </w:rPr>
            </w:pPr>
          </w:p>
        </w:tc>
        <w:tc>
          <w:tcPr>
            <w:tcW w:w="1872" w:type="dxa"/>
            <w:vMerge w:val="restart"/>
            <w:vAlign w:val="bottom"/>
          </w:tcPr>
          <w:p w:rsidR="00A0373D" w:rsidRPr="00D87793" w:rsidRDefault="00A0373D" w:rsidP="0018513C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Уполномоченный орган) / ГИС</w:t>
            </w:r>
          </w:p>
          <w:p w:rsidR="00A0373D" w:rsidRPr="00D87793" w:rsidRDefault="00A0373D" w:rsidP="0018513C">
            <w:pPr>
              <w:spacing w:after="0" w:line="240" w:lineRule="auto"/>
            </w:pPr>
          </w:p>
          <w:p w:rsidR="00A0373D" w:rsidRPr="00D87793" w:rsidRDefault="00A0373D" w:rsidP="0018513C">
            <w:pPr>
              <w:spacing w:after="0" w:line="240" w:lineRule="auto"/>
            </w:pPr>
          </w:p>
          <w:p w:rsidR="00A0373D" w:rsidRPr="00D87793" w:rsidRDefault="00A0373D" w:rsidP="0018513C">
            <w:pPr>
              <w:spacing w:after="0" w:line="240" w:lineRule="auto"/>
            </w:pPr>
          </w:p>
          <w:p w:rsidR="00A0373D" w:rsidRPr="00D87793" w:rsidRDefault="00A0373D" w:rsidP="0018513C">
            <w:pPr>
              <w:spacing w:after="0" w:line="240" w:lineRule="auto"/>
            </w:pPr>
          </w:p>
          <w:p w:rsidR="00A0373D" w:rsidRPr="00D87793" w:rsidRDefault="00A0373D" w:rsidP="0018513C">
            <w:pPr>
              <w:spacing w:after="0" w:line="240" w:lineRule="auto"/>
            </w:pPr>
          </w:p>
          <w:p w:rsidR="00A0373D" w:rsidRPr="00D87793" w:rsidRDefault="00A0373D" w:rsidP="0018513C">
            <w:pPr>
              <w:spacing w:after="0" w:line="240" w:lineRule="auto"/>
            </w:pPr>
          </w:p>
        </w:tc>
        <w:tc>
          <w:tcPr>
            <w:tcW w:w="2268" w:type="dxa"/>
            <w:vMerge w:val="restart"/>
          </w:tcPr>
          <w:p w:rsidR="00A0373D" w:rsidRPr="00D87793" w:rsidRDefault="00A0373D" w:rsidP="0018513C">
            <w:pPr>
              <w:pStyle w:val="a1"/>
              <w:rPr>
                <w:sz w:val="20"/>
                <w:szCs w:val="20"/>
              </w:rPr>
            </w:pPr>
          </w:p>
        </w:tc>
        <w:tc>
          <w:tcPr>
            <w:tcW w:w="2520" w:type="dxa"/>
            <w:vMerge w:val="restart"/>
          </w:tcPr>
          <w:p w:rsidR="00A0373D" w:rsidRPr="00736A53" w:rsidRDefault="00A0373D" w:rsidP="0018513C">
            <w:pPr>
              <w:pStyle w:val="a1"/>
              <w:jc w:val="center"/>
              <w:rPr>
                <w:sz w:val="20"/>
                <w:szCs w:val="20"/>
              </w:rPr>
            </w:pPr>
            <w:r w:rsidRPr="00736A53">
              <w:rPr>
                <w:sz w:val="20"/>
                <w:szCs w:val="20"/>
              </w:rPr>
              <w:t xml:space="preserve">Результат предоставления муниципальной услуги </w:t>
            </w:r>
          </w:p>
          <w:p w:rsidR="00A0373D" w:rsidRPr="00736A53" w:rsidRDefault="00A0373D" w:rsidP="00736A53">
            <w:pPr>
              <w:pStyle w:val="a1"/>
              <w:jc w:val="center"/>
              <w:rPr>
                <w:sz w:val="20"/>
                <w:szCs w:val="20"/>
              </w:rPr>
            </w:pPr>
            <w:r w:rsidRPr="00736A53">
              <w:rPr>
                <w:sz w:val="20"/>
                <w:szCs w:val="20"/>
              </w:rPr>
              <w:t xml:space="preserve">подписанный усиленной </w:t>
            </w:r>
            <w:hyperlink r:id="rId19" w:history="1">
              <w:r w:rsidRPr="00736A53">
                <w:rPr>
                  <w:rStyle w:val="a0"/>
                  <w:rFonts w:cs="Times New Roman"/>
                  <w:color w:val="auto"/>
                  <w:sz w:val="20"/>
                  <w:szCs w:val="20"/>
                </w:rPr>
                <w:t>квалифицированной подписью</w:t>
              </w:r>
            </w:hyperlink>
            <w:r>
              <w:rPr>
                <w:sz w:val="20"/>
                <w:szCs w:val="20"/>
              </w:rPr>
              <w:t xml:space="preserve"> </w:t>
            </w:r>
            <w:r w:rsidRPr="00736A53">
              <w:rPr>
                <w:sz w:val="20"/>
                <w:szCs w:val="20"/>
              </w:rPr>
              <w:t>руководителем</w:t>
            </w:r>
            <w:r>
              <w:rPr>
                <w:sz w:val="20"/>
                <w:szCs w:val="20"/>
              </w:rPr>
              <w:t xml:space="preserve"> </w:t>
            </w:r>
            <w:r w:rsidRPr="00736A53">
              <w:rPr>
                <w:sz w:val="20"/>
                <w:szCs w:val="20"/>
              </w:rPr>
              <w:t>Уполномоченного</w:t>
            </w:r>
          </w:p>
          <w:p w:rsidR="00A0373D" w:rsidRPr="00736A53" w:rsidRDefault="00A0373D" w:rsidP="0018513C">
            <w:pPr>
              <w:pStyle w:val="a1"/>
              <w:jc w:val="center"/>
              <w:rPr>
                <w:sz w:val="20"/>
                <w:szCs w:val="20"/>
              </w:rPr>
            </w:pPr>
            <w:r w:rsidRPr="00736A53">
              <w:rPr>
                <w:sz w:val="20"/>
                <w:szCs w:val="20"/>
              </w:rPr>
              <w:t>органа или иного</w:t>
            </w:r>
          </w:p>
          <w:p w:rsidR="00A0373D" w:rsidRPr="00736A53" w:rsidRDefault="00A0373D" w:rsidP="0018513C">
            <w:pPr>
              <w:pStyle w:val="a1"/>
              <w:jc w:val="center"/>
              <w:rPr>
                <w:sz w:val="20"/>
                <w:szCs w:val="20"/>
              </w:rPr>
            </w:pPr>
            <w:r w:rsidRPr="00736A53">
              <w:rPr>
                <w:sz w:val="20"/>
                <w:szCs w:val="20"/>
              </w:rPr>
              <w:t>уполномоченного им</w:t>
            </w:r>
          </w:p>
          <w:p w:rsidR="00A0373D" w:rsidRPr="00D87793" w:rsidRDefault="00A0373D" w:rsidP="0018513C">
            <w:pPr>
              <w:pStyle w:val="a1"/>
              <w:jc w:val="center"/>
              <w:rPr>
                <w:sz w:val="20"/>
                <w:szCs w:val="20"/>
              </w:rPr>
            </w:pPr>
            <w:r w:rsidRPr="00736A53">
              <w:rPr>
                <w:sz w:val="20"/>
                <w:szCs w:val="20"/>
              </w:rPr>
              <w:t>лица</w:t>
            </w:r>
          </w:p>
        </w:tc>
      </w:tr>
      <w:tr w:rsidR="00A0373D" w:rsidTr="0042576C">
        <w:tc>
          <w:tcPr>
            <w:tcW w:w="2268" w:type="dxa"/>
            <w:vMerge/>
          </w:tcPr>
          <w:p w:rsidR="00A0373D" w:rsidRDefault="00A0373D" w:rsidP="00456A34">
            <w:pPr>
              <w:pStyle w:val="a1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A0373D" w:rsidRPr="00D87793" w:rsidRDefault="00A0373D" w:rsidP="00A00AF7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Формирование решения о предоставлении муниципальной услуги или об отказе в предоставлении муниципальной услуги</w:t>
            </w:r>
          </w:p>
        </w:tc>
        <w:tc>
          <w:tcPr>
            <w:tcW w:w="1872" w:type="dxa"/>
            <w:vMerge/>
          </w:tcPr>
          <w:p w:rsidR="00A0373D" w:rsidRPr="00D87793" w:rsidRDefault="00A0373D" w:rsidP="00CF37FE">
            <w:pPr>
              <w:pStyle w:val="a1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A0373D" w:rsidRDefault="00A0373D" w:rsidP="00CF37FE">
            <w:pPr>
              <w:pStyle w:val="a1"/>
              <w:jc w:val="center"/>
              <w:rPr>
                <w:sz w:val="20"/>
                <w:szCs w:val="20"/>
              </w:rPr>
            </w:pPr>
          </w:p>
        </w:tc>
        <w:tc>
          <w:tcPr>
            <w:tcW w:w="1872" w:type="dxa"/>
            <w:vMerge/>
            <w:vAlign w:val="bottom"/>
          </w:tcPr>
          <w:p w:rsidR="00A0373D" w:rsidRPr="00D87793" w:rsidRDefault="00A0373D" w:rsidP="00CF37FE">
            <w:pPr>
              <w:pStyle w:val="a1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0373D" w:rsidRPr="00D87793" w:rsidRDefault="00A0373D" w:rsidP="00CF37FE">
            <w:pPr>
              <w:pStyle w:val="a1"/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A0373D" w:rsidRDefault="00A0373D" w:rsidP="00CF37FE">
            <w:pPr>
              <w:pStyle w:val="a1"/>
              <w:jc w:val="center"/>
              <w:rPr>
                <w:sz w:val="20"/>
                <w:szCs w:val="20"/>
              </w:rPr>
            </w:pPr>
          </w:p>
        </w:tc>
      </w:tr>
      <w:tr w:rsidR="00A0373D" w:rsidTr="0042576C">
        <w:tc>
          <w:tcPr>
            <w:tcW w:w="16200" w:type="dxa"/>
            <w:gridSpan w:val="7"/>
          </w:tcPr>
          <w:p w:rsidR="00A0373D" w:rsidRDefault="00A0373D" w:rsidP="00CF37FE">
            <w:pPr>
              <w:pStyle w:val="a1"/>
              <w:jc w:val="center"/>
              <w:rPr>
                <w:sz w:val="20"/>
                <w:szCs w:val="20"/>
              </w:rPr>
            </w:pPr>
            <w:r w:rsidRPr="00736A53">
              <w:rPr>
                <w:b/>
                <w:sz w:val="22"/>
                <w:szCs w:val="22"/>
              </w:rPr>
              <w:t>5. Выдача результата</w:t>
            </w:r>
          </w:p>
        </w:tc>
      </w:tr>
      <w:tr w:rsidR="00A0373D" w:rsidTr="00EE422B">
        <w:tc>
          <w:tcPr>
            <w:tcW w:w="2268" w:type="dxa"/>
            <w:vMerge w:val="restart"/>
          </w:tcPr>
          <w:p w:rsidR="00A0373D" w:rsidRPr="00D87793" w:rsidRDefault="00A0373D" w:rsidP="00EE422B">
            <w:pPr>
              <w:pStyle w:val="a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D87793">
              <w:rPr>
                <w:sz w:val="20"/>
                <w:szCs w:val="20"/>
              </w:rPr>
              <w:t>ормирование и</w:t>
            </w:r>
          </w:p>
          <w:p w:rsidR="00A0373D" w:rsidRPr="00D87793" w:rsidRDefault="00A0373D" w:rsidP="00EE422B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регистрация</w:t>
            </w:r>
          </w:p>
          <w:p w:rsidR="00A0373D" w:rsidRPr="00D87793" w:rsidRDefault="00A0373D" w:rsidP="00EE422B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результата</w:t>
            </w:r>
          </w:p>
          <w:p w:rsidR="00A0373D" w:rsidRPr="00D87793" w:rsidRDefault="00A0373D" w:rsidP="00EE422B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муниципальной</w:t>
            </w:r>
          </w:p>
          <w:p w:rsidR="00A0373D" w:rsidRPr="00D87793" w:rsidRDefault="00A0373D" w:rsidP="00EE422B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услуги, указанного</w:t>
            </w:r>
          </w:p>
          <w:p w:rsidR="00A0373D" w:rsidRPr="00D87793" w:rsidRDefault="00A0373D" w:rsidP="00EE422B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в пункте 2.3</w:t>
            </w:r>
          </w:p>
          <w:p w:rsidR="00A0373D" w:rsidRPr="00D87793" w:rsidRDefault="00A0373D" w:rsidP="00EE422B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Административного регламента, в</w:t>
            </w:r>
          </w:p>
          <w:p w:rsidR="00A0373D" w:rsidRPr="00D87793" w:rsidRDefault="00A0373D" w:rsidP="00EE422B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форме</w:t>
            </w:r>
          </w:p>
          <w:p w:rsidR="00A0373D" w:rsidRDefault="00A0373D" w:rsidP="00EE422B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электронного документа в ГИС</w:t>
            </w:r>
          </w:p>
        </w:tc>
        <w:tc>
          <w:tcPr>
            <w:tcW w:w="3240" w:type="dxa"/>
          </w:tcPr>
          <w:p w:rsidR="00A0373D" w:rsidRPr="00D87793" w:rsidRDefault="00A0373D" w:rsidP="00A00AF7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Регистрация результата предоставления муниципальной услуги</w:t>
            </w:r>
          </w:p>
        </w:tc>
        <w:tc>
          <w:tcPr>
            <w:tcW w:w="1872" w:type="dxa"/>
          </w:tcPr>
          <w:p w:rsidR="00A0373D" w:rsidRPr="00D87793" w:rsidRDefault="00A0373D" w:rsidP="00EE422B">
            <w:pPr>
              <w:pStyle w:val="a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D87793">
              <w:rPr>
                <w:sz w:val="20"/>
                <w:szCs w:val="20"/>
              </w:rPr>
              <w:t>осле окончания процедуры принятия решения (в общий срок предоставления</w:t>
            </w:r>
          </w:p>
          <w:p w:rsidR="00A0373D" w:rsidRPr="00D87793" w:rsidRDefault="00A0373D" w:rsidP="00EE422B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муниципальной услуги не</w:t>
            </w:r>
          </w:p>
          <w:p w:rsidR="00A0373D" w:rsidRPr="00D87793" w:rsidRDefault="00A0373D" w:rsidP="00EE422B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включается)</w:t>
            </w:r>
          </w:p>
        </w:tc>
        <w:tc>
          <w:tcPr>
            <w:tcW w:w="2160" w:type="dxa"/>
          </w:tcPr>
          <w:p w:rsidR="00A0373D" w:rsidRPr="00D87793" w:rsidRDefault="00A0373D" w:rsidP="00EE422B">
            <w:pPr>
              <w:pStyle w:val="a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D87793">
              <w:rPr>
                <w:sz w:val="20"/>
                <w:szCs w:val="20"/>
              </w:rPr>
              <w:t>олжностное лицо</w:t>
            </w:r>
          </w:p>
          <w:p w:rsidR="00A0373D" w:rsidRPr="00D87793" w:rsidRDefault="00A0373D" w:rsidP="00EE422B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Уполномоченного</w:t>
            </w:r>
          </w:p>
          <w:p w:rsidR="00A0373D" w:rsidRPr="00D87793" w:rsidRDefault="00A0373D" w:rsidP="004B081A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органа,</w:t>
            </w:r>
            <w:r>
              <w:rPr>
                <w:sz w:val="20"/>
                <w:szCs w:val="20"/>
              </w:rPr>
              <w:t xml:space="preserve"> </w:t>
            </w:r>
            <w:r w:rsidRPr="00D87793">
              <w:rPr>
                <w:sz w:val="20"/>
                <w:szCs w:val="20"/>
              </w:rPr>
              <w:t>ответственное за</w:t>
            </w:r>
            <w:r>
              <w:rPr>
                <w:sz w:val="20"/>
                <w:szCs w:val="20"/>
              </w:rPr>
              <w:t xml:space="preserve"> </w:t>
            </w:r>
            <w:r w:rsidRPr="00D87793">
              <w:rPr>
                <w:sz w:val="20"/>
                <w:szCs w:val="20"/>
              </w:rPr>
              <w:t>предоставление</w:t>
            </w:r>
          </w:p>
          <w:p w:rsidR="00A0373D" w:rsidRPr="00D87793" w:rsidRDefault="00A0373D" w:rsidP="00EE422B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муниципальной</w:t>
            </w:r>
          </w:p>
          <w:p w:rsidR="00A0373D" w:rsidRPr="00D87793" w:rsidRDefault="00A0373D" w:rsidP="00EE422B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услуги</w:t>
            </w:r>
          </w:p>
          <w:p w:rsidR="00A0373D" w:rsidRDefault="00A0373D" w:rsidP="00CF37FE">
            <w:pPr>
              <w:pStyle w:val="a1"/>
              <w:jc w:val="center"/>
              <w:rPr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:rsidR="00A0373D" w:rsidRPr="00D87793" w:rsidRDefault="00A0373D" w:rsidP="00EE422B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Уполномоченный орган) / ГИС</w:t>
            </w:r>
          </w:p>
        </w:tc>
        <w:tc>
          <w:tcPr>
            <w:tcW w:w="2268" w:type="dxa"/>
            <w:vMerge w:val="restart"/>
          </w:tcPr>
          <w:p w:rsidR="00A0373D" w:rsidRPr="00D87793" w:rsidRDefault="00A0373D" w:rsidP="00CF37FE">
            <w:pPr>
              <w:pStyle w:val="a1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A0373D" w:rsidRPr="00D87793" w:rsidRDefault="00A0373D" w:rsidP="00EE422B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Внесение сведений о</w:t>
            </w:r>
          </w:p>
          <w:p w:rsidR="00A0373D" w:rsidRPr="00D87793" w:rsidRDefault="00A0373D" w:rsidP="00EE422B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конечном результате</w:t>
            </w:r>
          </w:p>
          <w:p w:rsidR="00A0373D" w:rsidRPr="00D87793" w:rsidRDefault="00A0373D" w:rsidP="00EE422B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предоставления</w:t>
            </w:r>
          </w:p>
          <w:p w:rsidR="00A0373D" w:rsidRPr="00D87793" w:rsidRDefault="00A0373D" w:rsidP="00EE422B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муниципальной</w:t>
            </w:r>
          </w:p>
          <w:p w:rsidR="00A0373D" w:rsidRDefault="00A0373D" w:rsidP="00EE422B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услуги</w:t>
            </w:r>
          </w:p>
        </w:tc>
      </w:tr>
      <w:tr w:rsidR="00A0373D" w:rsidTr="0054044A">
        <w:tc>
          <w:tcPr>
            <w:tcW w:w="2268" w:type="dxa"/>
            <w:vMerge/>
          </w:tcPr>
          <w:p w:rsidR="00A0373D" w:rsidRDefault="00A0373D" w:rsidP="00456A34">
            <w:pPr>
              <w:pStyle w:val="a1"/>
              <w:jc w:val="center"/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A0373D" w:rsidRPr="00D87793" w:rsidRDefault="00A0373D" w:rsidP="00A00AF7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Направление заявителю результата предоставления муниципальной услуги в личный кабинет на ЕПГУ</w:t>
            </w:r>
          </w:p>
        </w:tc>
        <w:tc>
          <w:tcPr>
            <w:tcW w:w="1872" w:type="dxa"/>
          </w:tcPr>
          <w:p w:rsidR="00A0373D" w:rsidRPr="00D87793" w:rsidRDefault="00A0373D" w:rsidP="00EE422B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В день регистрации результата</w:t>
            </w:r>
          </w:p>
          <w:p w:rsidR="00A0373D" w:rsidRPr="00D87793" w:rsidRDefault="00A0373D" w:rsidP="00EE422B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предоставления</w:t>
            </w:r>
          </w:p>
          <w:p w:rsidR="00A0373D" w:rsidRPr="00D87793" w:rsidRDefault="00A0373D" w:rsidP="00EE422B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муниципальной услуги</w:t>
            </w:r>
          </w:p>
        </w:tc>
        <w:tc>
          <w:tcPr>
            <w:tcW w:w="2160" w:type="dxa"/>
          </w:tcPr>
          <w:p w:rsidR="00A0373D" w:rsidRPr="00D87793" w:rsidRDefault="00A0373D" w:rsidP="00EE422B">
            <w:pPr>
              <w:pStyle w:val="a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D87793">
              <w:rPr>
                <w:sz w:val="20"/>
                <w:szCs w:val="20"/>
              </w:rPr>
              <w:t>олжностное лицо Уполномоченного</w:t>
            </w:r>
          </w:p>
          <w:p w:rsidR="00A0373D" w:rsidRPr="00D87793" w:rsidRDefault="00A0373D" w:rsidP="00EE422B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органа,</w:t>
            </w:r>
          </w:p>
          <w:p w:rsidR="00A0373D" w:rsidRPr="00D87793" w:rsidRDefault="00A0373D" w:rsidP="00EE422B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ответственное за</w:t>
            </w:r>
          </w:p>
          <w:p w:rsidR="00A0373D" w:rsidRPr="00D87793" w:rsidRDefault="00A0373D" w:rsidP="00EE422B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предоставление</w:t>
            </w:r>
          </w:p>
          <w:p w:rsidR="00A0373D" w:rsidRPr="00D87793" w:rsidRDefault="00A0373D" w:rsidP="00EE422B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муниципальной</w:t>
            </w:r>
          </w:p>
          <w:p w:rsidR="00A0373D" w:rsidRDefault="00A0373D" w:rsidP="00EE422B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услуги</w:t>
            </w:r>
          </w:p>
        </w:tc>
        <w:tc>
          <w:tcPr>
            <w:tcW w:w="1872" w:type="dxa"/>
          </w:tcPr>
          <w:p w:rsidR="00A0373D" w:rsidRPr="00D87793" w:rsidRDefault="00A0373D" w:rsidP="0054044A">
            <w:pPr>
              <w:pStyle w:val="a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ГИС</w:t>
            </w:r>
          </w:p>
        </w:tc>
        <w:tc>
          <w:tcPr>
            <w:tcW w:w="2268" w:type="dxa"/>
            <w:vMerge/>
          </w:tcPr>
          <w:p w:rsidR="00A0373D" w:rsidRPr="00D87793" w:rsidRDefault="00A0373D" w:rsidP="00CF37FE">
            <w:pPr>
              <w:pStyle w:val="a1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A0373D" w:rsidRPr="00D87793" w:rsidRDefault="00A0373D" w:rsidP="00EE422B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Результат</w:t>
            </w:r>
          </w:p>
          <w:p w:rsidR="00A0373D" w:rsidRDefault="00A0373D" w:rsidP="00CF37FE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муниципальной услуги, направленный заявителю на личный кабинет на ЕПГУ</w:t>
            </w:r>
          </w:p>
        </w:tc>
      </w:tr>
      <w:tr w:rsidR="00A0373D" w:rsidTr="002E00D6">
        <w:tc>
          <w:tcPr>
            <w:tcW w:w="16200" w:type="dxa"/>
            <w:gridSpan w:val="7"/>
          </w:tcPr>
          <w:p w:rsidR="00A0373D" w:rsidRDefault="00A0373D" w:rsidP="00CF37FE">
            <w:pPr>
              <w:pStyle w:val="a1"/>
              <w:jc w:val="center"/>
              <w:rPr>
                <w:sz w:val="20"/>
                <w:szCs w:val="20"/>
              </w:rPr>
            </w:pPr>
            <w:r w:rsidRPr="004B081A">
              <w:rPr>
                <w:b/>
                <w:sz w:val="22"/>
                <w:szCs w:val="22"/>
              </w:rPr>
              <w:t>6. Внесение результата муниципальной услуги в реестр решений</w:t>
            </w:r>
          </w:p>
        </w:tc>
      </w:tr>
      <w:tr w:rsidR="00A0373D" w:rsidTr="0011195F">
        <w:tc>
          <w:tcPr>
            <w:tcW w:w="2268" w:type="dxa"/>
          </w:tcPr>
          <w:p w:rsidR="00A0373D" w:rsidRPr="00D87793" w:rsidRDefault="00A0373D" w:rsidP="004B081A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Формирование и</w:t>
            </w:r>
          </w:p>
          <w:p w:rsidR="00A0373D" w:rsidRPr="00D87793" w:rsidRDefault="00A0373D" w:rsidP="004B081A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регистрация</w:t>
            </w:r>
            <w:r>
              <w:rPr>
                <w:sz w:val="20"/>
                <w:szCs w:val="20"/>
              </w:rPr>
              <w:t xml:space="preserve"> </w:t>
            </w:r>
            <w:r w:rsidRPr="00D87793">
              <w:rPr>
                <w:sz w:val="20"/>
                <w:szCs w:val="20"/>
              </w:rPr>
              <w:t>результата</w:t>
            </w:r>
          </w:p>
          <w:p w:rsidR="00A0373D" w:rsidRPr="00D87793" w:rsidRDefault="00A0373D" w:rsidP="004B081A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муниципальной услуги, указанного в</w:t>
            </w:r>
            <w:r>
              <w:rPr>
                <w:sz w:val="20"/>
                <w:szCs w:val="20"/>
              </w:rPr>
              <w:t xml:space="preserve"> </w:t>
            </w:r>
            <w:r w:rsidRPr="00D87793">
              <w:rPr>
                <w:sz w:val="20"/>
                <w:szCs w:val="20"/>
              </w:rPr>
              <w:t>пункте 2.3</w:t>
            </w:r>
          </w:p>
          <w:p w:rsidR="00A0373D" w:rsidRPr="00D87793" w:rsidRDefault="00A0373D" w:rsidP="004B081A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Административного регламента, в</w:t>
            </w:r>
            <w:r>
              <w:rPr>
                <w:sz w:val="20"/>
                <w:szCs w:val="20"/>
              </w:rPr>
              <w:t xml:space="preserve"> </w:t>
            </w:r>
            <w:r w:rsidRPr="00D87793">
              <w:rPr>
                <w:sz w:val="20"/>
                <w:szCs w:val="20"/>
              </w:rPr>
              <w:t>форме</w:t>
            </w:r>
          </w:p>
          <w:p w:rsidR="00A0373D" w:rsidRDefault="00A0373D" w:rsidP="004B081A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электронного документа в ГИС</w:t>
            </w:r>
          </w:p>
        </w:tc>
        <w:tc>
          <w:tcPr>
            <w:tcW w:w="3240" w:type="dxa"/>
          </w:tcPr>
          <w:p w:rsidR="00A0373D" w:rsidRDefault="00A0373D" w:rsidP="00A00AF7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 xml:space="preserve">Внесение сведений о результате предоставления муниципальной услуги, указанном в пункте 2.3 Административного регламента, </w:t>
            </w:r>
          </w:p>
          <w:p w:rsidR="00A0373D" w:rsidRPr="00D87793" w:rsidRDefault="00A0373D" w:rsidP="00A00AF7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в реестр решений</w:t>
            </w:r>
          </w:p>
        </w:tc>
        <w:tc>
          <w:tcPr>
            <w:tcW w:w="1872" w:type="dxa"/>
          </w:tcPr>
          <w:p w:rsidR="00A0373D" w:rsidRPr="00D87793" w:rsidRDefault="00A0373D" w:rsidP="00CF37FE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1 рабочий день</w:t>
            </w:r>
          </w:p>
        </w:tc>
        <w:tc>
          <w:tcPr>
            <w:tcW w:w="2160" w:type="dxa"/>
          </w:tcPr>
          <w:p w:rsidR="00A0373D" w:rsidRPr="00D87793" w:rsidRDefault="00A0373D" w:rsidP="0011195F">
            <w:pPr>
              <w:pStyle w:val="a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D87793">
              <w:rPr>
                <w:sz w:val="20"/>
                <w:szCs w:val="20"/>
              </w:rPr>
              <w:t>олжностное лицо</w:t>
            </w:r>
          </w:p>
          <w:p w:rsidR="00A0373D" w:rsidRPr="00D87793" w:rsidRDefault="00A0373D" w:rsidP="0011195F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Уполномоченного</w:t>
            </w:r>
          </w:p>
          <w:p w:rsidR="00A0373D" w:rsidRPr="00D87793" w:rsidRDefault="00A0373D" w:rsidP="0011195F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органа,</w:t>
            </w:r>
            <w:r>
              <w:rPr>
                <w:sz w:val="20"/>
                <w:szCs w:val="20"/>
              </w:rPr>
              <w:t xml:space="preserve"> </w:t>
            </w:r>
            <w:r w:rsidRPr="00D87793">
              <w:rPr>
                <w:sz w:val="20"/>
                <w:szCs w:val="20"/>
              </w:rPr>
              <w:t>ответственное за</w:t>
            </w:r>
            <w:r>
              <w:rPr>
                <w:sz w:val="20"/>
                <w:szCs w:val="20"/>
              </w:rPr>
              <w:t xml:space="preserve"> </w:t>
            </w:r>
            <w:r w:rsidRPr="00D87793">
              <w:rPr>
                <w:sz w:val="20"/>
                <w:szCs w:val="20"/>
              </w:rPr>
              <w:t>предоставление</w:t>
            </w:r>
          </w:p>
          <w:p w:rsidR="00A0373D" w:rsidRPr="00D87793" w:rsidRDefault="00A0373D" w:rsidP="0011195F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муниципальной</w:t>
            </w:r>
          </w:p>
          <w:p w:rsidR="00A0373D" w:rsidRDefault="00A0373D" w:rsidP="0011195F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услуги</w:t>
            </w:r>
          </w:p>
        </w:tc>
        <w:tc>
          <w:tcPr>
            <w:tcW w:w="1872" w:type="dxa"/>
          </w:tcPr>
          <w:p w:rsidR="00A0373D" w:rsidRPr="00D87793" w:rsidRDefault="00A0373D" w:rsidP="0011195F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ГИС</w:t>
            </w:r>
          </w:p>
        </w:tc>
        <w:tc>
          <w:tcPr>
            <w:tcW w:w="2268" w:type="dxa"/>
          </w:tcPr>
          <w:p w:rsidR="00A0373D" w:rsidRPr="00D87793" w:rsidRDefault="00A0373D" w:rsidP="00CF37FE">
            <w:pPr>
              <w:pStyle w:val="a1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A0373D" w:rsidRDefault="00A0373D" w:rsidP="00CF37FE">
            <w:pPr>
              <w:pStyle w:val="a1"/>
              <w:jc w:val="center"/>
              <w:rPr>
                <w:sz w:val="20"/>
                <w:szCs w:val="20"/>
              </w:rPr>
            </w:pPr>
            <w:r w:rsidRPr="00D87793">
              <w:rPr>
                <w:sz w:val="20"/>
                <w:szCs w:val="20"/>
              </w:rPr>
              <w:t>Результат предоставления муниципальной услуги, указанный в пункте 2.3 Административного регламента внесен в реестр</w:t>
            </w:r>
          </w:p>
        </w:tc>
      </w:tr>
    </w:tbl>
    <w:p w:rsidR="00A0373D" w:rsidRDefault="00A0373D" w:rsidP="003418FF">
      <w:pPr>
        <w:spacing w:after="0" w:line="240" w:lineRule="auto"/>
        <w:contextualSpacing/>
        <w:jc w:val="center"/>
        <w:textAlignment w:val="baseline"/>
        <w:outlineLvl w:val="1"/>
        <w:rPr>
          <w:rFonts w:ascii="Times New Roman" w:hAnsi="Times New Roman"/>
          <w:b/>
          <w:sz w:val="24"/>
          <w:szCs w:val="20"/>
        </w:rPr>
      </w:pPr>
    </w:p>
    <w:p w:rsidR="00A0373D" w:rsidRDefault="00A0373D" w:rsidP="003418FF">
      <w:pPr>
        <w:spacing w:after="0" w:line="240" w:lineRule="auto"/>
        <w:contextualSpacing/>
        <w:jc w:val="center"/>
        <w:textAlignment w:val="baseline"/>
        <w:outlineLvl w:val="1"/>
        <w:rPr>
          <w:rFonts w:ascii="Times New Roman" w:hAnsi="Times New Roman"/>
          <w:b/>
          <w:sz w:val="24"/>
          <w:szCs w:val="20"/>
        </w:rPr>
      </w:pPr>
    </w:p>
    <w:p w:rsidR="00A0373D" w:rsidRPr="00120746" w:rsidRDefault="00A0373D" w:rsidP="003418FF">
      <w:pPr>
        <w:spacing w:after="0" w:line="240" w:lineRule="auto"/>
        <w:contextualSpacing/>
        <w:jc w:val="center"/>
        <w:textAlignment w:val="baseline"/>
        <w:outlineLvl w:val="1"/>
        <w:rPr>
          <w:rFonts w:ascii="Times New Roman" w:hAnsi="Times New Roman"/>
          <w:b/>
          <w:sz w:val="24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004727">
      <w:pPr>
        <w:spacing w:after="0" w:line="180" w:lineRule="exac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  <w:sectPr w:rsidR="00A0373D" w:rsidSect="00FB3E5D">
          <w:pgSz w:w="16838" w:h="11906" w:orient="landscape"/>
          <w:pgMar w:top="567" w:right="278" w:bottom="1134" w:left="227" w:header="709" w:footer="709" w:gutter="0"/>
          <w:cols w:space="708"/>
          <w:titlePg/>
          <w:docGrid w:linePitch="360"/>
        </w:sect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A0373D" w:rsidRPr="007D094A" w:rsidRDefault="00A0373D" w:rsidP="007A74FB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Приложение 3</w:t>
      </w:r>
    </w:p>
    <w:p w:rsidR="00A0373D" w:rsidRPr="007D094A" w:rsidRDefault="00A0373D" w:rsidP="007A74FB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sz w:val="18"/>
          <w:szCs w:val="18"/>
        </w:rPr>
      </w:pPr>
      <w:r w:rsidRPr="007D094A">
        <w:rPr>
          <w:rFonts w:ascii="Times New Roman" w:hAnsi="Times New Roman"/>
          <w:sz w:val="18"/>
          <w:szCs w:val="18"/>
        </w:rPr>
        <w:t xml:space="preserve">к Административному регламенту предоставления </w:t>
      </w:r>
    </w:p>
    <w:p w:rsidR="00A0373D" w:rsidRPr="007D094A" w:rsidRDefault="00A0373D" w:rsidP="007A74FB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sz w:val="18"/>
          <w:szCs w:val="18"/>
        </w:rPr>
        <w:t>муниципальной услуги «</w:t>
      </w:r>
      <w:r w:rsidRPr="007D094A">
        <w:rPr>
          <w:rFonts w:ascii="Times New Roman" w:hAnsi="Times New Roman"/>
          <w:bCs/>
          <w:sz w:val="18"/>
          <w:szCs w:val="18"/>
        </w:rPr>
        <w:t xml:space="preserve">Выдача разрешений на выполнение </w:t>
      </w:r>
    </w:p>
    <w:p w:rsidR="00A0373D" w:rsidRPr="007D094A" w:rsidRDefault="00A0373D" w:rsidP="007A74FB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авиационных работ, парашютных прыжков, демонстрационных </w:t>
      </w:r>
    </w:p>
    <w:p w:rsidR="00A0373D" w:rsidRPr="007D094A" w:rsidRDefault="00A0373D" w:rsidP="007A74FB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полетов воздушных судов, полетов беспилотных воздушных судов </w:t>
      </w:r>
    </w:p>
    <w:p w:rsidR="00A0373D" w:rsidRPr="007D094A" w:rsidRDefault="00A0373D" w:rsidP="007A74FB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(за исключением полетов беспилотных воздушных судов </w:t>
      </w:r>
    </w:p>
    <w:p w:rsidR="00A0373D" w:rsidRPr="007D094A" w:rsidRDefault="00A0373D" w:rsidP="007A74FB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с максимальной взлетной массой менее 0,25 кг), подъемов привязных </w:t>
      </w:r>
    </w:p>
    <w:p w:rsidR="00A0373D" w:rsidRPr="007D094A" w:rsidRDefault="00A0373D" w:rsidP="007A74FB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color w:val="000000"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аэростатов над территорией </w:t>
      </w:r>
      <w:r w:rsidRPr="007D094A">
        <w:rPr>
          <w:rFonts w:ascii="Times New Roman" w:hAnsi="Times New Roman"/>
          <w:bCs/>
          <w:color w:val="000000"/>
          <w:sz w:val="18"/>
          <w:szCs w:val="18"/>
        </w:rPr>
        <w:t xml:space="preserve">Ржевского муниципального округа </w:t>
      </w:r>
    </w:p>
    <w:p w:rsidR="00A0373D" w:rsidRPr="007D094A" w:rsidRDefault="00A0373D" w:rsidP="007A74FB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Тверской области, а также на посадку (взлет) на площадки, </w:t>
      </w:r>
    </w:p>
    <w:p w:rsidR="00A0373D" w:rsidRPr="007D094A" w:rsidRDefault="00A0373D" w:rsidP="007A74FB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color w:val="000000"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расположенные в границах </w:t>
      </w:r>
      <w:r w:rsidRPr="007D094A">
        <w:rPr>
          <w:rFonts w:ascii="Times New Roman" w:hAnsi="Times New Roman"/>
          <w:bCs/>
          <w:color w:val="000000"/>
          <w:sz w:val="18"/>
          <w:szCs w:val="18"/>
        </w:rPr>
        <w:t xml:space="preserve">Ржевского муниципального округа </w:t>
      </w:r>
    </w:p>
    <w:p w:rsidR="00A0373D" w:rsidRPr="007D094A" w:rsidRDefault="00A0373D" w:rsidP="007A74FB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Тверской области, сведения о которых не опубликованы </w:t>
      </w:r>
    </w:p>
    <w:p w:rsidR="00A0373D" w:rsidRPr="007D094A" w:rsidRDefault="00A0373D" w:rsidP="007A74FB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color w:val="000000"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>в документах аэронавигационной информации</w:t>
      </w:r>
      <w:r w:rsidRPr="007D094A">
        <w:rPr>
          <w:rFonts w:ascii="Times New Roman" w:hAnsi="Times New Roman"/>
          <w:sz w:val="18"/>
          <w:szCs w:val="18"/>
        </w:rPr>
        <w:t>»</w:t>
      </w: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Pr="00646B9A" w:rsidRDefault="00A0373D" w:rsidP="00646B9A">
      <w:pPr>
        <w:spacing w:after="0" w:line="360" w:lineRule="auto"/>
        <w:contextualSpacing/>
        <w:jc w:val="center"/>
        <w:textAlignment w:val="baseline"/>
        <w:outlineLvl w:val="1"/>
        <w:rPr>
          <w:rFonts w:ascii="Times New Roman" w:hAnsi="Times New Roman"/>
          <w:b/>
          <w:sz w:val="24"/>
          <w:szCs w:val="20"/>
        </w:rPr>
      </w:pPr>
      <w:r w:rsidRPr="00646B9A">
        <w:rPr>
          <w:rFonts w:ascii="Times New Roman" w:hAnsi="Times New Roman"/>
          <w:b/>
          <w:sz w:val="24"/>
          <w:szCs w:val="20"/>
        </w:rPr>
        <w:t>Сведения</w:t>
      </w:r>
    </w:p>
    <w:p w:rsidR="00A0373D" w:rsidRDefault="00A0373D" w:rsidP="00646B9A">
      <w:pPr>
        <w:spacing w:after="0" w:line="360" w:lineRule="auto"/>
        <w:contextualSpacing/>
        <w:jc w:val="center"/>
        <w:textAlignment w:val="baseline"/>
        <w:outlineLvl w:val="1"/>
        <w:rPr>
          <w:rFonts w:ascii="Times New Roman" w:hAnsi="Times New Roman"/>
          <w:b/>
          <w:sz w:val="24"/>
          <w:szCs w:val="20"/>
        </w:rPr>
      </w:pPr>
      <w:r w:rsidRPr="00646B9A">
        <w:rPr>
          <w:rFonts w:ascii="Times New Roman" w:hAnsi="Times New Roman"/>
          <w:b/>
          <w:sz w:val="24"/>
          <w:szCs w:val="20"/>
        </w:rPr>
        <w:t>об Администрации Ржевского муниципального округа Тв</w:t>
      </w:r>
      <w:r>
        <w:rPr>
          <w:rFonts w:ascii="Times New Roman" w:hAnsi="Times New Roman"/>
          <w:b/>
          <w:sz w:val="24"/>
          <w:szCs w:val="20"/>
        </w:rPr>
        <w:t xml:space="preserve">ерской области, </w:t>
      </w:r>
    </w:p>
    <w:p w:rsidR="00A0373D" w:rsidRPr="00646B9A" w:rsidRDefault="00A0373D" w:rsidP="00646B9A">
      <w:pPr>
        <w:spacing w:after="0" w:line="360" w:lineRule="auto"/>
        <w:contextualSpacing/>
        <w:jc w:val="center"/>
        <w:textAlignment w:val="baseline"/>
        <w:outlineLvl w:val="1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t xml:space="preserve">предоставляющей </w:t>
      </w:r>
      <w:r w:rsidRPr="00646B9A">
        <w:rPr>
          <w:rFonts w:ascii="Times New Roman" w:hAnsi="Times New Roman"/>
          <w:b/>
          <w:sz w:val="24"/>
          <w:szCs w:val="20"/>
        </w:rPr>
        <w:t xml:space="preserve"> муниципальную услугу</w:t>
      </w:r>
    </w:p>
    <w:p w:rsidR="00A0373D" w:rsidRPr="00646B9A" w:rsidRDefault="00A0373D" w:rsidP="00646B9A">
      <w:pPr>
        <w:spacing w:after="0" w:line="360" w:lineRule="auto"/>
        <w:ind w:firstLine="708"/>
        <w:contextualSpacing/>
        <w:textAlignment w:val="baseline"/>
        <w:outlineLvl w:val="1"/>
        <w:rPr>
          <w:rFonts w:ascii="Times New Roman" w:hAnsi="Times New Roman"/>
          <w:sz w:val="24"/>
          <w:szCs w:val="20"/>
        </w:rPr>
      </w:pPr>
      <w:r w:rsidRPr="00646B9A">
        <w:rPr>
          <w:rFonts w:ascii="Times New Roman" w:hAnsi="Times New Roman"/>
          <w:sz w:val="24"/>
          <w:szCs w:val="20"/>
        </w:rPr>
        <w:t>Место нахождения: 172381, Тверская область, г. Ржев, ул. Партизанская, д. 33</w:t>
      </w:r>
    </w:p>
    <w:p w:rsidR="00A0373D" w:rsidRPr="00646B9A" w:rsidRDefault="00A0373D" w:rsidP="00646B9A">
      <w:pPr>
        <w:spacing w:after="0" w:line="360" w:lineRule="auto"/>
        <w:ind w:firstLine="708"/>
        <w:contextualSpacing/>
        <w:textAlignment w:val="baseline"/>
        <w:outlineLvl w:val="1"/>
        <w:rPr>
          <w:rFonts w:ascii="Times New Roman" w:hAnsi="Times New Roman"/>
          <w:sz w:val="24"/>
          <w:szCs w:val="20"/>
        </w:rPr>
      </w:pPr>
      <w:r w:rsidRPr="00646B9A">
        <w:rPr>
          <w:rFonts w:ascii="Times New Roman" w:hAnsi="Times New Roman"/>
          <w:sz w:val="24"/>
          <w:szCs w:val="20"/>
        </w:rPr>
        <w:t>Телефон / факс: (848232) 2-09-15</w:t>
      </w:r>
    </w:p>
    <w:p w:rsidR="00A0373D" w:rsidRPr="00646B9A" w:rsidRDefault="00A0373D" w:rsidP="00646B9A">
      <w:pPr>
        <w:spacing w:after="0" w:line="360" w:lineRule="auto"/>
        <w:ind w:firstLine="708"/>
        <w:contextualSpacing/>
        <w:textAlignment w:val="baseline"/>
        <w:outlineLvl w:val="1"/>
        <w:rPr>
          <w:rFonts w:ascii="Times New Roman" w:hAnsi="Times New Roman"/>
          <w:sz w:val="24"/>
          <w:szCs w:val="20"/>
        </w:rPr>
      </w:pPr>
      <w:r w:rsidRPr="00646B9A">
        <w:rPr>
          <w:rFonts w:ascii="Times New Roman" w:hAnsi="Times New Roman"/>
          <w:sz w:val="24"/>
          <w:szCs w:val="20"/>
        </w:rPr>
        <w:t xml:space="preserve">Адрес электронной почты: </w:t>
      </w:r>
      <w:hyperlink r:id="rId20" w:history="1">
        <w:r w:rsidRPr="008251A2">
          <w:rPr>
            <w:rStyle w:val="Hyperlink"/>
            <w:rFonts w:ascii="Times New Roman" w:hAnsi="Times New Roman"/>
            <w:sz w:val="24"/>
            <w:szCs w:val="20"/>
          </w:rPr>
          <w:t>info@городржев.рф</w:t>
        </w:r>
      </w:hyperlink>
      <w:r>
        <w:rPr>
          <w:rFonts w:ascii="Times New Roman" w:hAnsi="Times New Roman"/>
          <w:sz w:val="24"/>
          <w:szCs w:val="20"/>
        </w:rPr>
        <w:t xml:space="preserve"> </w:t>
      </w:r>
    </w:p>
    <w:p w:rsidR="00A0373D" w:rsidRPr="00646B9A" w:rsidRDefault="00A0373D" w:rsidP="00646B9A">
      <w:pPr>
        <w:spacing w:after="0" w:line="360" w:lineRule="auto"/>
        <w:ind w:firstLine="708"/>
        <w:contextualSpacing/>
        <w:textAlignment w:val="baseline"/>
        <w:outlineLvl w:val="1"/>
        <w:rPr>
          <w:rFonts w:ascii="Times New Roman" w:hAnsi="Times New Roman"/>
          <w:sz w:val="24"/>
          <w:szCs w:val="20"/>
        </w:rPr>
      </w:pPr>
      <w:r w:rsidRPr="00646B9A">
        <w:rPr>
          <w:rFonts w:ascii="Times New Roman" w:hAnsi="Times New Roman"/>
          <w:sz w:val="24"/>
          <w:szCs w:val="20"/>
        </w:rPr>
        <w:t xml:space="preserve">Сайт в информационно-телекоммуникационной сети </w:t>
      </w:r>
      <w:r>
        <w:rPr>
          <w:rFonts w:ascii="Times New Roman" w:hAnsi="Times New Roman"/>
          <w:sz w:val="24"/>
          <w:szCs w:val="20"/>
        </w:rPr>
        <w:t>«</w:t>
      </w:r>
      <w:r w:rsidRPr="00646B9A">
        <w:rPr>
          <w:rFonts w:ascii="Times New Roman" w:hAnsi="Times New Roman"/>
          <w:sz w:val="24"/>
          <w:szCs w:val="20"/>
        </w:rPr>
        <w:t>Интернет</w:t>
      </w:r>
      <w:r>
        <w:rPr>
          <w:rFonts w:ascii="Times New Roman" w:hAnsi="Times New Roman"/>
          <w:sz w:val="24"/>
          <w:szCs w:val="20"/>
        </w:rPr>
        <w:t>»</w:t>
      </w:r>
      <w:r w:rsidRPr="00646B9A">
        <w:rPr>
          <w:rFonts w:ascii="Times New Roman" w:hAnsi="Times New Roman"/>
          <w:sz w:val="24"/>
          <w:szCs w:val="20"/>
        </w:rPr>
        <w:t xml:space="preserve">: </w:t>
      </w:r>
      <w:hyperlink r:id="rId21" w:history="1">
        <w:r w:rsidRPr="008251A2">
          <w:rPr>
            <w:rStyle w:val="Hyperlink"/>
            <w:rFonts w:ascii="Times New Roman" w:hAnsi="Times New Roman"/>
            <w:sz w:val="24"/>
            <w:szCs w:val="20"/>
          </w:rPr>
          <w:t>www.городржев.рф</w:t>
        </w:r>
      </w:hyperlink>
      <w:r>
        <w:rPr>
          <w:rFonts w:ascii="Times New Roman" w:hAnsi="Times New Roman"/>
          <w:sz w:val="24"/>
          <w:szCs w:val="20"/>
        </w:rPr>
        <w:t xml:space="preserve"> </w:t>
      </w:r>
    </w:p>
    <w:p w:rsidR="00A0373D" w:rsidRPr="00646B9A" w:rsidRDefault="00A0373D" w:rsidP="007A74FB">
      <w:pPr>
        <w:spacing w:after="0" w:line="360" w:lineRule="auto"/>
        <w:ind w:left="720"/>
        <w:contextualSpacing/>
        <w:textAlignment w:val="baseline"/>
        <w:outlineLvl w:val="1"/>
        <w:rPr>
          <w:rFonts w:ascii="Times New Roman" w:hAnsi="Times New Roman"/>
          <w:sz w:val="24"/>
          <w:szCs w:val="20"/>
        </w:rPr>
      </w:pPr>
      <w:r w:rsidRPr="00646B9A">
        <w:rPr>
          <w:rFonts w:ascii="Times New Roman" w:hAnsi="Times New Roman"/>
          <w:sz w:val="24"/>
          <w:szCs w:val="20"/>
        </w:rPr>
        <w:t>Структурное подразделение:</w:t>
      </w:r>
      <w:r>
        <w:rPr>
          <w:rFonts w:ascii="Times New Roman" w:hAnsi="Times New Roman"/>
          <w:sz w:val="24"/>
          <w:szCs w:val="20"/>
        </w:rPr>
        <w:t xml:space="preserve"> о</w:t>
      </w:r>
      <w:r w:rsidRPr="00646B9A">
        <w:rPr>
          <w:rFonts w:ascii="Times New Roman" w:hAnsi="Times New Roman"/>
          <w:sz w:val="24"/>
          <w:szCs w:val="20"/>
        </w:rPr>
        <w:t xml:space="preserve">тдел </w:t>
      </w:r>
      <w:r>
        <w:rPr>
          <w:rFonts w:ascii="Times New Roman" w:hAnsi="Times New Roman"/>
          <w:sz w:val="24"/>
          <w:szCs w:val="20"/>
        </w:rPr>
        <w:t>транспорта и дорожного</w:t>
      </w:r>
      <w:r w:rsidRPr="00646B9A">
        <w:rPr>
          <w:rFonts w:ascii="Times New Roman" w:hAnsi="Times New Roman"/>
          <w:sz w:val="24"/>
          <w:szCs w:val="20"/>
        </w:rPr>
        <w:t xml:space="preserve"> хозяйства Администрации Ржевского муниципального округа Тверской области.</w:t>
      </w:r>
    </w:p>
    <w:p w:rsidR="00A0373D" w:rsidRPr="00646B9A" w:rsidRDefault="00A0373D" w:rsidP="00646B9A">
      <w:pPr>
        <w:spacing w:after="0" w:line="360" w:lineRule="auto"/>
        <w:ind w:firstLine="708"/>
        <w:contextualSpacing/>
        <w:textAlignment w:val="baseline"/>
        <w:outlineLvl w:val="1"/>
        <w:rPr>
          <w:rFonts w:ascii="Times New Roman" w:hAnsi="Times New Roman"/>
          <w:sz w:val="24"/>
          <w:szCs w:val="20"/>
        </w:rPr>
      </w:pPr>
      <w:r w:rsidRPr="00646B9A">
        <w:rPr>
          <w:rFonts w:ascii="Times New Roman" w:hAnsi="Times New Roman"/>
          <w:sz w:val="24"/>
          <w:szCs w:val="20"/>
        </w:rPr>
        <w:t>Контактные телефоны: 8(48232) 2-</w:t>
      </w:r>
      <w:r>
        <w:rPr>
          <w:rFonts w:ascii="Times New Roman" w:hAnsi="Times New Roman"/>
          <w:sz w:val="24"/>
          <w:szCs w:val="20"/>
        </w:rPr>
        <w:t>18</w:t>
      </w:r>
      <w:r w:rsidRPr="00646B9A">
        <w:rPr>
          <w:rFonts w:ascii="Times New Roman" w:hAnsi="Times New Roman"/>
          <w:sz w:val="24"/>
          <w:szCs w:val="20"/>
        </w:rPr>
        <w:t>-</w:t>
      </w:r>
      <w:r>
        <w:rPr>
          <w:rFonts w:ascii="Times New Roman" w:hAnsi="Times New Roman"/>
          <w:sz w:val="24"/>
          <w:szCs w:val="20"/>
        </w:rPr>
        <w:t>62.</w:t>
      </w:r>
    </w:p>
    <w:p w:rsidR="00A0373D" w:rsidRPr="00646B9A" w:rsidRDefault="00A0373D" w:rsidP="00646B9A">
      <w:pPr>
        <w:spacing w:after="0" w:line="360" w:lineRule="auto"/>
        <w:ind w:firstLine="708"/>
        <w:contextualSpacing/>
        <w:textAlignment w:val="baseline"/>
        <w:outlineLvl w:val="1"/>
        <w:rPr>
          <w:rFonts w:ascii="Times New Roman" w:hAnsi="Times New Roman"/>
          <w:sz w:val="24"/>
          <w:szCs w:val="20"/>
        </w:rPr>
      </w:pPr>
      <w:r w:rsidRPr="00646B9A">
        <w:rPr>
          <w:rFonts w:ascii="Times New Roman" w:hAnsi="Times New Roman"/>
          <w:sz w:val="24"/>
          <w:szCs w:val="20"/>
        </w:rPr>
        <w:t>Время работы Администрации Ржевского муниципального округа Тверской области:</w:t>
      </w:r>
    </w:p>
    <w:p w:rsidR="00A0373D" w:rsidRDefault="00A0373D" w:rsidP="007A74FB">
      <w:pPr>
        <w:spacing w:after="0" w:line="360" w:lineRule="auto"/>
        <w:ind w:firstLine="708"/>
        <w:contextualSpacing/>
        <w:textAlignment w:val="baseline"/>
        <w:outlineLvl w:val="1"/>
        <w:rPr>
          <w:rFonts w:ascii="Times New Roman" w:hAnsi="Times New Roman"/>
          <w:sz w:val="24"/>
          <w:szCs w:val="20"/>
        </w:rPr>
      </w:pPr>
      <w:r w:rsidRPr="00646B9A">
        <w:rPr>
          <w:rFonts w:ascii="Times New Roman" w:hAnsi="Times New Roman"/>
          <w:sz w:val="24"/>
          <w:szCs w:val="20"/>
        </w:rPr>
        <w:t>Понедельник</w:t>
      </w:r>
      <w:r>
        <w:rPr>
          <w:rFonts w:ascii="Times New Roman" w:hAnsi="Times New Roman"/>
          <w:sz w:val="24"/>
          <w:szCs w:val="20"/>
        </w:rPr>
        <w:t xml:space="preserve"> – </w:t>
      </w:r>
      <w:r w:rsidRPr="00646B9A">
        <w:rPr>
          <w:rFonts w:ascii="Times New Roman" w:hAnsi="Times New Roman"/>
          <w:sz w:val="24"/>
          <w:szCs w:val="20"/>
        </w:rPr>
        <w:t xml:space="preserve">четверг: 9.00 </w:t>
      </w:r>
      <w:r>
        <w:rPr>
          <w:rFonts w:ascii="Times New Roman" w:hAnsi="Times New Roman"/>
          <w:sz w:val="24"/>
          <w:szCs w:val="20"/>
        </w:rPr>
        <w:t>–</w:t>
      </w:r>
      <w:r w:rsidRPr="00646B9A">
        <w:rPr>
          <w:rFonts w:ascii="Times New Roman" w:hAnsi="Times New Roman"/>
          <w:sz w:val="24"/>
          <w:szCs w:val="20"/>
        </w:rPr>
        <w:t xml:space="preserve"> 17.00</w:t>
      </w:r>
      <w:r>
        <w:rPr>
          <w:rFonts w:ascii="Times New Roman" w:hAnsi="Times New Roman"/>
          <w:sz w:val="24"/>
          <w:szCs w:val="20"/>
        </w:rPr>
        <w:t xml:space="preserve"> часов</w:t>
      </w:r>
      <w:r w:rsidRPr="00646B9A">
        <w:rPr>
          <w:rFonts w:ascii="Times New Roman" w:hAnsi="Times New Roman"/>
          <w:sz w:val="24"/>
          <w:szCs w:val="20"/>
        </w:rPr>
        <w:t xml:space="preserve">; пятница: 9.00 </w:t>
      </w:r>
      <w:r>
        <w:rPr>
          <w:rFonts w:ascii="Times New Roman" w:hAnsi="Times New Roman"/>
          <w:sz w:val="24"/>
          <w:szCs w:val="20"/>
        </w:rPr>
        <w:t>–</w:t>
      </w:r>
      <w:r w:rsidRPr="00646B9A">
        <w:rPr>
          <w:rFonts w:ascii="Times New Roman" w:hAnsi="Times New Roman"/>
          <w:sz w:val="24"/>
          <w:szCs w:val="20"/>
        </w:rPr>
        <w:t xml:space="preserve"> 16.00</w:t>
      </w:r>
      <w:r>
        <w:rPr>
          <w:rFonts w:ascii="Times New Roman" w:hAnsi="Times New Roman"/>
          <w:sz w:val="24"/>
          <w:szCs w:val="20"/>
        </w:rPr>
        <w:t xml:space="preserve"> часов</w:t>
      </w:r>
      <w:r w:rsidRPr="00646B9A">
        <w:rPr>
          <w:rFonts w:ascii="Times New Roman" w:hAnsi="Times New Roman"/>
          <w:sz w:val="24"/>
          <w:szCs w:val="20"/>
        </w:rPr>
        <w:t xml:space="preserve">; </w:t>
      </w:r>
    </w:p>
    <w:p w:rsidR="00A0373D" w:rsidRPr="00646B9A" w:rsidRDefault="00A0373D" w:rsidP="007A74FB">
      <w:pPr>
        <w:spacing w:after="0" w:line="360" w:lineRule="auto"/>
        <w:ind w:firstLine="708"/>
        <w:contextualSpacing/>
        <w:textAlignment w:val="baseline"/>
        <w:outlineLvl w:val="1"/>
        <w:rPr>
          <w:rFonts w:ascii="Times New Roman" w:hAnsi="Times New Roman"/>
          <w:sz w:val="24"/>
          <w:szCs w:val="20"/>
        </w:rPr>
      </w:pPr>
      <w:r w:rsidRPr="00646B9A">
        <w:rPr>
          <w:rFonts w:ascii="Times New Roman" w:hAnsi="Times New Roman"/>
          <w:sz w:val="24"/>
          <w:szCs w:val="20"/>
        </w:rPr>
        <w:t>обед: 13.00</w:t>
      </w:r>
      <w:r>
        <w:rPr>
          <w:rFonts w:ascii="Times New Roman" w:hAnsi="Times New Roman"/>
          <w:sz w:val="24"/>
          <w:szCs w:val="20"/>
        </w:rPr>
        <w:t xml:space="preserve"> – </w:t>
      </w:r>
      <w:r w:rsidRPr="00646B9A">
        <w:rPr>
          <w:rFonts w:ascii="Times New Roman" w:hAnsi="Times New Roman"/>
          <w:sz w:val="24"/>
          <w:szCs w:val="20"/>
        </w:rPr>
        <w:t>14.00</w:t>
      </w:r>
      <w:r>
        <w:rPr>
          <w:rFonts w:ascii="Times New Roman" w:hAnsi="Times New Roman"/>
          <w:sz w:val="24"/>
          <w:szCs w:val="20"/>
        </w:rPr>
        <w:t xml:space="preserve"> часов.</w:t>
      </w:r>
    </w:p>
    <w:p w:rsidR="00A0373D" w:rsidRDefault="00A0373D" w:rsidP="00646B9A">
      <w:pPr>
        <w:spacing w:after="0" w:line="360" w:lineRule="auto"/>
        <w:ind w:firstLine="708"/>
        <w:contextualSpacing/>
        <w:textAlignment w:val="baseline"/>
        <w:outlineLvl w:val="1"/>
        <w:rPr>
          <w:rFonts w:ascii="Times New Roman" w:hAnsi="Times New Roman"/>
          <w:sz w:val="24"/>
          <w:szCs w:val="20"/>
        </w:rPr>
      </w:pPr>
      <w:r w:rsidRPr="00646B9A">
        <w:rPr>
          <w:rFonts w:ascii="Times New Roman" w:hAnsi="Times New Roman"/>
          <w:sz w:val="24"/>
          <w:szCs w:val="20"/>
        </w:rPr>
        <w:t>Адрес Единого портала государственных и</w:t>
      </w:r>
      <w:r>
        <w:rPr>
          <w:rFonts w:ascii="Times New Roman" w:hAnsi="Times New Roman"/>
          <w:sz w:val="24"/>
          <w:szCs w:val="20"/>
        </w:rPr>
        <w:t xml:space="preserve"> муниципальных услуг (функций):</w:t>
      </w:r>
    </w:p>
    <w:p w:rsidR="00A0373D" w:rsidRPr="00646B9A" w:rsidRDefault="00A0373D" w:rsidP="00646B9A">
      <w:pPr>
        <w:spacing w:after="0" w:line="360" w:lineRule="auto"/>
        <w:ind w:firstLine="708"/>
        <w:contextualSpacing/>
        <w:textAlignment w:val="baseline"/>
        <w:outlineLvl w:val="1"/>
        <w:rPr>
          <w:rFonts w:ascii="Times New Roman" w:hAnsi="Times New Roman"/>
          <w:sz w:val="24"/>
          <w:szCs w:val="20"/>
        </w:rPr>
      </w:pPr>
      <w:hyperlink r:id="rId22" w:history="1">
        <w:r w:rsidRPr="008251A2">
          <w:rPr>
            <w:rStyle w:val="Hyperlink"/>
            <w:rFonts w:ascii="Times New Roman" w:hAnsi="Times New Roman"/>
            <w:sz w:val="24"/>
            <w:szCs w:val="20"/>
          </w:rPr>
          <w:t>www.gosuslugi.ru</w:t>
        </w:r>
      </w:hyperlink>
      <w:r>
        <w:rPr>
          <w:rFonts w:ascii="Times New Roman" w:hAnsi="Times New Roman"/>
          <w:sz w:val="24"/>
          <w:szCs w:val="20"/>
        </w:rPr>
        <w:t xml:space="preserve"> </w:t>
      </w: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8C3564">
      <w:pPr>
        <w:spacing w:after="0" w:line="160" w:lineRule="exact"/>
        <w:ind w:right="493"/>
        <w:jc w:val="right"/>
        <w:textAlignment w:val="baseline"/>
        <w:outlineLvl w:val="1"/>
        <w:rPr>
          <w:rFonts w:ascii="Times New Roman" w:hAnsi="Times New Roman"/>
          <w:sz w:val="18"/>
          <w:szCs w:val="18"/>
        </w:rPr>
      </w:pPr>
    </w:p>
    <w:p w:rsidR="00A0373D" w:rsidRPr="007D094A" w:rsidRDefault="00A0373D" w:rsidP="008C3564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Приложение 4</w:t>
      </w:r>
    </w:p>
    <w:p w:rsidR="00A0373D" w:rsidRPr="007D094A" w:rsidRDefault="00A0373D" w:rsidP="008C3564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sz w:val="18"/>
          <w:szCs w:val="18"/>
        </w:rPr>
      </w:pPr>
      <w:r w:rsidRPr="007D094A">
        <w:rPr>
          <w:rFonts w:ascii="Times New Roman" w:hAnsi="Times New Roman"/>
          <w:sz w:val="18"/>
          <w:szCs w:val="18"/>
        </w:rPr>
        <w:t xml:space="preserve">к Административному регламенту предоставления </w:t>
      </w:r>
    </w:p>
    <w:p w:rsidR="00A0373D" w:rsidRPr="007D094A" w:rsidRDefault="00A0373D" w:rsidP="008C3564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sz w:val="18"/>
          <w:szCs w:val="18"/>
        </w:rPr>
        <w:t>муниципальной услуги «</w:t>
      </w:r>
      <w:r w:rsidRPr="007D094A">
        <w:rPr>
          <w:rFonts w:ascii="Times New Roman" w:hAnsi="Times New Roman"/>
          <w:bCs/>
          <w:sz w:val="18"/>
          <w:szCs w:val="18"/>
        </w:rPr>
        <w:t xml:space="preserve">Выдача разрешений на выполнение </w:t>
      </w:r>
    </w:p>
    <w:p w:rsidR="00A0373D" w:rsidRPr="007D094A" w:rsidRDefault="00A0373D" w:rsidP="008C3564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авиационных работ, парашютных прыжков, демонстрационных </w:t>
      </w:r>
    </w:p>
    <w:p w:rsidR="00A0373D" w:rsidRPr="007D094A" w:rsidRDefault="00A0373D" w:rsidP="008C3564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полетов воздушных судов, полетов беспилотных воздушных судов </w:t>
      </w:r>
    </w:p>
    <w:p w:rsidR="00A0373D" w:rsidRPr="007D094A" w:rsidRDefault="00A0373D" w:rsidP="008C3564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(за исключением полетов беспилотных воздушных судов </w:t>
      </w:r>
    </w:p>
    <w:p w:rsidR="00A0373D" w:rsidRPr="007D094A" w:rsidRDefault="00A0373D" w:rsidP="008C3564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с максимальной взлетной массой менее 0,25 кг), подъемов привязных </w:t>
      </w:r>
    </w:p>
    <w:p w:rsidR="00A0373D" w:rsidRPr="007D094A" w:rsidRDefault="00A0373D" w:rsidP="008C3564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color w:val="000000"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аэростатов над территорией </w:t>
      </w:r>
      <w:r w:rsidRPr="007D094A">
        <w:rPr>
          <w:rFonts w:ascii="Times New Roman" w:hAnsi="Times New Roman"/>
          <w:bCs/>
          <w:color w:val="000000"/>
          <w:sz w:val="18"/>
          <w:szCs w:val="18"/>
        </w:rPr>
        <w:t xml:space="preserve">Ржевского муниципального округа </w:t>
      </w:r>
    </w:p>
    <w:p w:rsidR="00A0373D" w:rsidRPr="007D094A" w:rsidRDefault="00A0373D" w:rsidP="008C3564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Тверской области, а также на посадку (взлет) на площадки, </w:t>
      </w:r>
    </w:p>
    <w:p w:rsidR="00A0373D" w:rsidRPr="007D094A" w:rsidRDefault="00A0373D" w:rsidP="008C3564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color w:val="000000"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расположенные в границах </w:t>
      </w:r>
      <w:r w:rsidRPr="007D094A">
        <w:rPr>
          <w:rFonts w:ascii="Times New Roman" w:hAnsi="Times New Roman"/>
          <w:bCs/>
          <w:color w:val="000000"/>
          <w:sz w:val="18"/>
          <w:szCs w:val="18"/>
        </w:rPr>
        <w:t xml:space="preserve">Ржевского муниципального округа </w:t>
      </w:r>
    </w:p>
    <w:p w:rsidR="00A0373D" w:rsidRPr="007D094A" w:rsidRDefault="00A0373D" w:rsidP="008C3564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Тверской области, сведения о которых не опубликованы </w:t>
      </w:r>
    </w:p>
    <w:p w:rsidR="00A0373D" w:rsidRPr="007D094A" w:rsidRDefault="00A0373D" w:rsidP="008C3564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color w:val="000000"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>в документах аэронавигационной информации</w:t>
      </w:r>
      <w:r w:rsidRPr="007D094A">
        <w:rPr>
          <w:rFonts w:ascii="Times New Roman" w:hAnsi="Times New Roman"/>
          <w:sz w:val="18"/>
          <w:szCs w:val="18"/>
        </w:rPr>
        <w:t>»</w:t>
      </w:r>
    </w:p>
    <w:p w:rsidR="00A0373D" w:rsidRPr="00E84299" w:rsidRDefault="00A0373D" w:rsidP="00E84299">
      <w:pPr>
        <w:spacing w:after="0" w:line="240" w:lineRule="auto"/>
        <w:textAlignment w:val="baseline"/>
        <w:outlineLvl w:val="1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A0373D" w:rsidRPr="00735278" w:rsidRDefault="00A0373D" w:rsidP="009031F0">
      <w:pPr>
        <w:spacing w:after="0" w:line="240" w:lineRule="auto"/>
        <w:jc w:val="right"/>
        <w:textAlignment w:val="baseline"/>
        <w:rPr>
          <w:rFonts w:ascii="Times New Roman" w:hAnsi="Times New Roman"/>
          <w:color w:val="2D2D2D"/>
          <w:sz w:val="23"/>
          <w:szCs w:val="23"/>
        </w:rPr>
      </w:pPr>
      <w:r w:rsidRPr="00735278">
        <w:rPr>
          <w:rFonts w:ascii="Times New Roman" w:hAnsi="Times New Roman"/>
          <w:color w:val="2D2D2D"/>
          <w:sz w:val="23"/>
          <w:szCs w:val="23"/>
        </w:rPr>
        <w:t xml:space="preserve">Форма  </w:t>
      </w:r>
      <w:r>
        <w:rPr>
          <w:rFonts w:ascii="Times New Roman" w:hAnsi="Times New Roman"/>
          <w:color w:val="2D2D2D"/>
          <w:sz w:val="23"/>
          <w:szCs w:val="23"/>
        </w:rPr>
        <w:t>Разрешения</w:t>
      </w: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42"/>
        <w:gridCol w:w="4820"/>
        <w:gridCol w:w="5301"/>
        <w:gridCol w:w="42"/>
      </w:tblGrid>
      <w:tr w:rsidR="00A0373D" w:rsidRPr="00836D8C" w:rsidTr="00EE0D0B">
        <w:trPr>
          <w:trHeight w:val="15"/>
        </w:trPr>
        <w:tc>
          <w:tcPr>
            <w:tcW w:w="185" w:type="dxa"/>
          </w:tcPr>
          <w:p w:rsidR="00A0373D" w:rsidRPr="00735278" w:rsidRDefault="00A0373D" w:rsidP="00EE0D0B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5544" w:type="dxa"/>
          </w:tcPr>
          <w:p w:rsidR="00A0373D" w:rsidRPr="00735278" w:rsidRDefault="00A0373D" w:rsidP="00EE0D0B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6098" w:type="dxa"/>
          </w:tcPr>
          <w:p w:rsidR="00A0373D" w:rsidRPr="00735278" w:rsidRDefault="00A0373D" w:rsidP="00EE0D0B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  <w:tc>
          <w:tcPr>
            <w:tcW w:w="185" w:type="dxa"/>
          </w:tcPr>
          <w:p w:rsidR="00A0373D" w:rsidRPr="00735278" w:rsidRDefault="00A0373D" w:rsidP="00EE0D0B">
            <w:pPr>
              <w:spacing w:after="0" w:line="240" w:lineRule="auto"/>
              <w:rPr>
                <w:rFonts w:ascii="Times New Roman" w:hAnsi="Times New Roman"/>
                <w:sz w:val="2"/>
                <w:szCs w:val="24"/>
              </w:rPr>
            </w:pPr>
          </w:p>
        </w:tc>
      </w:tr>
      <w:tr w:rsidR="00A0373D" w:rsidRPr="00836D8C" w:rsidTr="00EE0D0B">
        <w:tc>
          <w:tcPr>
            <w:tcW w:w="185" w:type="dxa"/>
          </w:tcPr>
          <w:p w:rsidR="00A0373D" w:rsidRPr="00735278" w:rsidRDefault="00A0373D" w:rsidP="00EE0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6" w:type="dxa"/>
              <w:bottom w:w="0" w:type="dxa"/>
              <w:right w:w="36" w:type="dxa"/>
            </w:tcMar>
          </w:tcPr>
          <w:p w:rsidR="00A0373D" w:rsidRPr="00735278" w:rsidRDefault="00A0373D" w:rsidP="00EE0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36" w:type="dxa"/>
              <w:bottom w:w="0" w:type="dxa"/>
              <w:right w:w="36" w:type="dxa"/>
            </w:tcMar>
          </w:tcPr>
          <w:p w:rsidR="00A0373D" w:rsidRPr="00735278" w:rsidRDefault="00A0373D" w:rsidP="00EE0D0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2D2D2D"/>
                <w:sz w:val="23"/>
                <w:szCs w:val="23"/>
              </w:rPr>
            </w:pPr>
          </w:p>
        </w:tc>
        <w:tc>
          <w:tcPr>
            <w:tcW w:w="185" w:type="dxa"/>
          </w:tcPr>
          <w:p w:rsidR="00A0373D" w:rsidRPr="00735278" w:rsidRDefault="00A0373D" w:rsidP="00EE0D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373D" w:rsidRPr="00836D8C" w:rsidTr="00EE0D0B">
        <w:tc>
          <w:tcPr>
            <w:tcW w:w="185" w:type="dxa"/>
            <w:shd w:val="clear" w:color="auto" w:fill="FFFFFF"/>
          </w:tcPr>
          <w:p w:rsidR="00A0373D" w:rsidRPr="00735278" w:rsidRDefault="00A0373D" w:rsidP="00EE0D0B">
            <w:pPr>
              <w:spacing w:after="0" w:line="240" w:lineRule="auto"/>
              <w:rPr>
                <w:rFonts w:ascii="Arial" w:hAnsi="Arial" w:cs="Arial"/>
                <w:color w:val="242424"/>
                <w:spacing w:val="2"/>
                <w:sz w:val="20"/>
                <w:szCs w:val="20"/>
              </w:rPr>
            </w:pPr>
          </w:p>
        </w:tc>
        <w:tc>
          <w:tcPr>
            <w:tcW w:w="11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36" w:type="dxa"/>
              <w:bottom w:w="0" w:type="dxa"/>
              <w:right w:w="36" w:type="dxa"/>
            </w:tcMar>
          </w:tcPr>
          <w:tbl>
            <w:tblPr>
              <w:tblW w:w="980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9178"/>
              <w:gridCol w:w="318"/>
              <w:gridCol w:w="318"/>
            </w:tblGrid>
            <w:tr w:rsidR="00A0373D" w:rsidRPr="00836D8C" w:rsidTr="00120746">
              <w:trPr>
                <w:trHeight w:val="10194"/>
              </w:trPr>
              <w:tc>
                <w:tcPr>
                  <w:tcW w:w="91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A0373D" w:rsidRPr="00836D8C" w:rsidRDefault="00A0373D" w:rsidP="009031F0">
                  <w:pPr>
                    <w:spacing w:after="0" w:line="240" w:lineRule="auto"/>
                    <w:ind w:right="85" w:firstLine="374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36D8C">
                    <w:rPr>
                      <w:color w:val="2D2D2D"/>
                      <w:spacing w:val="2"/>
                      <w:sz w:val="23"/>
                      <w:szCs w:val="23"/>
                    </w:rPr>
                    <w:br/>
                  </w:r>
                  <w:r w:rsidRPr="00836D8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Тверская область</w:t>
                  </w:r>
                </w:p>
                <w:p w:rsidR="00A0373D" w:rsidRPr="00697892" w:rsidRDefault="00A0373D" w:rsidP="009031F0">
                  <w:pPr>
                    <w:spacing w:after="0" w:line="240" w:lineRule="auto"/>
                    <w:ind w:right="85" w:firstLine="374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36D8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Администрация </w:t>
                  </w:r>
                  <w:r w:rsidRPr="00697892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Ржевского муниципального округа Тверской области</w:t>
                  </w:r>
                </w:p>
                <w:p w:rsidR="00A0373D" w:rsidRPr="00836D8C" w:rsidRDefault="00A0373D" w:rsidP="009031F0">
                  <w:pPr>
                    <w:spacing w:after="0" w:line="240" w:lineRule="auto"/>
                    <w:ind w:right="85" w:firstLine="374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A0373D" w:rsidRPr="00836D8C" w:rsidRDefault="00A0373D" w:rsidP="009031F0">
                  <w:pPr>
                    <w:spacing w:after="0" w:line="240" w:lineRule="auto"/>
                    <w:ind w:right="85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36D8C">
                    <w:rPr>
                      <w:rFonts w:ascii="Times New Roman" w:hAnsi="Times New Roman"/>
                      <w:sz w:val="24"/>
                      <w:szCs w:val="24"/>
                    </w:rPr>
                    <w:t xml:space="preserve">город Ржев, улица  Партизанская, дом 33                            от </w:t>
                  </w:r>
                  <w:r w:rsidRPr="00836D8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«__»  ________20___г.</w:t>
                  </w:r>
                </w:p>
                <w:p w:rsidR="00A0373D" w:rsidRPr="00836D8C" w:rsidRDefault="00A0373D" w:rsidP="009031F0">
                  <w:pPr>
                    <w:spacing w:after="0" w:line="240" w:lineRule="auto"/>
                    <w:ind w:right="85" w:firstLine="10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36D8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РАЗРЕШЕНИЕ  № ___</w:t>
                  </w:r>
                </w:p>
                <w:p w:rsidR="00A0373D" w:rsidRPr="00836D8C" w:rsidRDefault="00A0373D" w:rsidP="007A3EF5">
                  <w:pPr>
                    <w:spacing w:after="0" w:line="240" w:lineRule="auto"/>
                    <w:ind w:right="85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36D8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Выдано:  ______________________________________________________________________</w:t>
                  </w:r>
                </w:p>
                <w:p w:rsidR="00A0373D" w:rsidRPr="00836D8C" w:rsidRDefault="00A0373D" w:rsidP="008D1ED6">
                  <w:pPr>
                    <w:spacing w:after="0" w:line="240" w:lineRule="auto"/>
                    <w:ind w:left="2124" w:right="85" w:firstLine="708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36D8C">
                    <w:rPr>
                      <w:rFonts w:ascii="Times New Roman" w:hAnsi="Times New Roman"/>
                      <w:sz w:val="18"/>
                      <w:szCs w:val="18"/>
                    </w:rPr>
                    <w:t>(для организаций и индивидуальных предпринимателей - полное наименование, юридический адрес, ОГРН(ИП), для физических лиц – Ф.И.О., )</w:t>
                  </w:r>
                </w:p>
                <w:p w:rsidR="00A0373D" w:rsidRPr="00836D8C" w:rsidRDefault="00A0373D" w:rsidP="007A3EF5">
                  <w:pPr>
                    <w:spacing w:after="0" w:line="240" w:lineRule="auto"/>
                    <w:ind w:right="85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36D8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Руководитель (для юридических лиц):</w:t>
                  </w:r>
                </w:p>
                <w:p w:rsidR="00A0373D" w:rsidRPr="00836D8C" w:rsidRDefault="00A0373D" w:rsidP="007A3EF5">
                  <w:pPr>
                    <w:spacing w:after="0" w:line="240" w:lineRule="auto"/>
                    <w:ind w:right="85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36D8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______________________________________________________________________</w:t>
                  </w:r>
                </w:p>
                <w:p w:rsidR="00A0373D" w:rsidRPr="00836D8C" w:rsidRDefault="00A0373D" w:rsidP="007A3EF5">
                  <w:pPr>
                    <w:spacing w:after="0" w:line="240" w:lineRule="auto"/>
                    <w:ind w:right="85" w:firstLine="374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836D8C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(</w:t>
                  </w:r>
                  <w:r w:rsidRPr="00836D8C">
                    <w:rPr>
                      <w:rFonts w:ascii="Times New Roman" w:hAnsi="Times New Roman"/>
                      <w:sz w:val="18"/>
                      <w:szCs w:val="18"/>
                    </w:rPr>
                    <w:t>наименование должности, Ф.И.О.)</w:t>
                  </w:r>
                </w:p>
                <w:p w:rsidR="00A0373D" w:rsidRDefault="00A0373D" w:rsidP="008D1ED6">
                  <w:pPr>
                    <w:pStyle w:val="ConsPlusNormal"/>
                    <w:ind w:firstLine="709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разрешается использовать воздушное пространство над территорией 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Ржевского муниципального округа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Тверской области для </w:t>
                  </w:r>
                </w:p>
                <w:p w:rsidR="00A0373D" w:rsidRDefault="00A0373D" w:rsidP="008D1ED6">
                  <w:pPr>
                    <w:pStyle w:val="ConsPlusNormal"/>
                    <w:ind w:firstLine="65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________________________________________________________________________</w:t>
                  </w:r>
                </w:p>
                <w:p w:rsidR="00A0373D" w:rsidRDefault="00A0373D" w:rsidP="00EE0D0B">
                  <w:pPr>
                    <w:pStyle w:val="ConsPlusNormal"/>
                    <w:ind w:firstLine="0"/>
                    <w:jc w:val="both"/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_________________________________________________________________________ </w:t>
                  </w:r>
                </w:p>
                <w:p w:rsidR="00A0373D" w:rsidRDefault="00A0373D" w:rsidP="00EE0D0B">
                  <w:pPr>
                    <w:pStyle w:val="ConsPlusNormal"/>
                    <w:ind w:firstLine="709"/>
                    <w:jc w:val="center"/>
                  </w:pPr>
                  <w:r>
                    <w:rPr>
                      <w:rFonts w:ascii="Times New Roman" w:hAnsi="Times New Roman" w:cs="Times New Roman"/>
                      <w:color w:val="000000"/>
                      <w:szCs w:val="22"/>
                    </w:rPr>
                    <w:t>(вид деятельности по использованию воздушного пространства)</w:t>
                  </w:r>
                </w:p>
                <w:p w:rsidR="00A0373D" w:rsidRDefault="00A0373D" w:rsidP="00EE0D0B">
                  <w:pPr>
                    <w:pStyle w:val="ConsPlusNormal"/>
                    <w:jc w:val="both"/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на воздушном судне: ___________________________________________</w:t>
                  </w:r>
                </w:p>
                <w:p w:rsidR="00A0373D" w:rsidRDefault="00A0373D" w:rsidP="00EE0D0B">
                  <w:pPr>
                    <w:pStyle w:val="ConsPlusNormal"/>
                    <w:jc w:val="both"/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тип, количество: _______________________________________________</w:t>
                  </w:r>
                </w:p>
                <w:p w:rsidR="00A0373D" w:rsidRDefault="00A0373D" w:rsidP="00EE0D0B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государственный (регистрационный) опознавательный знак:</w:t>
                  </w:r>
                </w:p>
                <w:p w:rsidR="00A0373D" w:rsidRDefault="00A0373D" w:rsidP="00EE0D0B">
                  <w:pPr>
                    <w:pStyle w:val="ConsPlusNormal"/>
                    <w:jc w:val="both"/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_____________________________________________________________</w:t>
                  </w:r>
                </w:p>
                <w:p w:rsidR="00A0373D" w:rsidRDefault="00A0373D" w:rsidP="00EE0D0B">
                  <w:pPr>
                    <w:pStyle w:val="ConsPlusNormal"/>
                    <w:ind w:firstLine="709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заводской номер (при наличии):</w:t>
                  </w:r>
                </w:p>
                <w:p w:rsidR="00A0373D" w:rsidRDefault="00A0373D" w:rsidP="00EE0D0B">
                  <w:pPr>
                    <w:pStyle w:val="ConsPlusNormal"/>
                    <w:ind w:firstLine="709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______________________________________________________________</w:t>
                  </w:r>
                </w:p>
                <w:p w:rsidR="00A0373D" w:rsidRDefault="00A0373D" w:rsidP="00EE0D0B">
                  <w:pPr>
                    <w:pStyle w:val="ConsPlusNormal"/>
                    <w:ind w:firstLine="709"/>
                    <w:jc w:val="both"/>
                  </w:pPr>
                </w:p>
                <w:p w:rsidR="00A0373D" w:rsidRDefault="00A0373D" w:rsidP="00EE0D0B">
                  <w:pPr>
                    <w:pStyle w:val="ConsPlusNormal"/>
                    <w:ind w:firstLine="709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Место использования воздушного пространства над территорией 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Ржевского муниципального округа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Тверской области:</w:t>
                  </w:r>
                </w:p>
                <w:p w:rsidR="00A0373D" w:rsidRDefault="00A0373D" w:rsidP="00EE0D0B">
                  <w:pPr>
                    <w:pStyle w:val="ConsPlusNormal"/>
                    <w:ind w:firstLine="709"/>
                    <w:jc w:val="both"/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___________________________________________________________________</w:t>
                  </w:r>
                </w:p>
                <w:p w:rsidR="00A0373D" w:rsidRDefault="00A0373D" w:rsidP="00EE0D0B">
                  <w:pPr>
                    <w:pStyle w:val="ConsPlusNormal"/>
                    <w:ind w:firstLine="709"/>
                    <w:jc w:val="both"/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Срок использования воздушного пространства над территорией 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Ржевского муниципального округа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Тверской области (дата и время начала и окончания использования): __________________________________________________________________________</w:t>
                  </w:r>
                </w:p>
                <w:p w:rsidR="00A0373D" w:rsidRDefault="00A0373D" w:rsidP="00EE0D0B">
                  <w:pPr>
                    <w:pStyle w:val="ConsPlusNormal"/>
                    <w:ind w:firstLine="709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Сведения о площадках посадки (взлета), сведения о которых не опубликованы в документах аэронавигационной информации</w:t>
                  </w:r>
                </w:p>
                <w:p w:rsidR="00A0373D" w:rsidRDefault="00A0373D" w:rsidP="00EE0D0B">
                  <w:pPr>
                    <w:pStyle w:val="ConsPlusNormal"/>
                    <w:ind w:firstLine="709"/>
                    <w:jc w:val="both"/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___________________________________________________________________</w:t>
                  </w:r>
                </w:p>
                <w:p w:rsidR="00A0373D" w:rsidRPr="00836D8C" w:rsidRDefault="00A0373D" w:rsidP="00352C02">
                  <w:pPr>
                    <w:ind w:right="84" w:firstLine="374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36D8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___________________________________________/____________________/</w:t>
                  </w:r>
                </w:p>
                <w:p w:rsidR="00A0373D" w:rsidRDefault="00A0373D" w:rsidP="00697892">
                  <w:pPr>
                    <w:ind w:right="84" w:firstLine="374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36D8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  должность                               подпись                   Ф.И.О.</w:t>
                  </w:r>
                </w:p>
                <w:p w:rsidR="00A0373D" w:rsidRPr="00BF3E2F" w:rsidRDefault="00A0373D" w:rsidP="00697892">
                  <w:pPr>
                    <w:ind w:right="84" w:firstLine="374"/>
                    <w:rPr>
                      <w:color w:val="2D2D2D"/>
                    </w:rPr>
                  </w:pPr>
                </w:p>
              </w:tc>
              <w:tc>
                <w:tcPr>
                  <w:tcW w:w="304" w:type="dxa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A0373D" w:rsidRPr="00836D8C" w:rsidRDefault="00A0373D" w:rsidP="00EE0D0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0373D" w:rsidRPr="00836D8C" w:rsidRDefault="00A0373D" w:rsidP="00EE0D0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A0373D" w:rsidRPr="00836D8C" w:rsidRDefault="00A0373D" w:rsidP="00EE0D0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A0373D" w:rsidRPr="00836D8C" w:rsidTr="00120746">
              <w:trPr>
                <w:trHeight w:val="443"/>
              </w:trPr>
              <w:tc>
                <w:tcPr>
                  <w:tcW w:w="919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A0373D" w:rsidRPr="00836D8C" w:rsidRDefault="00A0373D" w:rsidP="00EE0D0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A0373D" w:rsidRPr="00BF3E2F" w:rsidRDefault="00A0373D" w:rsidP="00EE0D0B">
                  <w:pPr>
                    <w:pStyle w:val="formattext"/>
                    <w:spacing w:before="0" w:beforeAutospacing="0" w:after="0" w:afterAutospacing="0" w:line="315" w:lineRule="atLeast"/>
                    <w:jc w:val="center"/>
                    <w:textAlignment w:val="baseline"/>
                    <w:rPr>
                      <w:color w:val="2D2D2D"/>
                    </w:rPr>
                  </w:pPr>
                </w:p>
              </w:tc>
              <w:tc>
                <w:tcPr>
                  <w:tcW w:w="3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</w:tcPr>
                <w:p w:rsidR="00A0373D" w:rsidRPr="00836D8C" w:rsidRDefault="00A0373D" w:rsidP="00EE0D0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A0373D" w:rsidRPr="00735278" w:rsidRDefault="00A0373D" w:rsidP="00EE0D0B">
            <w:pPr>
              <w:pStyle w:val="formattext"/>
              <w:shd w:val="clear" w:color="auto" w:fill="FFFFFF"/>
              <w:spacing w:before="0" w:beforeAutospacing="0" w:after="0" w:afterAutospacing="0" w:line="315" w:lineRule="atLeast"/>
              <w:textAlignment w:val="baseline"/>
              <w:rPr>
                <w:rFonts w:ascii="Arial" w:hAnsi="Arial" w:cs="Arial"/>
                <w:color w:val="2D2D2D"/>
                <w:spacing w:val="2"/>
                <w:sz w:val="23"/>
                <w:szCs w:val="23"/>
              </w:rPr>
            </w:pPr>
          </w:p>
        </w:tc>
        <w:tc>
          <w:tcPr>
            <w:tcW w:w="0" w:type="auto"/>
          </w:tcPr>
          <w:p w:rsidR="00A0373D" w:rsidRPr="00735278" w:rsidRDefault="00A0373D" w:rsidP="00EE0D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0373D" w:rsidRDefault="00A0373D" w:rsidP="00E84299">
      <w:pPr>
        <w:spacing w:after="0" w:line="240" w:lineRule="auto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E84299">
      <w:pPr>
        <w:spacing w:after="0" w:line="240" w:lineRule="auto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C9416F">
      <w:pPr>
        <w:spacing w:after="0" w:line="180" w:lineRule="exac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Default="00A0373D" w:rsidP="00C9416F">
      <w:pPr>
        <w:spacing w:after="0" w:line="180" w:lineRule="exac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Pr="007D094A" w:rsidRDefault="00A0373D" w:rsidP="000A4C23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Приложение 5</w:t>
      </w:r>
    </w:p>
    <w:p w:rsidR="00A0373D" w:rsidRPr="007D094A" w:rsidRDefault="00A0373D" w:rsidP="000A4C23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sz w:val="18"/>
          <w:szCs w:val="18"/>
        </w:rPr>
      </w:pPr>
      <w:r w:rsidRPr="007D094A">
        <w:rPr>
          <w:rFonts w:ascii="Times New Roman" w:hAnsi="Times New Roman"/>
          <w:sz w:val="18"/>
          <w:szCs w:val="18"/>
        </w:rPr>
        <w:t xml:space="preserve">к Административному регламенту предоставления </w:t>
      </w:r>
    </w:p>
    <w:p w:rsidR="00A0373D" w:rsidRPr="007D094A" w:rsidRDefault="00A0373D" w:rsidP="000A4C23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sz w:val="18"/>
          <w:szCs w:val="18"/>
        </w:rPr>
        <w:t>муниципальной услуги «</w:t>
      </w:r>
      <w:r w:rsidRPr="007D094A">
        <w:rPr>
          <w:rFonts w:ascii="Times New Roman" w:hAnsi="Times New Roman"/>
          <w:bCs/>
          <w:sz w:val="18"/>
          <w:szCs w:val="18"/>
        </w:rPr>
        <w:t xml:space="preserve">Выдача разрешений на выполнение </w:t>
      </w:r>
    </w:p>
    <w:p w:rsidR="00A0373D" w:rsidRPr="007D094A" w:rsidRDefault="00A0373D" w:rsidP="000A4C23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авиационных работ, парашютных прыжков, демонстрационных </w:t>
      </w:r>
    </w:p>
    <w:p w:rsidR="00A0373D" w:rsidRPr="007D094A" w:rsidRDefault="00A0373D" w:rsidP="000A4C23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полетов воздушных судов, полетов беспилотных воздушных судов </w:t>
      </w:r>
    </w:p>
    <w:p w:rsidR="00A0373D" w:rsidRPr="007D094A" w:rsidRDefault="00A0373D" w:rsidP="000A4C23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(за исключением полетов беспилотных воздушных судов </w:t>
      </w:r>
    </w:p>
    <w:p w:rsidR="00A0373D" w:rsidRPr="007D094A" w:rsidRDefault="00A0373D" w:rsidP="000A4C23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с максимальной взлетной массой менее 0,25 кг), подъемов привязных </w:t>
      </w:r>
    </w:p>
    <w:p w:rsidR="00A0373D" w:rsidRPr="007D094A" w:rsidRDefault="00A0373D" w:rsidP="000A4C23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color w:val="000000"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аэростатов над территорией </w:t>
      </w:r>
      <w:r w:rsidRPr="007D094A">
        <w:rPr>
          <w:rFonts w:ascii="Times New Roman" w:hAnsi="Times New Roman"/>
          <w:bCs/>
          <w:color w:val="000000"/>
          <w:sz w:val="18"/>
          <w:szCs w:val="18"/>
        </w:rPr>
        <w:t xml:space="preserve">Ржевского муниципального округа </w:t>
      </w:r>
    </w:p>
    <w:p w:rsidR="00A0373D" w:rsidRPr="007D094A" w:rsidRDefault="00A0373D" w:rsidP="000A4C23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Тверской области, а также на посадку (взлет) на площадки, </w:t>
      </w:r>
    </w:p>
    <w:p w:rsidR="00A0373D" w:rsidRPr="007D094A" w:rsidRDefault="00A0373D" w:rsidP="000A4C23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color w:val="000000"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расположенные в границах </w:t>
      </w:r>
      <w:r w:rsidRPr="007D094A">
        <w:rPr>
          <w:rFonts w:ascii="Times New Roman" w:hAnsi="Times New Roman"/>
          <w:bCs/>
          <w:color w:val="000000"/>
          <w:sz w:val="18"/>
          <w:szCs w:val="18"/>
        </w:rPr>
        <w:t xml:space="preserve">Ржевского муниципального округа </w:t>
      </w:r>
    </w:p>
    <w:p w:rsidR="00A0373D" w:rsidRPr="007D094A" w:rsidRDefault="00A0373D" w:rsidP="000A4C23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 xml:space="preserve">Тверской области, сведения о которых не опубликованы </w:t>
      </w:r>
    </w:p>
    <w:p w:rsidR="00A0373D" w:rsidRPr="007D094A" w:rsidRDefault="00A0373D" w:rsidP="000A4C23">
      <w:pPr>
        <w:spacing w:after="0" w:line="160" w:lineRule="exact"/>
        <w:ind w:right="-55"/>
        <w:jc w:val="right"/>
        <w:textAlignment w:val="baseline"/>
        <w:outlineLvl w:val="1"/>
        <w:rPr>
          <w:rFonts w:ascii="Times New Roman" w:hAnsi="Times New Roman"/>
          <w:bCs/>
          <w:color w:val="000000"/>
          <w:sz w:val="18"/>
          <w:szCs w:val="18"/>
        </w:rPr>
      </w:pPr>
      <w:r w:rsidRPr="007D094A">
        <w:rPr>
          <w:rFonts w:ascii="Times New Roman" w:hAnsi="Times New Roman"/>
          <w:bCs/>
          <w:sz w:val="18"/>
          <w:szCs w:val="18"/>
        </w:rPr>
        <w:t>в документах аэронавигационной информации</w:t>
      </w:r>
      <w:r w:rsidRPr="007D094A">
        <w:rPr>
          <w:rFonts w:ascii="Times New Roman" w:hAnsi="Times New Roman"/>
          <w:sz w:val="18"/>
          <w:szCs w:val="18"/>
        </w:rPr>
        <w:t>»</w:t>
      </w:r>
    </w:p>
    <w:p w:rsidR="00A0373D" w:rsidRDefault="00A0373D" w:rsidP="00C9416F">
      <w:pPr>
        <w:spacing w:after="0" w:line="180" w:lineRule="exac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p w:rsidR="00A0373D" w:rsidRPr="00E84299" w:rsidRDefault="00A0373D" w:rsidP="006B76A2">
      <w:pPr>
        <w:spacing w:after="0" w:line="180" w:lineRule="exact"/>
        <w:jc w:val="right"/>
        <w:textAlignment w:val="baseline"/>
        <w:outlineLvl w:val="1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color w:val="26282F"/>
          <w:sz w:val="24"/>
          <w:szCs w:val="24"/>
        </w:rPr>
        <w:t xml:space="preserve"> </w:t>
      </w:r>
    </w:p>
    <w:p w:rsidR="00A0373D" w:rsidRPr="00840619" w:rsidRDefault="00A0373D" w:rsidP="0084061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</w:pPr>
      <w:r w:rsidRPr="00840619"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  <w:t xml:space="preserve">Перечень </w:t>
      </w:r>
      <w:r w:rsidRPr="00840619"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  <w:br/>
        <w:t>признаков заявителя, а также комбинации значений признаков, каждая из которых соответствует одному варианту предоставления муниципальной услуги</w:t>
      </w:r>
    </w:p>
    <w:p w:rsidR="00A0373D" w:rsidRPr="00840619" w:rsidRDefault="00A0373D" w:rsidP="0084061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</w:pPr>
      <w:bookmarkStart w:id="6" w:name="sub_10100"/>
      <w:r w:rsidRPr="00840619"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  <w:t>Таблица 1. Перечень признаков заявителя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80"/>
        <w:gridCol w:w="3780"/>
        <w:gridCol w:w="5220"/>
      </w:tblGrid>
      <w:tr w:rsidR="00A0373D" w:rsidRPr="002C5EC6" w:rsidTr="001C56EC"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6"/>
          <w:p w:rsidR="00A0373D" w:rsidRPr="002C5EC6" w:rsidRDefault="00A0373D" w:rsidP="00840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№ п/п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3D" w:rsidRPr="002C5EC6" w:rsidRDefault="00A0373D" w:rsidP="00840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Признак заявителя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73D" w:rsidRPr="002C5EC6" w:rsidRDefault="00A0373D" w:rsidP="00840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Значения признака заявителя</w:t>
            </w:r>
          </w:p>
        </w:tc>
      </w:tr>
      <w:tr w:rsidR="00A0373D" w:rsidRPr="002C5EC6" w:rsidTr="001C56EC">
        <w:tc>
          <w:tcPr>
            <w:tcW w:w="100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0373D" w:rsidRPr="002C5EC6" w:rsidRDefault="00A0373D" w:rsidP="006B76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</w:rPr>
            </w:pPr>
            <w:bookmarkStart w:id="7" w:name="sub_10110"/>
            <w:r w:rsidRPr="002C5EC6">
              <w:rPr>
                <w:rFonts w:ascii="Times New Roman CYR" w:hAnsi="Times New Roman CYR" w:cs="Times New Roman CYR"/>
                <w:b/>
              </w:rPr>
              <w:t>Результат предоставления муниципальной услуги: 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 массой менее 0,25 кг), подъемов привязных аэростатов над территорией Ржевского муниципального округа Тверской области, а также на посадку (взлет) на площадки, расположенные в границах Ржевского муниципального округа Тверской области, сведения о которых не опубликованы в документах аэронавигационной информации</w:t>
            </w:r>
            <w:bookmarkEnd w:id="7"/>
            <w:r w:rsidRPr="002C5EC6">
              <w:rPr>
                <w:rFonts w:ascii="Times New Roman CYR" w:hAnsi="Times New Roman CYR" w:cs="Times New Roman CYR"/>
                <w:b/>
              </w:rPr>
              <w:t>»</w:t>
            </w:r>
          </w:p>
        </w:tc>
      </w:tr>
      <w:tr w:rsidR="00A0373D" w:rsidRPr="002C5EC6" w:rsidTr="001C56EC"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3D" w:rsidRPr="002C5EC6" w:rsidRDefault="00A0373D" w:rsidP="00840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8" w:name="sub_101101"/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  <w:bookmarkEnd w:id="8"/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3D" w:rsidRPr="002C5EC6" w:rsidRDefault="00A0373D" w:rsidP="000A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Категория заявителя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73D" w:rsidRPr="002C5EC6" w:rsidRDefault="00A0373D" w:rsidP="000A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1. Физическое лицо.</w:t>
            </w:r>
          </w:p>
          <w:p w:rsidR="00A0373D" w:rsidRPr="002C5EC6" w:rsidRDefault="00A0373D" w:rsidP="000A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2. Юридическое лицо.</w:t>
            </w:r>
          </w:p>
        </w:tc>
      </w:tr>
      <w:tr w:rsidR="00A0373D" w:rsidRPr="002C5EC6" w:rsidTr="001C56EC"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3D" w:rsidRPr="002C5EC6" w:rsidRDefault="00A0373D" w:rsidP="00840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9" w:name="sub_101102"/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  <w:bookmarkEnd w:id="9"/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3D" w:rsidRPr="002C5EC6" w:rsidRDefault="00A0373D" w:rsidP="000A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Имеет ли право лицо действовать от имени юридического лица без доверенности?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73D" w:rsidRPr="002C5EC6" w:rsidRDefault="00A0373D" w:rsidP="000A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1. Лицо имеет право действовать от имени юридического лица без доверенности.</w:t>
            </w:r>
          </w:p>
          <w:p w:rsidR="00A0373D" w:rsidRPr="002C5EC6" w:rsidRDefault="00A0373D" w:rsidP="000A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2. Лицо имеет право действовать от имени юридического лица по доверенности.</w:t>
            </w:r>
          </w:p>
        </w:tc>
      </w:tr>
      <w:tr w:rsidR="00A0373D" w:rsidRPr="002C5EC6" w:rsidTr="001C56EC">
        <w:tc>
          <w:tcPr>
            <w:tcW w:w="100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0373D" w:rsidRPr="002C5EC6" w:rsidRDefault="00A0373D" w:rsidP="006A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bookmarkStart w:id="10" w:name="sub_10120"/>
            <w:r w:rsidRPr="002C5EC6">
              <w:rPr>
                <w:rFonts w:ascii="Times New Roman CYR" w:hAnsi="Times New Roman CYR" w:cs="Times New Roman CYR"/>
                <w:b/>
              </w:rPr>
              <w:t>Результат предоставления муниципальной услуги: 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 массой менее 0,25 кг), подъемов привязных аэростатов над территорией Ржевского муниципального округа Тверской области, а также на посадку (взлет) на площадки, расположенные в границах Ржевского муниципального округа Тверской области, сведения о которых не опубликованы в документах аэронавигационной информации</w:t>
            </w:r>
            <w:bookmarkEnd w:id="10"/>
            <w:r w:rsidRPr="002C5EC6">
              <w:rPr>
                <w:rFonts w:ascii="Times New Roman CYR" w:hAnsi="Times New Roman CYR" w:cs="Times New Roman CYR"/>
                <w:b/>
              </w:rPr>
              <w:t>»</w:t>
            </w:r>
          </w:p>
        </w:tc>
      </w:tr>
      <w:tr w:rsidR="00A0373D" w:rsidRPr="002C5EC6" w:rsidTr="001C56EC"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3D" w:rsidRPr="002C5EC6" w:rsidRDefault="00A0373D" w:rsidP="00840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11" w:name="sub_101103"/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  <w:bookmarkEnd w:id="11"/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3D" w:rsidRPr="002C5EC6" w:rsidRDefault="00A0373D" w:rsidP="000A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Категория заявителя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73D" w:rsidRPr="002C5EC6" w:rsidRDefault="00A0373D" w:rsidP="000A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1. Физическое лицо.</w:t>
            </w:r>
          </w:p>
          <w:p w:rsidR="00A0373D" w:rsidRPr="002C5EC6" w:rsidRDefault="00A0373D" w:rsidP="000A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2. Юридическое лицо.</w:t>
            </w:r>
          </w:p>
        </w:tc>
      </w:tr>
      <w:tr w:rsidR="00A0373D" w:rsidRPr="002C5EC6" w:rsidTr="001C56EC"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3D" w:rsidRPr="002C5EC6" w:rsidRDefault="00A0373D" w:rsidP="00840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12" w:name="sub_101104"/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  <w:bookmarkEnd w:id="12"/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3D" w:rsidRPr="002C5EC6" w:rsidRDefault="00A0373D" w:rsidP="000A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Имеет ли право лицо действовать от имени юридического лица без доверенности?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73D" w:rsidRPr="002C5EC6" w:rsidRDefault="00A0373D" w:rsidP="000A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1. Лицо имеет право действовать от имени юридического лица без доверенности.</w:t>
            </w:r>
          </w:p>
          <w:p w:rsidR="00A0373D" w:rsidRPr="002C5EC6" w:rsidRDefault="00A0373D" w:rsidP="000A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2. Лицо имеет право действовать от имени юридического лица по доверенности.</w:t>
            </w:r>
          </w:p>
        </w:tc>
      </w:tr>
      <w:tr w:rsidR="00A0373D" w:rsidRPr="002C5EC6" w:rsidTr="001C56EC">
        <w:tc>
          <w:tcPr>
            <w:tcW w:w="100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0373D" w:rsidRPr="002C5EC6" w:rsidRDefault="00A0373D" w:rsidP="006A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bookmarkStart w:id="13" w:name="sub_10130"/>
            <w:r w:rsidRPr="002C5EC6">
              <w:rPr>
                <w:rFonts w:ascii="Times New Roman CYR" w:hAnsi="Times New Roman CYR" w:cs="Times New Roman CYR"/>
                <w:b/>
              </w:rPr>
              <w:t>Результат предоставления муниципальной услуги: «Выдача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 массой менее 0,25 кг), подъемов привязных аэростатов над территорией Ржевского муниципального округа Тверской области, а также на посадку (взлет) на площадки, расположенные в границах Ржевского муниципального округа Тверской области, сведения о которых не опубликованы в документах аэронавигационной информации</w:t>
            </w:r>
            <w:bookmarkEnd w:id="13"/>
            <w:r w:rsidRPr="002C5EC6">
              <w:rPr>
                <w:rFonts w:ascii="Times New Roman CYR" w:hAnsi="Times New Roman CYR" w:cs="Times New Roman CYR"/>
                <w:b/>
              </w:rPr>
              <w:t>»</w:t>
            </w:r>
          </w:p>
        </w:tc>
      </w:tr>
      <w:tr w:rsidR="00A0373D" w:rsidRPr="002C5EC6" w:rsidTr="001C56EC"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3D" w:rsidRPr="002C5EC6" w:rsidRDefault="00A0373D" w:rsidP="00840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14" w:name="sub_101105"/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  <w:bookmarkEnd w:id="14"/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3D" w:rsidRPr="002C5EC6" w:rsidRDefault="00A0373D" w:rsidP="002C5E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Категория заявителя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73D" w:rsidRPr="002C5EC6" w:rsidRDefault="00A0373D" w:rsidP="002C5E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1. Физическое лицо.</w:t>
            </w:r>
          </w:p>
          <w:p w:rsidR="00A0373D" w:rsidRPr="002C5EC6" w:rsidRDefault="00A0373D" w:rsidP="002C5E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2. Юридическое лицо.</w:t>
            </w:r>
          </w:p>
        </w:tc>
      </w:tr>
      <w:tr w:rsidR="00A0373D" w:rsidRPr="002C5EC6" w:rsidTr="001C56EC"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3D" w:rsidRPr="002C5EC6" w:rsidRDefault="00A0373D" w:rsidP="00840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15" w:name="sub_101106"/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  <w:bookmarkEnd w:id="15"/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3D" w:rsidRPr="002C5EC6" w:rsidRDefault="00A0373D" w:rsidP="002C5E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Имеет ли право лицо действовать от имени юридического лица без доверенности?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73D" w:rsidRPr="002C5EC6" w:rsidRDefault="00A0373D" w:rsidP="002C5E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1. Лицо имеет право действовать от имени юридического лица без доверенности.</w:t>
            </w:r>
          </w:p>
          <w:p w:rsidR="00A0373D" w:rsidRPr="002C5EC6" w:rsidRDefault="00A0373D" w:rsidP="002C5E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C5EC6">
              <w:rPr>
                <w:rFonts w:ascii="Times New Roman CYR" w:hAnsi="Times New Roman CYR" w:cs="Times New Roman CYR"/>
                <w:sz w:val="24"/>
                <w:szCs w:val="24"/>
              </w:rPr>
              <w:t>2. Лицо имеет право действовать от имени юридического лица по доверенности.</w:t>
            </w:r>
          </w:p>
        </w:tc>
      </w:tr>
    </w:tbl>
    <w:p w:rsidR="00A0373D" w:rsidRDefault="00A0373D" w:rsidP="0084061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</w:pPr>
      <w:bookmarkStart w:id="16" w:name="sub_10200"/>
    </w:p>
    <w:p w:rsidR="00A0373D" w:rsidRDefault="00A0373D" w:rsidP="0084061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</w:pPr>
    </w:p>
    <w:p w:rsidR="00A0373D" w:rsidRPr="00840619" w:rsidRDefault="00A0373D" w:rsidP="00840619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</w:pPr>
      <w:r w:rsidRPr="00840619"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  <w:t xml:space="preserve">Таблица 2. Комбинации значений признаков, каждая из которых соответствует </w:t>
      </w:r>
      <w:r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  <w:t xml:space="preserve">одному варианту предоставления </w:t>
      </w:r>
      <w:r w:rsidRPr="00840619">
        <w:rPr>
          <w:rFonts w:ascii="Times New Roman CYR" w:hAnsi="Times New Roman CYR" w:cs="Times New Roman CYR"/>
          <w:b/>
          <w:bCs/>
          <w:color w:val="26282F"/>
          <w:sz w:val="24"/>
          <w:szCs w:val="24"/>
        </w:rPr>
        <w:t>муниципальной услуги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60"/>
        <w:gridCol w:w="8820"/>
      </w:tblGrid>
      <w:tr w:rsidR="00A0373D" w:rsidRPr="00CB72E0" w:rsidTr="001C56EC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6"/>
          <w:p w:rsidR="00A0373D" w:rsidRPr="00CB72E0" w:rsidRDefault="00A0373D" w:rsidP="00840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B72E0">
              <w:rPr>
                <w:rFonts w:ascii="Times New Roman CYR" w:hAnsi="Times New Roman CYR" w:cs="Times New Roman CYR"/>
                <w:sz w:val="24"/>
                <w:szCs w:val="24"/>
              </w:rPr>
              <w:t>№</w:t>
            </w:r>
          </w:p>
          <w:p w:rsidR="00A0373D" w:rsidRPr="00CB72E0" w:rsidRDefault="00A0373D" w:rsidP="00840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B72E0">
              <w:rPr>
                <w:rFonts w:ascii="Times New Roman CYR" w:hAnsi="Times New Roman CYR" w:cs="Times New Roman CYR"/>
                <w:sz w:val="24"/>
                <w:szCs w:val="24"/>
              </w:rPr>
              <w:t>варианта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73D" w:rsidRPr="00CB72E0" w:rsidRDefault="00A0373D" w:rsidP="00840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B72E0">
              <w:rPr>
                <w:rFonts w:ascii="Times New Roman CYR" w:hAnsi="Times New Roman CYR" w:cs="Times New Roman CYR"/>
                <w:sz w:val="24"/>
                <w:szCs w:val="24"/>
              </w:rPr>
              <w:t>Комбинация значений признаков</w:t>
            </w:r>
          </w:p>
        </w:tc>
      </w:tr>
      <w:tr w:rsidR="00A0373D" w:rsidRPr="00CB72E0" w:rsidTr="001C56EC">
        <w:tc>
          <w:tcPr>
            <w:tcW w:w="10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0373D" w:rsidRPr="00CB72E0" w:rsidRDefault="00A0373D" w:rsidP="00CB7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</w:rPr>
            </w:pPr>
            <w:bookmarkStart w:id="17" w:name="sub_10210"/>
            <w:r w:rsidRPr="00CB72E0">
              <w:rPr>
                <w:rFonts w:ascii="Times New Roman CYR" w:hAnsi="Times New Roman CYR" w:cs="Times New Roman CYR"/>
                <w:b/>
              </w:rPr>
              <w:t>Результат предоставления муниципальной услуги за которой обращается заявитель:</w:t>
            </w:r>
          </w:p>
          <w:p w:rsidR="00A0373D" w:rsidRPr="00CB72E0" w:rsidRDefault="00A0373D" w:rsidP="00CB7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</w:rPr>
              <w:t>«</w:t>
            </w:r>
            <w:r w:rsidRPr="00CB72E0">
              <w:rPr>
                <w:rFonts w:ascii="Times New Roman CYR" w:hAnsi="Times New Roman CYR" w:cs="Times New Roman CYR"/>
                <w:b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 массой менее 0,25 кг), подъемов привязных аэростатов над территорией Ржевского муниципального округа Тверской области, а также на посадку (взлет) на площадки, расположенные в границах Ржевского муниципального округа Тверской области, сведения о которых не опубликованы в</w:t>
            </w:r>
            <w:r>
              <w:rPr>
                <w:rFonts w:ascii="Times New Roman CYR" w:hAnsi="Times New Roman CYR" w:cs="Times New Roman CYR"/>
                <w:b/>
              </w:rPr>
              <w:t xml:space="preserve"> </w:t>
            </w:r>
            <w:r w:rsidRPr="00CB72E0">
              <w:rPr>
                <w:rFonts w:ascii="Times New Roman CYR" w:hAnsi="Times New Roman CYR" w:cs="Times New Roman CYR"/>
                <w:b/>
              </w:rPr>
              <w:t>документах аэронавигационной информации</w:t>
            </w:r>
            <w:bookmarkEnd w:id="17"/>
            <w:r>
              <w:rPr>
                <w:rFonts w:ascii="Times New Roman CYR" w:hAnsi="Times New Roman CYR" w:cs="Times New Roman CYR"/>
                <w:b/>
              </w:rPr>
              <w:t>»</w:t>
            </w:r>
          </w:p>
        </w:tc>
      </w:tr>
      <w:tr w:rsidR="00A0373D" w:rsidRPr="00CB72E0" w:rsidTr="001C56EC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3D" w:rsidRPr="00CB72E0" w:rsidRDefault="00A0373D" w:rsidP="00840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18" w:name="sub_10211"/>
            <w:r w:rsidRPr="00CB72E0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  <w:bookmarkEnd w:id="18"/>
            <w:r w:rsidRPr="00CB72E0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73D" w:rsidRPr="00CB72E0" w:rsidRDefault="00A0373D" w:rsidP="00CB7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B72E0">
              <w:rPr>
                <w:rFonts w:ascii="Times New Roman CYR" w:hAnsi="Times New Roman CYR" w:cs="Times New Roman CYR"/>
                <w:sz w:val="24"/>
                <w:szCs w:val="24"/>
              </w:rPr>
              <w:t>Физическое лицо</w:t>
            </w:r>
          </w:p>
        </w:tc>
      </w:tr>
      <w:tr w:rsidR="00A0373D" w:rsidRPr="00CB72E0" w:rsidTr="001C56EC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3D" w:rsidRPr="00CB72E0" w:rsidRDefault="00A0373D" w:rsidP="00840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19" w:name="sub_10212"/>
            <w:r w:rsidRPr="00CB72E0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  <w:bookmarkEnd w:id="19"/>
            <w:r w:rsidRPr="00CB72E0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73D" w:rsidRPr="00CB72E0" w:rsidRDefault="00A0373D" w:rsidP="00CB7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B72E0">
              <w:rPr>
                <w:rFonts w:ascii="Times New Roman CYR" w:hAnsi="Times New Roman CYR" w:cs="Times New Roman CYR"/>
                <w:sz w:val="24"/>
                <w:szCs w:val="24"/>
              </w:rPr>
              <w:t>Юридическое лицо, лицо имеет право действовать от имени юридического лица без доверенности</w:t>
            </w:r>
          </w:p>
        </w:tc>
      </w:tr>
      <w:tr w:rsidR="00A0373D" w:rsidRPr="00CB72E0" w:rsidTr="001C56EC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3D" w:rsidRPr="00CB72E0" w:rsidRDefault="00A0373D" w:rsidP="00840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20" w:name="sub_10213"/>
            <w:r w:rsidRPr="00CB72E0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  <w:bookmarkEnd w:id="20"/>
            <w:r w:rsidRPr="00CB72E0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73D" w:rsidRPr="00CB72E0" w:rsidRDefault="00A0373D" w:rsidP="00CB7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B72E0">
              <w:rPr>
                <w:rFonts w:ascii="Times New Roman CYR" w:hAnsi="Times New Roman CYR" w:cs="Times New Roman CYR"/>
                <w:sz w:val="24"/>
                <w:szCs w:val="24"/>
              </w:rPr>
              <w:t>Юридическое лицо, лицо имеет право действовать от имени юридического лица по доверенности</w:t>
            </w:r>
          </w:p>
        </w:tc>
      </w:tr>
      <w:tr w:rsidR="00A0373D" w:rsidRPr="00CB72E0" w:rsidTr="001C56EC">
        <w:tc>
          <w:tcPr>
            <w:tcW w:w="10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0373D" w:rsidRPr="00CB72E0" w:rsidRDefault="00A0373D" w:rsidP="00CB7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</w:rPr>
            </w:pPr>
            <w:bookmarkStart w:id="21" w:name="sub_10220"/>
            <w:r w:rsidRPr="00CB72E0">
              <w:rPr>
                <w:rFonts w:ascii="Times New Roman CYR" w:hAnsi="Times New Roman CYR" w:cs="Times New Roman CYR"/>
                <w:b/>
              </w:rPr>
              <w:t>Результат предоставления муниципальной услуги за которой обращается заявитель:</w:t>
            </w:r>
          </w:p>
          <w:p w:rsidR="00A0373D" w:rsidRPr="00CB72E0" w:rsidRDefault="00A0373D" w:rsidP="00CB7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  <w:b/>
              </w:rPr>
              <w:t>«</w:t>
            </w:r>
            <w:r w:rsidRPr="00CB72E0">
              <w:rPr>
                <w:rFonts w:ascii="Times New Roman CYR" w:hAnsi="Times New Roman CYR" w:cs="Times New Roman CYR"/>
                <w:b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 массой менее 0,25 кг), подъемов привязных аэростатов над территорией Ржевского муниципального округа Тверской области, а также на посадку (взлет) на площадки, расположенные в границах Ржевского муниципального округа Тверской области, сведения о которых не опубликованы в</w:t>
            </w:r>
            <w:r>
              <w:rPr>
                <w:rFonts w:ascii="Times New Roman CYR" w:hAnsi="Times New Roman CYR" w:cs="Times New Roman CYR"/>
                <w:b/>
              </w:rPr>
              <w:t xml:space="preserve"> </w:t>
            </w:r>
            <w:r w:rsidRPr="00CB72E0">
              <w:rPr>
                <w:rFonts w:ascii="Times New Roman CYR" w:hAnsi="Times New Roman CYR" w:cs="Times New Roman CYR"/>
                <w:b/>
              </w:rPr>
              <w:t>документах аэронавигационной информации</w:t>
            </w:r>
            <w:bookmarkEnd w:id="21"/>
            <w:r>
              <w:rPr>
                <w:rFonts w:ascii="Times New Roman CYR" w:hAnsi="Times New Roman CYR" w:cs="Times New Roman CYR"/>
                <w:b/>
              </w:rPr>
              <w:t>»</w:t>
            </w:r>
          </w:p>
        </w:tc>
      </w:tr>
      <w:tr w:rsidR="00A0373D" w:rsidRPr="00CB72E0" w:rsidTr="001C56EC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3D" w:rsidRPr="00CB72E0" w:rsidRDefault="00A0373D" w:rsidP="00840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22" w:name="sub_10224"/>
            <w:r w:rsidRPr="00CB72E0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  <w:bookmarkEnd w:id="22"/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73D" w:rsidRPr="00CB72E0" w:rsidRDefault="00A0373D" w:rsidP="00CB7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B72E0">
              <w:rPr>
                <w:rFonts w:ascii="Times New Roman CYR" w:hAnsi="Times New Roman CYR" w:cs="Times New Roman CYR"/>
                <w:sz w:val="24"/>
                <w:szCs w:val="24"/>
              </w:rPr>
              <w:t>Физическое лицо</w:t>
            </w:r>
          </w:p>
        </w:tc>
      </w:tr>
      <w:tr w:rsidR="00A0373D" w:rsidRPr="00CB72E0" w:rsidTr="001C56EC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3D" w:rsidRPr="00CB72E0" w:rsidRDefault="00A0373D" w:rsidP="00840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23" w:name="sub_10225"/>
            <w:r w:rsidRPr="00CB72E0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  <w:bookmarkEnd w:id="23"/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73D" w:rsidRPr="00CB72E0" w:rsidRDefault="00A0373D" w:rsidP="00CB7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B72E0">
              <w:rPr>
                <w:rFonts w:ascii="Times New Roman CYR" w:hAnsi="Times New Roman CYR" w:cs="Times New Roman CYR"/>
                <w:sz w:val="24"/>
                <w:szCs w:val="24"/>
              </w:rPr>
              <w:t>Юридическое лицо, лицо имеет право действовать от имени юридического лица без доверенности</w:t>
            </w:r>
          </w:p>
        </w:tc>
      </w:tr>
      <w:tr w:rsidR="00A0373D" w:rsidRPr="00CB72E0" w:rsidTr="001C56EC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3D" w:rsidRPr="00CB72E0" w:rsidRDefault="00A0373D" w:rsidP="00840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24" w:name="sub_10226"/>
            <w:r w:rsidRPr="00CB72E0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  <w:bookmarkEnd w:id="24"/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73D" w:rsidRPr="00CB72E0" w:rsidRDefault="00A0373D" w:rsidP="00CB7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B72E0">
              <w:rPr>
                <w:rFonts w:ascii="Times New Roman CYR" w:hAnsi="Times New Roman CYR" w:cs="Times New Roman CYR"/>
                <w:sz w:val="24"/>
                <w:szCs w:val="24"/>
              </w:rPr>
              <w:t>Юридическое лицо, лицо имеет право действовать от имени юридического лица по доверенности</w:t>
            </w:r>
          </w:p>
        </w:tc>
      </w:tr>
      <w:tr w:rsidR="00A0373D" w:rsidRPr="00CB72E0" w:rsidTr="001C56EC">
        <w:tc>
          <w:tcPr>
            <w:tcW w:w="10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0373D" w:rsidRPr="00CB72E0" w:rsidRDefault="00A0373D" w:rsidP="006A0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25" w:name="sub_10230"/>
            <w:r w:rsidRPr="00CB72E0">
              <w:rPr>
                <w:rFonts w:ascii="Times New Roman CYR" w:hAnsi="Times New Roman CYR" w:cs="Times New Roman CYR"/>
                <w:b/>
                <w:sz w:val="24"/>
                <w:szCs w:val="24"/>
              </w:rPr>
              <w:t>Результат предоставления муниципальной услуги за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которой обращается заявитель: «</w:t>
            </w:r>
            <w:r w:rsidRPr="00CB72E0">
              <w:rPr>
                <w:rFonts w:ascii="Times New Roman CYR" w:hAnsi="Times New Roman CYR" w:cs="Times New Roman CYR"/>
                <w:b/>
                <w:sz w:val="24"/>
                <w:szCs w:val="24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 массой менее 0,25 кг), подъемов привязных аэростатов над территорией Ржевского муниципального округа Тверской области, а также на посадку (взлет) на площадки, расположенные в границах Ржевского муниципального округа Тверской области, сведения о которых не опубликованы в</w:t>
            </w: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</w:t>
            </w:r>
            <w:r w:rsidRPr="00CB72E0">
              <w:rPr>
                <w:rFonts w:ascii="Times New Roman CYR" w:hAnsi="Times New Roman CYR" w:cs="Times New Roman CYR"/>
                <w:b/>
                <w:sz w:val="24"/>
                <w:szCs w:val="24"/>
              </w:rPr>
              <w:t>документах аэронавигационной информации</w:t>
            </w:r>
            <w:bookmarkEnd w:id="25"/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>»</w:t>
            </w:r>
          </w:p>
        </w:tc>
      </w:tr>
      <w:tr w:rsidR="00A0373D" w:rsidRPr="00CB72E0" w:rsidTr="001C56EC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3D" w:rsidRPr="00CB72E0" w:rsidRDefault="00A0373D" w:rsidP="00840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26" w:name="sub_10237"/>
            <w:r w:rsidRPr="00CB72E0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  <w:bookmarkEnd w:id="26"/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73D" w:rsidRPr="00CB72E0" w:rsidRDefault="00A0373D" w:rsidP="00CB7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B72E0">
              <w:rPr>
                <w:rFonts w:ascii="Times New Roman CYR" w:hAnsi="Times New Roman CYR" w:cs="Times New Roman CYR"/>
                <w:sz w:val="24"/>
                <w:szCs w:val="24"/>
              </w:rPr>
              <w:t>Физическое лицо</w:t>
            </w:r>
          </w:p>
        </w:tc>
      </w:tr>
      <w:tr w:rsidR="00A0373D" w:rsidRPr="00CB72E0" w:rsidTr="001C56EC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3D" w:rsidRPr="00CB72E0" w:rsidRDefault="00A0373D" w:rsidP="00840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27" w:name="sub_10238"/>
            <w:r w:rsidRPr="00CB72E0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  <w:bookmarkEnd w:id="27"/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73D" w:rsidRPr="00CB72E0" w:rsidRDefault="00A0373D" w:rsidP="00CB7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B72E0">
              <w:rPr>
                <w:rFonts w:ascii="Times New Roman CYR" w:hAnsi="Times New Roman CYR" w:cs="Times New Roman CYR"/>
                <w:sz w:val="24"/>
                <w:szCs w:val="24"/>
              </w:rPr>
              <w:t>Юридическое лицо, лицо имеет право действовать от имени юридического лица без доверенности</w:t>
            </w:r>
          </w:p>
        </w:tc>
      </w:tr>
      <w:tr w:rsidR="00A0373D" w:rsidRPr="00CB72E0" w:rsidTr="001C56EC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73D" w:rsidRPr="00CB72E0" w:rsidRDefault="00A0373D" w:rsidP="00840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28" w:name="sub_10239"/>
            <w:r w:rsidRPr="00CB72E0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  <w:bookmarkEnd w:id="28"/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73D" w:rsidRPr="00CB72E0" w:rsidRDefault="00A0373D" w:rsidP="00CB72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B72E0">
              <w:rPr>
                <w:rFonts w:ascii="Times New Roman CYR" w:hAnsi="Times New Roman CYR" w:cs="Times New Roman CYR"/>
                <w:sz w:val="24"/>
                <w:szCs w:val="24"/>
              </w:rPr>
              <w:t>Юридическое лицо, лицо имеет право действовать от имени юридического лица по доверенности</w:t>
            </w:r>
          </w:p>
        </w:tc>
      </w:tr>
    </w:tbl>
    <w:p w:rsidR="00A0373D" w:rsidRDefault="00A0373D" w:rsidP="00C9416F">
      <w:pPr>
        <w:spacing w:after="0" w:line="180" w:lineRule="exact"/>
        <w:textAlignment w:val="baseline"/>
        <w:outlineLvl w:val="1"/>
        <w:rPr>
          <w:rFonts w:ascii="Times New Roman" w:hAnsi="Times New Roman"/>
          <w:sz w:val="20"/>
          <w:szCs w:val="20"/>
        </w:rPr>
      </w:pPr>
    </w:p>
    <w:sectPr w:rsidR="00A0373D" w:rsidSect="00120746">
      <w:pgSz w:w="11906" w:h="16838"/>
      <w:pgMar w:top="202" w:right="567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73D" w:rsidRDefault="00A0373D">
      <w:r>
        <w:separator/>
      </w:r>
    </w:p>
  </w:endnote>
  <w:endnote w:type="continuationSeparator" w:id="1">
    <w:p w:rsidR="00A0373D" w:rsidRDefault="00A037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73D" w:rsidRDefault="00A0373D">
      <w:r>
        <w:separator/>
      </w:r>
    </w:p>
  </w:footnote>
  <w:footnote w:type="continuationSeparator" w:id="1">
    <w:p w:rsidR="00A0373D" w:rsidRDefault="00A037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73D" w:rsidRDefault="00A0373D" w:rsidP="00E07C6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373D" w:rsidRDefault="00A0373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73D" w:rsidRDefault="00A0373D" w:rsidP="00E07C6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25</w:t>
    </w:r>
    <w:r>
      <w:rPr>
        <w:rStyle w:val="PageNumber"/>
      </w:rPr>
      <w:fldChar w:fldCharType="end"/>
    </w:r>
  </w:p>
  <w:p w:rsidR="00A0373D" w:rsidRDefault="00A0373D" w:rsidP="002229D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4"/>
      </w:rPr>
    </w:lvl>
  </w:abstractNum>
  <w:abstractNum w:abstractNumId="1">
    <w:nsid w:val="00000003"/>
    <w:multiLevelType w:val="singleLevel"/>
    <w:tmpl w:val="04190013"/>
    <w:lvl w:ilvl="0">
      <w:start w:val="1"/>
      <w:numFmt w:val="upperRoman"/>
      <w:lvlText w:val="%1."/>
      <w:lvlJc w:val="right"/>
      <w:pPr>
        <w:ind w:left="1069" w:hanging="360"/>
      </w:pPr>
      <w:rPr>
        <w:rFonts w:cs="Times New Roman" w:hint="default"/>
        <w:b/>
        <w:sz w:val="24"/>
        <w:szCs w:val="24"/>
      </w:rPr>
    </w:lvl>
  </w:abstractNum>
  <w:abstractNum w:abstractNumId="2">
    <w:nsid w:val="08734787"/>
    <w:multiLevelType w:val="multilevel"/>
    <w:tmpl w:val="E6F85FFE"/>
    <w:lvl w:ilvl="0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C566BF1"/>
    <w:multiLevelType w:val="hybridMultilevel"/>
    <w:tmpl w:val="7BBC655A"/>
    <w:lvl w:ilvl="0" w:tplc="07D26EE6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89"/>
        </w:tabs>
        <w:ind w:left="1851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29D86D8C"/>
    <w:multiLevelType w:val="multilevel"/>
    <w:tmpl w:val="68727B4C"/>
    <w:lvl w:ilvl="0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349F0714"/>
    <w:multiLevelType w:val="multilevel"/>
    <w:tmpl w:val="7144A748"/>
    <w:lvl w:ilvl="0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37AF000A"/>
    <w:multiLevelType w:val="hybridMultilevel"/>
    <w:tmpl w:val="68727B4C"/>
    <w:lvl w:ilvl="0" w:tplc="07D26EE6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3B167AA5"/>
    <w:multiLevelType w:val="hybridMultilevel"/>
    <w:tmpl w:val="2080580A"/>
    <w:lvl w:ilvl="0" w:tplc="CCC2D3DC">
      <w:start w:val="1"/>
      <w:numFmt w:val="decimal"/>
      <w:lvlText w:val="%1."/>
      <w:lvlJc w:val="left"/>
      <w:pPr>
        <w:ind w:left="930" w:hanging="40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8">
    <w:nsid w:val="3F182C49"/>
    <w:multiLevelType w:val="hybridMultilevel"/>
    <w:tmpl w:val="1D023C44"/>
    <w:lvl w:ilvl="0" w:tplc="07D26EE6">
      <w:start w:val="1"/>
      <w:numFmt w:val="bullet"/>
      <w:lvlText w:val=""/>
      <w:lvlJc w:val="left"/>
      <w:pPr>
        <w:tabs>
          <w:tab w:val="num" w:pos="4644"/>
        </w:tabs>
        <w:ind w:left="4706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4312B6"/>
    <w:multiLevelType w:val="hybridMultilevel"/>
    <w:tmpl w:val="E6F85FFE"/>
    <w:lvl w:ilvl="0" w:tplc="07D26EE6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4573086D"/>
    <w:multiLevelType w:val="hybridMultilevel"/>
    <w:tmpl w:val="C33A0D14"/>
    <w:lvl w:ilvl="0" w:tplc="07D26EE6">
      <w:start w:val="1"/>
      <w:numFmt w:val="bullet"/>
      <w:lvlText w:val=""/>
      <w:lvlJc w:val="left"/>
      <w:pPr>
        <w:tabs>
          <w:tab w:val="num" w:pos="4644"/>
        </w:tabs>
        <w:ind w:left="4706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489F439B"/>
    <w:multiLevelType w:val="hybridMultilevel"/>
    <w:tmpl w:val="CBDC32CA"/>
    <w:lvl w:ilvl="0" w:tplc="07D26EE6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89"/>
        </w:tabs>
        <w:ind w:left="1851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50784BE2"/>
    <w:multiLevelType w:val="multilevel"/>
    <w:tmpl w:val="B6B23FA0"/>
    <w:lvl w:ilvl="0">
      <w:start w:val="3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214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cs="Times New Roman" w:hint="default"/>
      </w:rPr>
    </w:lvl>
  </w:abstractNum>
  <w:abstractNum w:abstractNumId="13">
    <w:nsid w:val="55ED285A"/>
    <w:multiLevelType w:val="hybridMultilevel"/>
    <w:tmpl w:val="6FA462DC"/>
    <w:lvl w:ilvl="0" w:tplc="AE9AEC3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56083B92"/>
    <w:multiLevelType w:val="multilevel"/>
    <w:tmpl w:val="51B26F0A"/>
    <w:lvl w:ilvl="0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5BF176A3"/>
    <w:multiLevelType w:val="hybridMultilevel"/>
    <w:tmpl w:val="51B26F0A"/>
    <w:lvl w:ilvl="0" w:tplc="07D26EE6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DEA1985"/>
    <w:multiLevelType w:val="hybridMultilevel"/>
    <w:tmpl w:val="70C6E8AC"/>
    <w:lvl w:ilvl="0" w:tplc="74685342">
      <w:start w:val="3"/>
      <w:numFmt w:val="upperRoman"/>
      <w:lvlText w:val="%1."/>
      <w:lvlJc w:val="left"/>
      <w:pPr>
        <w:ind w:left="185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7">
    <w:nsid w:val="65746CB5"/>
    <w:multiLevelType w:val="hybridMultilevel"/>
    <w:tmpl w:val="4BCE86F0"/>
    <w:lvl w:ilvl="0" w:tplc="07D26EE6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89"/>
        </w:tabs>
        <w:ind w:left="1851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6AD95C86"/>
    <w:multiLevelType w:val="hybridMultilevel"/>
    <w:tmpl w:val="7144A748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16"/>
  </w:num>
  <w:num w:numId="5">
    <w:abstractNumId w:val="13"/>
  </w:num>
  <w:num w:numId="6">
    <w:abstractNumId w:val="12"/>
  </w:num>
  <w:num w:numId="7">
    <w:abstractNumId w:val="9"/>
  </w:num>
  <w:num w:numId="8">
    <w:abstractNumId w:val="2"/>
  </w:num>
  <w:num w:numId="9">
    <w:abstractNumId w:val="11"/>
  </w:num>
  <w:num w:numId="10">
    <w:abstractNumId w:val="6"/>
  </w:num>
  <w:num w:numId="11">
    <w:abstractNumId w:val="4"/>
  </w:num>
  <w:num w:numId="12">
    <w:abstractNumId w:val="17"/>
  </w:num>
  <w:num w:numId="13">
    <w:abstractNumId w:val="15"/>
  </w:num>
  <w:num w:numId="14">
    <w:abstractNumId w:val="14"/>
  </w:num>
  <w:num w:numId="15">
    <w:abstractNumId w:val="3"/>
  </w:num>
  <w:num w:numId="16">
    <w:abstractNumId w:val="8"/>
  </w:num>
  <w:num w:numId="17">
    <w:abstractNumId w:val="18"/>
  </w:num>
  <w:num w:numId="18">
    <w:abstractNumId w:val="5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5278"/>
    <w:rsid w:val="00004727"/>
    <w:rsid w:val="00006357"/>
    <w:rsid w:val="00017DB9"/>
    <w:rsid w:val="000412FA"/>
    <w:rsid w:val="00043E2B"/>
    <w:rsid w:val="00051C82"/>
    <w:rsid w:val="00060565"/>
    <w:rsid w:val="0006782A"/>
    <w:rsid w:val="000720AB"/>
    <w:rsid w:val="00087EC5"/>
    <w:rsid w:val="00092B60"/>
    <w:rsid w:val="000969E8"/>
    <w:rsid w:val="000A005F"/>
    <w:rsid w:val="000A4519"/>
    <w:rsid w:val="000A4C23"/>
    <w:rsid w:val="000A5B9C"/>
    <w:rsid w:val="000B0A26"/>
    <w:rsid w:val="000B1ED3"/>
    <w:rsid w:val="000B3576"/>
    <w:rsid w:val="000C5727"/>
    <w:rsid w:val="000D4B03"/>
    <w:rsid w:val="000E2C4D"/>
    <w:rsid w:val="000E776E"/>
    <w:rsid w:val="000F16C4"/>
    <w:rsid w:val="000F251B"/>
    <w:rsid w:val="001006CC"/>
    <w:rsid w:val="00104045"/>
    <w:rsid w:val="00107C6B"/>
    <w:rsid w:val="0011195F"/>
    <w:rsid w:val="00113609"/>
    <w:rsid w:val="00120746"/>
    <w:rsid w:val="00120FAE"/>
    <w:rsid w:val="00122ECF"/>
    <w:rsid w:val="00125479"/>
    <w:rsid w:val="0012570B"/>
    <w:rsid w:val="0012575D"/>
    <w:rsid w:val="001309A0"/>
    <w:rsid w:val="001402D4"/>
    <w:rsid w:val="00146AE7"/>
    <w:rsid w:val="00146D64"/>
    <w:rsid w:val="001475B7"/>
    <w:rsid w:val="001543C6"/>
    <w:rsid w:val="00156DC4"/>
    <w:rsid w:val="001619F2"/>
    <w:rsid w:val="00166F76"/>
    <w:rsid w:val="00172E7F"/>
    <w:rsid w:val="00177894"/>
    <w:rsid w:val="0018513C"/>
    <w:rsid w:val="00187633"/>
    <w:rsid w:val="0019427D"/>
    <w:rsid w:val="001971AF"/>
    <w:rsid w:val="001A5F69"/>
    <w:rsid w:val="001A7B85"/>
    <w:rsid w:val="001C2F8D"/>
    <w:rsid w:val="001C56EC"/>
    <w:rsid w:val="001D792A"/>
    <w:rsid w:val="001E2AE3"/>
    <w:rsid w:val="001E499E"/>
    <w:rsid w:val="001E5F2D"/>
    <w:rsid w:val="001F0A2A"/>
    <w:rsid w:val="001F18A4"/>
    <w:rsid w:val="002036F4"/>
    <w:rsid w:val="00204EDD"/>
    <w:rsid w:val="002069AA"/>
    <w:rsid w:val="0021015D"/>
    <w:rsid w:val="00213664"/>
    <w:rsid w:val="00215A1E"/>
    <w:rsid w:val="00215EE4"/>
    <w:rsid w:val="002229DA"/>
    <w:rsid w:val="00223374"/>
    <w:rsid w:val="00224A13"/>
    <w:rsid w:val="00225D18"/>
    <w:rsid w:val="00243D1A"/>
    <w:rsid w:val="002516B0"/>
    <w:rsid w:val="002600F1"/>
    <w:rsid w:val="00270EBB"/>
    <w:rsid w:val="00273AB6"/>
    <w:rsid w:val="00283BE8"/>
    <w:rsid w:val="00286018"/>
    <w:rsid w:val="002918FD"/>
    <w:rsid w:val="002A09C6"/>
    <w:rsid w:val="002A320F"/>
    <w:rsid w:val="002A761C"/>
    <w:rsid w:val="002B3825"/>
    <w:rsid w:val="002C522F"/>
    <w:rsid w:val="002C5EC6"/>
    <w:rsid w:val="002E00D6"/>
    <w:rsid w:val="002F3976"/>
    <w:rsid w:val="002F744E"/>
    <w:rsid w:val="00314910"/>
    <w:rsid w:val="00331486"/>
    <w:rsid w:val="003418FF"/>
    <w:rsid w:val="003423AE"/>
    <w:rsid w:val="00352C02"/>
    <w:rsid w:val="00355F08"/>
    <w:rsid w:val="00363FBF"/>
    <w:rsid w:val="00386A7C"/>
    <w:rsid w:val="003A2E6F"/>
    <w:rsid w:val="003A43AA"/>
    <w:rsid w:val="003A4E78"/>
    <w:rsid w:val="003A5AC7"/>
    <w:rsid w:val="003A6FC5"/>
    <w:rsid w:val="003B052C"/>
    <w:rsid w:val="003B309E"/>
    <w:rsid w:val="003B3C23"/>
    <w:rsid w:val="003D55FB"/>
    <w:rsid w:val="003D751D"/>
    <w:rsid w:val="003E073F"/>
    <w:rsid w:val="003E4776"/>
    <w:rsid w:val="003F1068"/>
    <w:rsid w:val="00405588"/>
    <w:rsid w:val="00406D5D"/>
    <w:rsid w:val="00413C63"/>
    <w:rsid w:val="00416639"/>
    <w:rsid w:val="00421AFB"/>
    <w:rsid w:val="0042576C"/>
    <w:rsid w:val="004264BC"/>
    <w:rsid w:val="00430580"/>
    <w:rsid w:val="00432348"/>
    <w:rsid w:val="004333C0"/>
    <w:rsid w:val="00444706"/>
    <w:rsid w:val="00451A6F"/>
    <w:rsid w:val="004559EF"/>
    <w:rsid w:val="00456A34"/>
    <w:rsid w:val="00457ECA"/>
    <w:rsid w:val="004663C2"/>
    <w:rsid w:val="0047236B"/>
    <w:rsid w:val="00484CDE"/>
    <w:rsid w:val="00484F91"/>
    <w:rsid w:val="00486322"/>
    <w:rsid w:val="00487DC2"/>
    <w:rsid w:val="00497201"/>
    <w:rsid w:val="00497A78"/>
    <w:rsid w:val="004B02DF"/>
    <w:rsid w:val="004B081A"/>
    <w:rsid w:val="004C0263"/>
    <w:rsid w:val="004D0C84"/>
    <w:rsid w:val="004D0D6B"/>
    <w:rsid w:val="004D7D02"/>
    <w:rsid w:val="004E6A8A"/>
    <w:rsid w:val="004F6BF1"/>
    <w:rsid w:val="005004D3"/>
    <w:rsid w:val="00514D88"/>
    <w:rsid w:val="0051680E"/>
    <w:rsid w:val="005234B1"/>
    <w:rsid w:val="00523FE7"/>
    <w:rsid w:val="00527DF7"/>
    <w:rsid w:val="00534439"/>
    <w:rsid w:val="0054044A"/>
    <w:rsid w:val="005414B1"/>
    <w:rsid w:val="005424FF"/>
    <w:rsid w:val="00543B38"/>
    <w:rsid w:val="00552080"/>
    <w:rsid w:val="00553320"/>
    <w:rsid w:val="0056378A"/>
    <w:rsid w:val="0056542D"/>
    <w:rsid w:val="00590B09"/>
    <w:rsid w:val="005945FD"/>
    <w:rsid w:val="005A731C"/>
    <w:rsid w:val="005B624C"/>
    <w:rsid w:val="005B631E"/>
    <w:rsid w:val="005B6DAB"/>
    <w:rsid w:val="005C0AB4"/>
    <w:rsid w:val="005C73B9"/>
    <w:rsid w:val="005D399D"/>
    <w:rsid w:val="005E1402"/>
    <w:rsid w:val="005E412C"/>
    <w:rsid w:val="005F60C2"/>
    <w:rsid w:val="00604F27"/>
    <w:rsid w:val="00610216"/>
    <w:rsid w:val="00621DE6"/>
    <w:rsid w:val="00625EC8"/>
    <w:rsid w:val="00627FE1"/>
    <w:rsid w:val="00631551"/>
    <w:rsid w:val="0063378A"/>
    <w:rsid w:val="00642AE7"/>
    <w:rsid w:val="00646B9A"/>
    <w:rsid w:val="006471D3"/>
    <w:rsid w:val="00651BCC"/>
    <w:rsid w:val="006522E6"/>
    <w:rsid w:val="006630B1"/>
    <w:rsid w:val="0066366A"/>
    <w:rsid w:val="006715D5"/>
    <w:rsid w:val="00672582"/>
    <w:rsid w:val="0068256B"/>
    <w:rsid w:val="00687CD6"/>
    <w:rsid w:val="00695237"/>
    <w:rsid w:val="00697892"/>
    <w:rsid w:val="006A0B0B"/>
    <w:rsid w:val="006A2315"/>
    <w:rsid w:val="006A5EA3"/>
    <w:rsid w:val="006B03F1"/>
    <w:rsid w:val="006B03FF"/>
    <w:rsid w:val="006B7235"/>
    <w:rsid w:val="006B76A2"/>
    <w:rsid w:val="006C27C9"/>
    <w:rsid w:val="006C2E36"/>
    <w:rsid w:val="006C2F53"/>
    <w:rsid w:val="006C42E0"/>
    <w:rsid w:val="006C7D3F"/>
    <w:rsid w:val="006D230E"/>
    <w:rsid w:val="006D6D6B"/>
    <w:rsid w:val="006D7E00"/>
    <w:rsid w:val="006E00E8"/>
    <w:rsid w:val="006E7C57"/>
    <w:rsid w:val="006F5A75"/>
    <w:rsid w:val="006F7341"/>
    <w:rsid w:val="00715587"/>
    <w:rsid w:val="00722213"/>
    <w:rsid w:val="00735278"/>
    <w:rsid w:val="00736A53"/>
    <w:rsid w:val="00741811"/>
    <w:rsid w:val="007426A7"/>
    <w:rsid w:val="00753302"/>
    <w:rsid w:val="00763592"/>
    <w:rsid w:val="007644CB"/>
    <w:rsid w:val="007727DD"/>
    <w:rsid w:val="00774928"/>
    <w:rsid w:val="0078522D"/>
    <w:rsid w:val="00794B88"/>
    <w:rsid w:val="00794F13"/>
    <w:rsid w:val="007A0646"/>
    <w:rsid w:val="007A3EF5"/>
    <w:rsid w:val="007A74FB"/>
    <w:rsid w:val="007B10C0"/>
    <w:rsid w:val="007B14D6"/>
    <w:rsid w:val="007B2CF6"/>
    <w:rsid w:val="007B73D4"/>
    <w:rsid w:val="007D094A"/>
    <w:rsid w:val="007D62E4"/>
    <w:rsid w:val="007E4BC1"/>
    <w:rsid w:val="007E5EC2"/>
    <w:rsid w:val="007F350D"/>
    <w:rsid w:val="00802E37"/>
    <w:rsid w:val="00805642"/>
    <w:rsid w:val="00813C75"/>
    <w:rsid w:val="00817288"/>
    <w:rsid w:val="008251A2"/>
    <w:rsid w:val="00830622"/>
    <w:rsid w:val="008329AB"/>
    <w:rsid w:val="00836D8C"/>
    <w:rsid w:val="00840619"/>
    <w:rsid w:val="008503F0"/>
    <w:rsid w:val="0085732E"/>
    <w:rsid w:val="00861256"/>
    <w:rsid w:val="008653CE"/>
    <w:rsid w:val="0087436A"/>
    <w:rsid w:val="008A0AAF"/>
    <w:rsid w:val="008A2029"/>
    <w:rsid w:val="008B0508"/>
    <w:rsid w:val="008B12FA"/>
    <w:rsid w:val="008B70F0"/>
    <w:rsid w:val="008C3564"/>
    <w:rsid w:val="008C60BF"/>
    <w:rsid w:val="008D1ED6"/>
    <w:rsid w:val="008D55B6"/>
    <w:rsid w:val="008E2E69"/>
    <w:rsid w:val="008F16A3"/>
    <w:rsid w:val="008F59A5"/>
    <w:rsid w:val="00901BAB"/>
    <w:rsid w:val="00902802"/>
    <w:rsid w:val="009031F0"/>
    <w:rsid w:val="009052DC"/>
    <w:rsid w:val="00905DAD"/>
    <w:rsid w:val="00906AA7"/>
    <w:rsid w:val="00913852"/>
    <w:rsid w:val="00920C67"/>
    <w:rsid w:val="00937143"/>
    <w:rsid w:val="00943E8F"/>
    <w:rsid w:val="00950543"/>
    <w:rsid w:val="009528AD"/>
    <w:rsid w:val="009617C3"/>
    <w:rsid w:val="00967447"/>
    <w:rsid w:val="009843FD"/>
    <w:rsid w:val="009C1AB5"/>
    <w:rsid w:val="009C6444"/>
    <w:rsid w:val="00A00AF7"/>
    <w:rsid w:val="00A0373D"/>
    <w:rsid w:val="00A03AF4"/>
    <w:rsid w:val="00A22E78"/>
    <w:rsid w:val="00A2559A"/>
    <w:rsid w:val="00A30234"/>
    <w:rsid w:val="00A32B62"/>
    <w:rsid w:val="00A442A6"/>
    <w:rsid w:val="00A51CC2"/>
    <w:rsid w:val="00A5615D"/>
    <w:rsid w:val="00A630D6"/>
    <w:rsid w:val="00A725BF"/>
    <w:rsid w:val="00A87393"/>
    <w:rsid w:val="00A91262"/>
    <w:rsid w:val="00A966FE"/>
    <w:rsid w:val="00A97CC7"/>
    <w:rsid w:val="00AA0D9A"/>
    <w:rsid w:val="00AB24EE"/>
    <w:rsid w:val="00AB6817"/>
    <w:rsid w:val="00AC24E6"/>
    <w:rsid w:val="00AC4DC5"/>
    <w:rsid w:val="00AD550E"/>
    <w:rsid w:val="00AE143F"/>
    <w:rsid w:val="00AE75F2"/>
    <w:rsid w:val="00AF03A2"/>
    <w:rsid w:val="00AF0DF4"/>
    <w:rsid w:val="00AF37D9"/>
    <w:rsid w:val="00AF52A0"/>
    <w:rsid w:val="00AF6D75"/>
    <w:rsid w:val="00AF7BB4"/>
    <w:rsid w:val="00B02611"/>
    <w:rsid w:val="00B02A47"/>
    <w:rsid w:val="00B1049B"/>
    <w:rsid w:val="00B13CCA"/>
    <w:rsid w:val="00B1422B"/>
    <w:rsid w:val="00B14268"/>
    <w:rsid w:val="00B16E8A"/>
    <w:rsid w:val="00B21988"/>
    <w:rsid w:val="00B27B1C"/>
    <w:rsid w:val="00B333E2"/>
    <w:rsid w:val="00B41F64"/>
    <w:rsid w:val="00B45EDE"/>
    <w:rsid w:val="00B53E68"/>
    <w:rsid w:val="00B56EE2"/>
    <w:rsid w:val="00B607EF"/>
    <w:rsid w:val="00B653E9"/>
    <w:rsid w:val="00B6628C"/>
    <w:rsid w:val="00B70105"/>
    <w:rsid w:val="00B7648C"/>
    <w:rsid w:val="00B81191"/>
    <w:rsid w:val="00B86888"/>
    <w:rsid w:val="00B87E40"/>
    <w:rsid w:val="00B91CBC"/>
    <w:rsid w:val="00B92D60"/>
    <w:rsid w:val="00B92E1B"/>
    <w:rsid w:val="00B9541C"/>
    <w:rsid w:val="00BA594E"/>
    <w:rsid w:val="00BA7FCE"/>
    <w:rsid w:val="00BB520B"/>
    <w:rsid w:val="00BC29BF"/>
    <w:rsid w:val="00BC4F33"/>
    <w:rsid w:val="00BD0CFB"/>
    <w:rsid w:val="00BD5116"/>
    <w:rsid w:val="00BD7F8A"/>
    <w:rsid w:val="00BE322C"/>
    <w:rsid w:val="00BE3D2C"/>
    <w:rsid w:val="00BF07D4"/>
    <w:rsid w:val="00BF3E2F"/>
    <w:rsid w:val="00C003E3"/>
    <w:rsid w:val="00C01CD3"/>
    <w:rsid w:val="00C058FE"/>
    <w:rsid w:val="00C16329"/>
    <w:rsid w:val="00C22A51"/>
    <w:rsid w:val="00C2481A"/>
    <w:rsid w:val="00C26FDA"/>
    <w:rsid w:val="00C36221"/>
    <w:rsid w:val="00C431CA"/>
    <w:rsid w:val="00C44B27"/>
    <w:rsid w:val="00C52BE9"/>
    <w:rsid w:val="00C6588A"/>
    <w:rsid w:val="00C65E9D"/>
    <w:rsid w:val="00C70A2C"/>
    <w:rsid w:val="00C71F6F"/>
    <w:rsid w:val="00C80FBD"/>
    <w:rsid w:val="00C92B8D"/>
    <w:rsid w:val="00C9344F"/>
    <w:rsid w:val="00C93DF3"/>
    <w:rsid w:val="00C9416F"/>
    <w:rsid w:val="00C96D93"/>
    <w:rsid w:val="00CA18E0"/>
    <w:rsid w:val="00CB03F0"/>
    <w:rsid w:val="00CB72E0"/>
    <w:rsid w:val="00CB7C73"/>
    <w:rsid w:val="00CC16AD"/>
    <w:rsid w:val="00CC7742"/>
    <w:rsid w:val="00CD2C8F"/>
    <w:rsid w:val="00CE68AF"/>
    <w:rsid w:val="00CE7F92"/>
    <w:rsid w:val="00CF2359"/>
    <w:rsid w:val="00CF26E6"/>
    <w:rsid w:val="00CF2CC1"/>
    <w:rsid w:val="00CF35A8"/>
    <w:rsid w:val="00CF37FE"/>
    <w:rsid w:val="00CF42BB"/>
    <w:rsid w:val="00CF4F53"/>
    <w:rsid w:val="00D02987"/>
    <w:rsid w:val="00D34F6E"/>
    <w:rsid w:val="00D423E6"/>
    <w:rsid w:val="00D46812"/>
    <w:rsid w:val="00D47EFD"/>
    <w:rsid w:val="00D5001F"/>
    <w:rsid w:val="00D553F0"/>
    <w:rsid w:val="00D55766"/>
    <w:rsid w:val="00D64889"/>
    <w:rsid w:val="00D84792"/>
    <w:rsid w:val="00D869B0"/>
    <w:rsid w:val="00D87793"/>
    <w:rsid w:val="00D92B82"/>
    <w:rsid w:val="00DA25D1"/>
    <w:rsid w:val="00DB0A8D"/>
    <w:rsid w:val="00DB54E9"/>
    <w:rsid w:val="00DC0A89"/>
    <w:rsid w:val="00DC3F1A"/>
    <w:rsid w:val="00DC5267"/>
    <w:rsid w:val="00DD0F51"/>
    <w:rsid w:val="00E07C6C"/>
    <w:rsid w:val="00E1068C"/>
    <w:rsid w:val="00E11149"/>
    <w:rsid w:val="00E1453A"/>
    <w:rsid w:val="00E1660A"/>
    <w:rsid w:val="00E211D5"/>
    <w:rsid w:val="00E2644B"/>
    <w:rsid w:val="00E357A3"/>
    <w:rsid w:val="00E35C80"/>
    <w:rsid w:val="00E372BB"/>
    <w:rsid w:val="00E41E32"/>
    <w:rsid w:val="00E421E3"/>
    <w:rsid w:val="00E45F89"/>
    <w:rsid w:val="00E53E8D"/>
    <w:rsid w:val="00E60BEB"/>
    <w:rsid w:val="00E63077"/>
    <w:rsid w:val="00E6557C"/>
    <w:rsid w:val="00E82C1D"/>
    <w:rsid w:val="00E84299"/>
    <w:rsid w:val="00E96881"/>
    <w:rsid w:val="00E96C20"/>
    <w:rsid w:val="00EB2951"/>
    <w:rsid w:val="00EB3F0A"/>
    <w:rsid w:val="00EB68CE"/>
    <w:rsid w:val="00EC7177"/>
    <w:rsid w:val="00EC766F"/>
    <w:rsid w:val="00ED0472"/>
    <w:rsid w:val="00ED2189"/>
    <w:rsid w:val="00ED62CB"/>
    <w:rsid w:val="00EE0D0B"/>
    <w:rsid w:val="00EE422B"/>
    <w:rsid w:val="00EF3A23"/>
    <w:rsid w:val="00F03D8A"/>
    <w:rsid w:val="00F04B6A"/>
    <w:rsid w:val="00F15895"/>
    <w:rsid w:val="00F1752F"/>
    <w:rsid w:val="00F318B5"/>
    <w:rsid w:val="00F573DE"/>
    <w:rsid w:val="00F62138"/>
    <w:rsid w:val="00F63056"/>
    <w:rsid w:val="00F6525D"/>
    <w:rsid w:val="00F72E06"/>
    <w:rsid w:val="00F75F87"/>
    <w:rsid w:val="00F84983"/>
    <w:rsid w:val="00F87076"/>
    <w:rsid w:val="00F95BE3"/>
    <w:rsid w:val="00F9606F"/>
    <w:rsid w:val="00F97A72"/>
    <w:rsid w:val="00FA2A8F"/>
    <w:rsid w:val="00FB1274"/>
    <w:rsid w:val="00FB307D"/>
    <w:rsid w:val="00FB3E5D"/>
    <w:rsid w:val="00FC27E8"/>
    <w:rsid w:val="00FC2B55"/>
    <w:rsid w:val="00FC57AB"/>
    <w:rsid w:val="00FD5C37"/>
    <w:rsid w:val="00FE1DB2"/>
    <w:rsid w:val="00FE3EB5"/>
    <w:rsid w:val="00FE47A8"/>
    <w:rsid w:val="00FF1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802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73527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9"/>
    <w:qFormat/>
    <w:rsid w:val="0073527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9"/>
    <w:qFormat/>
    <w:rsid w:val="0073527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5278"/>
    <w:rPr>
      <w:rFonts w:ascii="Times New Roman" w:hAnsi="Times New Roman"/>
      <w:b/>
      <w:kern w:val="36"/>
      <w:sz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35278"/>
    <w:rPr>
      <w:rFonts w:ascii="Times New Roman" w:hAnsi="Times New Roman"/>
      <w:b/>
      <w:sz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35278"/>
    <w:rPr>
      <w:rFonts w:ascii="Times New Roman" w:hAnsi="Times New Roman"/>
      <w:b/>
      <w:sz w:val="27"/>
      <w:lang w:eastAsia="ru-RU"/>
    </w:rPr>
  </w:style>
  <w:style w:type="paragraph" w:customStyle="1" w:styleId="formattext">
    <w:name w:val="formattext"/>
    <w:basedOn w:val="Normal"/>
    <w:uiPriority w:val="99"/>
    <w:rsid w:val="007352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eadertext">
    <w:name w:val="headertext"/>
    <w:basedOn w:val="Normal"/>
    <w:uiPriority w:val="99"/>
    <w:rsid w:val="007352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uiPriority w:val="99"/>
    <w:rsid w:val="00735278"/>
  </w:style>
  <w:style w:type="character" w:styleId="Hyperlink">
    <w:name w:val="Hyperlink"/>
    <w:basedOn w:val="DefaultParagraphFont"/>
    <w:uiPriority w:val="99"/>
    <w:rsid w:val="00735278"/>
    <w:rPr>
      <w:rFonts w:cs="Times New Roman"/>
      <w:color w:val="0000FF"/>
      <w:u w:val="single"/>
    </w:rPr>
  </w:style>
  <w:style w:type="paragraph" w:customStyle="1" w:styleId="unformattext">
    <w:name w:val="unformattext"/>
    <w:basedOn w:val="Normal"/>
    <w:uiPriority w:val="99"/>
    <w:rsid w:val="007352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opleveltext">
    <w:name w:val="topleveltext"/>
    <w:basedOn w:val="Normal"/>
    <w:uiPriority w:val="99"/>
    <w:rsid w:val="0073527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5A731C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092B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92B60"/>
    <w:rPr>
      <w:rFonts w:ascii="Tahoma" w:hAnsi="Tahoma"/>
      <w:sz w:val="16"/>
    </w:rPr>
  </w:style>
  <w:style w:type="paragraph" w:styleId="BodyText">
    <w:name w:val="Body Text"/>
    <w:basedOn w:val="Normal"/>
    <w:link w:val="BodyTextChar"/>
    <w:uiPriority w:val="99"/>
    <w:rsid w:val="00273AB6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3AB6"/>
    <w:rPr>
      <w:rFonts w:ascii="Times New Roman" w:hAnsi="Times New Roman"/>
      <w:sz w:val="24"/>
      <w:lang w:eastAsia="ar-SA" w:bidi="ar-SA"/>
    </w:rPr>
  </w:style>
  <w:style w:type="paragraph" w:styleId="ListParagraph">
    <w:name w:val="List Paragraph"/>
    <w:basedOn w:val="Normal"/>
    <w:uiPriority w:val="99"/>
    <w:qFormat/>
    <w:rsid w:val="00D46812"/>
    <w:pPr>
      <w:ind w:left="720"/>
      <w:contextualSpacing/>
    </w:pPr>
  </w:style>
  <w:style w:type="paragraph" w:customStyle="1" w:styleId="western">
    <w:name w:val="western"/>
    <w:basedOn w:val="Normal"/>
    <w:uiPriority w:val="99"/>
    <w:rsid w:val="00C71F6F"/>
    <w:pPr>
      <w:spacing w:before="280" w:after="280" w:line="240" w:lineRule="auto"/>
    </w:pPr>
    <w:rPr>
      <w:rFonts w:ascii="Times New Roman" w:hAnsi="Times New Roman"/>
      <w:sz w:val="44"/>
      <w:szCs w:val="44"/>
      <w:lang w:eastAsia="zh-CN"/>
    </w:rPr>
  </w:style>
  <w:style w:type="paragraph" w:customStyle="1" w:styleId="a">
    <w:name w:val="Обычный (Интернет)"/>
    <w:basedOn w:val="Normal"/>
    <w:uiPriority w:val="99"/>
    <w:rsid w:val="00C71F6F"/>
    <w:pPr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ConsPlusNonformat">
    <w:name w:val="ConsPlusNonformat"/>
    <w:uiPriority w:val="99"/>
    <w:rsid w:val="00B53E6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3A5AC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22ECF"/>
  </w:style>
  <w:style w:type="character" w:styleId="PageNumber">
    <w:name w:val="page number"/>
    <w:basedOn w:val="DefaultParagraphFont"/>
    <w:uiPriority w:val="99"/>
    <w:rsid w:val="003A5A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F3A2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3A23"/>
    <w:rPr>
      <w:rFonts w:cs="Times New Roman"/>
    </w:rPr>
  </w:style>
  <w:style w:type="character" w:customStyle="1" w:styleId="a0">
    <w:name w:val="Гипертекстовая ссылка"/>
    <w:uiPriority w:val="99"/>
    <w:rsid w:val="00120746"/>
    <w:rPr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12074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2">
    <w:name w:val="Знак Знак Знак Знак"/>
    <w:basedOn w:val="Normal"/>
    <w:uiPriority w:val="99"/>
    <w:rsid w:val="001C2F8D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locked/>
    <w:rsid w:val="00D87793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462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6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462981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78246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6297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78246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www.&#1075;&#1086;&#1088;&#1086;&#1076;&#1088;&#1078;&#1077;&#1074;.&#1088;&#1092;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yperlink" Target="http://www.&#1075;&#1086;&#1088;&#1086;&#1076;&#1088;&#1078;&#1077;&#1074;.&#1088;&#1092;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internet.garant.ru/document/redirect/70290064/0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docs.cntd.ru/document/901990046" TargetMode="External"/><Relationship Id="rId20" Type="http://schemas.openxmlformats.org/officeDocument/2006/relationships/hyperlink" Target="mailto:info@&#1075;&#1086;&#1088;&#1086;&#1076;&#1088;&#1078;&#1077;&#1074;.&#1088;&#1092;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9348D19058497D5BA073439E6A53B24DF451E274248AD682E17A3BC55052B1AoCGDM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gosuslugi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&#1075;&#1086;&#1088;&#1086;&#1076;&#1088;&#1078;&#1077;&#1074;.&#1088;&#1092;" TargetMode="External"/><Relationship Id="rId19" Type="http://schemas.openxmlformats.org/officeDocument/2006/relationships/hyperlink" Target="https://internet.garant.ru/document/redirect/12184522/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&#1075;&#1086;&#1088;&#1086;&#1076;&#1088;&#1078;&#1077;&#1074;,&#1088;&#1092;" TargetMode="External"/><Relationship Id="rId14" Type="http://schemas.openxmlformats.org/officeDocument/2006/relationships/hyperlink" Target="http://www.&#1075;&#1086;&#1088;&#1086;&#1076;&#1088;&#1078;&#1077;&#1074;.&#1088;&#1092;" TargetMode="External"/><Relationship Id="rId22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1925</TotalTime>
  <Pages>25</Pages>
  <Words>10800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Треугольник</dc:creator>
  <cp:keywords/>
  <dc:description/>
  <cp:lastModifiedBy>mahinistka</cp:lastModifiedBy>
  <cp:revision>137</cp:revision>
  <cp:lastPrinted>2023-06-13T08:22:00Z</cp:lastPrinted>
  <dcterms:created xsi:type="dcterms:W3CDTF">2020-08-03T12:20:00Z</dcterms:created>
  <dcterms:modified xsi:type="dcterms:W3CDTF">2023-07-03T13:11:00Z</dcterms:modified>
</cp:coreProperties>
</file>